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5DE9D" w14:textId="77777777" w:rsidR="00673362" w:rsidRDefault="0022205D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/>
          <w:b/>
          <w:sz w:val="22"/>
        </w:rPr>
        <w:t>7</w:t>
      </w:r>
      <w:r w:rsidR="00665701">
        <w:rPr>
          <w:rFonts w:ascii="Arial" w:hAnsi="Arial"/>
          <w:b/>
          <w:sz w:val="22"/>
        </w:rPr>
        <w:t>.</w:t>
      </w:r>
      <w:r w:rsidR="00673362">
        <w:rPr>
          <w:rFonts w:ascii="Arial" w:hAnsi="Arial"/>
          <w:b/>
          <w:sz w:val="22"/>
        </w:rPr>
        <w:tab/>
      </w:r>
      <w:r w:rsidR="00673362">
        <w:rPr>
          <w:rFonts w:ascii="Arial" w:hAnsi="Arial" w:cs="Arial"/>
          <w:b/>
          <w:bCs/>
          <w:sz w:val="22"/>
        </w:rPr>
        <w:t>Erfahrung des Unternehmens im kathodischen Korrosionsschutz</w:t>
      </w:r>
    </w:p>
    <w:p w14:paraId="7D19FBA2" w14:textId="77777777" w:rsidR="00673362" w:rsidRDefault="00673362">
      <w:pPr>
        <w:tabs>
          <w:tab w:val="left" w:pos="543"/>
        </w:tabs>
        <w:rPr>
          <w:rFonts w:ascii="Arial" w:hAnsi="Arial" w:cs="Arial"/>
          <w:bCs/>
          <w:sz w:val="1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14:paraId="68D76472" w14:textId="77777777" w:rsidR="00673362" w:rsidRDefault="00673362">
      <w:pPr>
        <w:rPr>
          <w:rFonts w:ascii="Arial" w:hAnsi="Arial" w:cs="Arial"/>
          <w:bCs/>
          <w:sz w:val="18"/>
        </w:rPr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954"/>
        <w:gridCol w:w="1843"/>
        <w:gridCol w:w="1842"/>
      </w:tblGrid>
      <w:tr w:rsidR="00116D3C" w14:paraId="69B1D209" w14:textId="77777777" w:rsidTr="00116D3C">
        <w:tblPrEx>
          <w:tblCellMar>
            <w:top w:w="0" w:type="dxa"/>
            <w:bottom w:w="0" w:type="dxa"/>
          </w:tblCellMar>
        </w:tblPrEx>
        <w:trPr>
          <w:cantSplit/>
          <w:trHeight w:val="892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nil"/>
              <w:right w:val="single" w:sz="8" w:space="0" w:color="auto"/>
            </w:tcBorders>
          </w:tcPr>
          <w:p w14:paraId="2A354727" w14:textId="77777777" w:rsidR="00116D3C" w:rsidRDefault="00116D3C">
            <w:pPr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14:paraId="58F75F8F" w14:textId="77777777" w:rsidR="00116D3C" w:rsidRPr="00C4361B" w:rsidRDefault="00116D3C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rPr>
                <w:rFonts w:ascii="Arial" w:hAnsi="Arial" w:cs="Arial"/>
                <w:b/>
                <w:bCs/>
                <w:sz w:val="22"/>
              </w:rPr>
            </w:pPr>
            <w:r w:rsidRPr="00C4361B">
              <w:rPr>
                <w:rFonts w:ascii="Arial" w:hAnsi="Arial" w:cs="Arial"/>
                <w:b/>
                <w:bCs/>
                <w:sz w:val="22"/>
              </w:rPr>
              <w:t>Auftraggebe</w:t>
            </w:r>
            <w:r w:rsidR="00E3603E">
              <w:rPr>
                <w:rFonts w:ascii="Arial" w:hAnsi="Arial" w:cs="Arial"/>
                <w:b/>
                <w:bCs/>
                <w:sz w:val="22"/>
              </w:rPr>
              <w:t>r</w:t>
            </w:r>
          </w:p>
          <w:p w14:paraId="2519DA3A" w14:textId="77777777" w:rsidR="00116D3C" w:rsidRDefault="00116D3C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rPr>
                <w:rFonts w:ascii="Arial" w:hAnsi="Arial" w:cs="Arial"/>
                <w:b/>
                <w:bCs/>
              </w:rPr>
            </w:pPr>
            <w:r w:rsidRPr="00C4361B">
              <w:rPr>
                <w:rFonts w:ascii="Arial" w:hAnsi="Arial" w:cs="Arial"/>
                <w:b/>
                <w:bCs/>
                <w:sz w:val="22"/>
              </w:rPr>
              <w:t>(Referenzschreiben / Nummer)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D59E69" w14:textId="77777777" w:rsidR="00116D3C" w:rsidRDefault="00116D3C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14:paraId="7D2B1CF3" w14:textId="77777777" w:rsidR="00116D3C" w:rsidRDefault="00116D3C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 w:rsidRPr="00C4361B">
              <w:rPr>
                <w:rFonts w:ascii="Arial" w:hAnsi="Arial" w:cs="Arial"/>
                <w:b/>
                <w:bCs/>
                <w:sz w:val="22"/>
              </w:rPr>
              <w:t>Jahr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028B63" w14:textId="77777777" w:rsidR="00116D3C" w:rsidRDefault="00116D3C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14:paraId="4EAA5192" w14:textId="77777777" w:rsidR="00116D3C" w:rsidRPr="00116D3C" w:rsidRDefault="00116D3C" w:rsidP="00D2562F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60" w:line="240" w:lineRule="exact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16D3C">
              <w:rPr>
                <w:rFonts w:ascii="Arial" w:hAnsi="Arial" w:cs="Arial"/>
                <w:b/>
                <w:bCs/>
                <w:sz w:val="22"/>
              </w:rPr>
              <w:t>Tätigkeitsfeld</w:t>
            </w:r>
          </w:p>
          <w:p w14:paraId="77082A93" w14:textId="77777777" w:rsidR="00116D3C" w:rsidRDefault="00116D3C" w:rsidP="00C4361B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T, R, KA,</w:t>
            </w:r>
            <w:r w:rsidR="001A41F6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BV,</w:t>
            </w:r>
          </w:p>
          <w:p w14:paraId="0F562FC2" w14:textId="77777777" w:rsidR="00116D3C" w:rsidRDefault="00116D3C" w:rsidP="00C4361B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OS, SB, IS</w:t>
            </w:r>
          </w:p>
          <w:p w14:paraId="7872DDBF" w14:textId="77777777" w:rsidR="00116D3C" w:rsidRPr="00116D3C" w:rsidRDefault="00116D3C" w:rsidP="00116D3C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4361B">
              <w:rPr>
                <w:rFonts w:ascii="Arial" w:hAnsi="Arial" w:cs="Arial"/>
                <w:b/>
                <w:bCs/>
                <w:sz w:val="14"/>
              </w:rPr>
              <w:t>(siehe Antrag</w:t>
            </w:r>
            <w:r w:rsidR="00C4361B" w:rsidRPr="00C4361B">
              <w:rPr>
                <w:rFonts w:ascii="Arial" w:hAnsi="Arial" w:cs="Arial"/>
                <w:b/>
                <w:bCs/>
                <w:sz w:val="14"/>
              </w:rPr>
              <w:t>s</w:t>
            </w:r>
            <w:r w:rsidRPr="00C4361B">
              <w:rPr>
                <w:rFonts w:ascii="Arial" w:hAnsi="Arial" w:cs="Arial"/>
                <w:b/>
                <w:bCs/>
                <w:sz w:val="14"/>
              </w:rPr>
              <w:t>seite 4)</w:t>
            </w:r>
          </w:p>
        </w:tc>
      </w:tr>
      <w:tr w:rsidR="00116D3C" w14:paraId="41035963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D3819A" w14:textId="77777777" w:rsidR="00116D3C" w:rsidRDefault="00116D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1FE515" w14:textId="77777777" w:rsidR="00116D3C" w:rsidRDefault="00116D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8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A4454D" w14:textId="77777777" w:rsidR="00116D3C" w:rsidRDefault="00116D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2032739C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891092" w14:textId="77777777" w:rsidR="00116D3C" w:rsidRDefault="00116D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4D7033" w14:textId="77777777" w:rsidR="00116D3C" w:rsidRDefault="00116D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D65974" w14:textId="77777777" w:rsidR="00116D3C" w:rsidRDefault="00116D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4087DFF8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89F18D" w14:textId="77777777" w:rsidR="00116D3C" w:rsidRDefault="00116D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048BCF" w14:textId="77777777" w:rsidR="00116D3C" w:rsidRDefault="00116D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745905" w14:textId="77777777" w:rsidR="00116D3C" w:rsidRDefault="00116D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562ED988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A80E0D" w14:textId="77777777" w:rsidR="00116D3C" w:rsidRDefault="00116D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2FE436" w14:textId="77777777" w:rsidR="00116D3C" w:rsidRDefault="00116D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52BD23" w14:textId="77777777" w:rsidR="00116D3C" w:rsidRDefault="00116D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5E2DABB4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5C0CDF" w14:textId="77777777" w:rsidR="00116D3C" w:rsidRDefault="00116D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66B862" w14:textId="77777777" w:rsidR="00116D3C" w:rsidRDefault="00116D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BC3442" w14:textId="77777777" w:rsidR="00116D3C" w:rsidRDefault="00116D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053F8E0A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210F88" w14:textId="77777777" w:rsidR="00116D3C" w:rsidRDefault="00116D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5D808B" w14:textId="77777777" w:rsidR="00116D3C" w:rsidRDefault="00116D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190773" w14:textId="77777777" w:rsidR="00116D3C" w:rsidRDefault="00116D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49D83E0D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38BF24" w14:textId="77777777" w:rsidR="00116D3C" w:rsidRDefault="00116D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09BA0C" w14:textId="77777777" w:rsidR="00116D3C" w:rsidRDefault="00116D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331C7A" w14:textId="77777777" w:rsidR="00116D3C" w:rsidRDefault="00116D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11E9BCD8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D14860" w14:textId="77777777" w:rsidR="00116D3C" w:rsidRDefault="00116D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D24194" w14:textId="77777777" w:rsidR="00116D3C" w:rsidRDefault="00116D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2A6ECE" w14:textId="77777777" w:rsidR="00116D3C" w:rsidRDefault="00116D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02C6B3EE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FE5314" w14:textId="77777777" w:rsidR="00116D3C" w:rsidRDefault="00116D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C61157" w14:textId="77777777" w:rsidR="00116D3C" w:rsidRDefault="00116D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93FFBD" w14:textId="77777777" w:rsidR="00116D3C" w:rsidRDefault="00116D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4276AA3F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F162C5" w14:textId="77777777" w:rsidR="00116D3C" w:rsidRDefault="00116D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66D79C" w14:textId="77777777" w:rsidR="00116D3C" w:rsidRDefault="00116D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6A48C7" w14:textId="77777777" w:rsidR="00116D3C" w:rsidRDefault="00116D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3D2BE19F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6E1651" w14:textId="77777777" w:rsidR="00116D3C" w:rsidRDefault="00116D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5B13B1" w14:textId="77777777" w:rsidR="00116D3C" w:rsidRDefault="00116D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0F4737" w14:textId="77777777" w:rsidR="00116D3C" w:rsidRDefault="00116D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429D843D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7B6607" w14:textId="77777777" w:rsidR="00116D3C" w:rsidRDefault="00116D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060F82" w14:textId="77777777" w:rsidR="00116D3C" w:rsidRDefault="00116D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8DB675" w14:textId="77777777" w:rsidR="00116D3C" w:rsidRDefault="00116D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31393DBB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E6FAEB" w14:textId="77777777" w:rsidR="00116D3C" w:rsidRDefault="00116D3C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34CC48" w14:textId="77777777" w:rsidR="00116D3C" w:rsidRDefault="00116D3C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8DC7DD" w14:textId="77777777" w:rsidR="00116D3C" w:rsidRDefault="00116D3C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70DC4933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01FD9B" w14:textId="77777777" w:rsidR="00116D3C" w:rsidRDefault="00116D3C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6B18DE" w14:textId="77777777" w:rsidR="00116D3C" w:rsidRDefault="00116D3C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A5FCB3" w14:textId="77777777" w:rsidR="00116D3C" w:rsidRDefault="00116D3C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504A2E79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F11234" w14:textId="77777777" w:rsidR="00116D3C" w:rsidRDefault="00116D3C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54254A" w14:textId="77777777" w:rsidR="00116D3C" w:rsidRDefault="00116D3C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275DE7" w14:textId="77777777" w:rsidR="00116D3C" w:rsidRDefault="00116D3C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116D3C" w14:paraId="64F3F50B" w14:textId="77777777" w:rsidTr="00116D3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E5C3B4" w14:textId="77777777" w:rsidR="00116D3C" w:rsidRDefault="00116D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91B1E0" w14:textId="77777777" w:rsidR="00116D3C" w:rsidRDefault="00116D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619DEA" w14:textId="77777777" w:rsidR="00116D3C" w:rsidRDefault="00116D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</w:tbl>
    <w:p w14:paraId="7E0C9B6E" w14:textId="77777777" w:rsidR="00673362" w:rsidRDefault="00673362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p w14:paraId="44B3D581" w14:textId="77777777" w:rsidR="00673362" w:rsidRDefault="00673362">
      <w:pPr>
        <w:tabs>
          <w:tab w:val="left" w:pos="567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18"/>
        </w:rPr>
        <w:br w:type="page"/>
      </w:r>
      <w:r>
        <w:rPr>
          <w:rFonts w:ascii="Arial" w:hAnsi="Arial" w:cs="Arial"/>
          <w:b/>
          <w:bCs/>
          <w:sz w:val="22"/>
        </w:rPr>
        <w:lastRenderedPageBreak/>
        <w:t>8.1</w:t>
      </w:r>
      <w:r>
        <w:rPr>
          <w:rFonts w:ascii="Arial" w:hAnsi="Arial" w:cs="Arial"/>
          <w:b/>
          <w:bCs/>
          <w:sz w:val="22"/>
        </w:rPr>
        <w:tab/>
        <w:t>Verantwortlicher Fachmann</w:t>
      </w:r>
    </w:p>
    <w:p w14:paraId="42128A28" w14:textId="77777777" w:rsidR="00673362" w:rsidRDefault="00673362">
      <w:pPr>
        <w:tabs>
          <w:tab w:val="left" w:pos="543"/>
        </w:tabs>
        <w:rPr>
          <w:rFonts w:ascii="Arial" w:hAnsi="Arial" w:cs="Arial"/>
          <w:sz w:val="22"/>
        </w:rPr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3"/>
        <w:gridCol w:w="88"/>
        <w:gridCol w:w="479"/>
        <w:gridCol w:w="710"/>
        <w:gridCol w:w="33"/>
        <w:gridCol w:w="1242"/>
        <w:gridCol w:w="283"/>
        <w:gridCol w:w="851"/>
        <w:gridCol w:w="850"/>
        <w:gridCol w:w="442"/>
        <w:gridCol w:w="267"/>
        <w:gridCol w:w="1702"/>
        <w:gridCol w:w="1559"/>
      </w:tblGrid>
      <w:tr w:rsidR="00673362" w14:paraId="1CDBD792" w14:textId="77777777" w:rsidTr="00784B0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21" w:type="dxa"/>
            <w:gridSpan w:val="2"/>
            <w:vAlign w:val="center"/>
          </w:tcPr>
          <w:p w14:paraId="5C4B07A2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    :</w:t>
            </w:r>
          </w:p>
        </w:tc>
        <w:tc>
          <w:tcPr>
            <w:tcW w:w="3598" w:type="dxa"/>
            <w:gridSpan w:val="6"/>
            <w:tcBorders>
              <w:bottom w:val="single" w:sz="4" w:space="0" w:color="auto"/>
            </w:tcBorders>
            <w:vAlign w:val="center"/>
          </w:tcPr>
          <w:p w14:paraId="4570A94B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0" w:name="Text86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0"/>
          </w:p>
        </w:tc>
        <w:tc>
          <w:tcPr>
            <w:tcW w:w="1292" w:type="dxa"/>
            <w:gridSpan w:val="2"/>
            <w:vAlign w:val="center"/>
          </w:tcPr>
          <w:p w14:paraId="0E1B7B1D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Vorname  :</w:t>
            </w:r>
          </w:p>
        </w:tc>
        <w:tc>
          <w:tcPr>
            <w:tcW w:w="3528" w:type="dxa"/>
            <w:gridSpan w:val="3"/>
            <w:tcBorders>
              <w:bottom w:val="single" w:sz="4" w:space="0" w:color="auto"/>
            </w:tcBorders>
            <w:vAlign w:val="center"/>
          </w:tcPr>
          <w:p w14:paraId="4F4ECB58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5BB09796" w14:textId="77777777" w:rsidTr="00784B0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21" w:type="dxa"/>
            <w:gridSpan w:val="2"/>
            <w:vAlign w:val="center"/>
          </w:tcPr>
          <w:p w14:paraId="38E9C565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geb. am  :</w:t>
            </w:r>
          </w:p>
        </w:tc>
        <w:tc>
          <w:tcPr>
            <w:tcW w:w="8418" w:type="dxa"/>
            <w:gridSpan w:val="11"/>
            <w:vAlign w:val="center"/>
          </w:tcPr>
          <w:p w14:paraId="7B4686DC" w14:textId="77777777" w:rsidR="00673362" w:rsidRDefault="00673362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7D3B1CC7" w14:textId="77777777" w:rsidTr="00784B0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700" w:type="dxa"/>
            <w:gridSpan w:val="3"/>
            <w:vAlign w:val="center"/>
          </w:tcPr>
          <w:p w14:paraId="20B44477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Abschluss als</w:t>
            </w:r>
          </w:p>
        </w:tc>
        <w:tc>
          <w:tcPr>
            <w:tcW w:w="793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33D15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785FA60D" w14:textId="77777777" w:rsidTr="00784B0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700" w:type="dxa"/>
            <w:gridSpan w:val="3"/>
            <w:vAlign w:val="center"/>
          </w:tcPr>
          <w:p w14:paraId="5FCBE970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   :</w:t>
            </w:r>
          </w:p>
        </w:tc>
        <w:tc>
          <w:tcPr>
            <w:tcW w:w="793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7644D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2A72F27B" w14:textId="77777777" w:rsidTr="00784B0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410" w:type="dxa"/>
            <w:gridSpan w:val="4"/>
            <w:vAlign w:val="center"/>
          </w:tcPr>
          <w:p w14:paraId="087236E3" w14:textId="77777777" w:rsidR="00673362" w:rsidRDefault="00673362">
            <w:pPr>
              <w:pStyle w:val="Kopfzeile"/>
              <w:tabs>
                <w:tab w:val="clear" w:pos="4536"/>
                <w:tab w:val="clear" w:pos="9072"/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Frühere Täti</w:t>
            </w:r>
            <w:r>
              <w:rPr>
                <w:rFonts w:ascii="Arial" w:hAnsi="Arial" w:cs="Arial"/>
                <w:bCs/>
              </w:rPr>
              <w:t>g</w:t>
            </w:r>
            <w:r>
              <w:rPr>
                <w:rFonts w:ascii="Arial" w:hAnsi="Arial" w:cs="Arial"/>
                <w:bCs/>
              </w:rPr>
              <w:t>keit bei     :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0672D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38B39E7E" w14:textId="77777777" w:rsidTr="00784B0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21" w:type="dxa"/>
            <w:gridSpan w:val="2"/>
            <w:vAlign w:val="center"/>
          </w:tcPr>
          <w:p w14:paraId="16CD16F4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14:paraId="54F63FF1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05FFEE53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69D99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9B8E04E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1F57C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" w:name="Text88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"/>
          </w:p>
        </w:tc>
      </w:tr>
      <w:tr w:rsidR="00673362" w14:paraId="6EE20B0B" w14:textId="77777777" w:rsidTr="00784B0A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410" w:type="dxa"/>
            <w:gridSpan w:val="4"/>
            <w:vAlign w:val="center"/>
          </w:tcPr>
          <w:p w14:paraId="5DD418C5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Frühere Tätigkeit bei     :</w:t>
            </w:r>
          </w:p>
        </w:tc>
        <w:tc>
          <w:tcPr>
            <w:tcW w:w="7229" w:type="dxa"/>
            <w:gridSpan w:val="9"/>
            <w:tcBorders>
              <w:bottom w:val="single" w:sz="4" w:space="0" w:color="auto"/>
            </w:tcBorders>
            <w:vAlign w:val="center"/>
          </w:tcPr>
          <w:p w14:paraId="2CC724F8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673362" w14:paraId="1F44136C" w14:textId="77777777" w:rsidTr="00784B0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21" w:type="dxa"/>
            <w:gridSpan w:val="2"/>
            <w:vAlign w:val="center"/>
          </w:tcPr>
          <w:p w14:paraId="70CE93BD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14:paraId="4006A57B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5A074835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A0200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51DBB7A7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172F5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168F0E38" w14:textId="77777777" w:rsidTr="00784B0A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5" w:type="dxa"/>
            <w:gridSpan w:val="6"/>
            <w:vAlign w:val="center"/>
          </w:tcPr>
          <w:p w14:paraId="11A9D7CD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Derzeitige Funktion im Unterne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men :</w:t>
            </w: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  <w:vAlign w:val="center"/>
          </w:tcPr>
          <w:p w14:paraId="3BC8847A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627A7CE8" w14:textId="77777777" w:rsidTr="00784B0A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080" w:type="dxa"/>
            <w:gridSpan w:val="12"/>
            <w:vAlign w:val="center"/>
          </w:tcPr>
          <w:p w14:paraId="09214247" w14:textId="77777777" w:rsidR="00673362" w:rsidRDefault="00673362" w:rsidP="0022205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22205D">
              <w:rPr>
                <w:rFonts w:ascii="Arial" w:hAnsi="Arial" w:cs="Arial"/>
                <w:bCs/>
              </w:rPr>
              <w:t>Fest</w:t>
            </w:r>
            <w:r w:rsidRPr="0022205D">
              <w:rPr>
                <w:rFonts w:ascii="Arial" w:hAnsi="Arial" w:cs="Arial"/>
              </w:rPr>
              <w:t xml:space="preserve"> im</w:t>
            </w:r>
            <w:r>
              <w:rPr>
                <w:rFonts w:ascii="Arial" w:hAnsi="Arial" w:cs="Arial"/>
              </w:rPr>
              <w:t xml:space="preserve"> antragstellenden Unternehmen ang</w:t>
            </w:r>
            <w:r>
              <w:rPr>
                <w:rFonts w:ascii="Arial" w:hAnsi="Arial" w:cs="Arial"/>
              </w:rPr>
              <w:t>e</w:t>
            </w:r>
            <w:r w:rsidR="0022205D">
              <w:rPr>
                <w:rFonts w:ascii="Arial" w:hAnsi="Arial" w:cs="Arial"/>
              </w:rPr>
              <w:t xml:space="preserve">stellt seit    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BF85FA7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01A4D462" w14:textId="77777777" w:rsidTr="00784B0A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968" w:type="dxa"/>
            <w:gridSpan w:val="7"/>
            <w:vAlign w:val="bottom"/>
          </w:tcPr>
          <w:p w14:paraId="1016B80F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bereits anerkannt als verantwortlicher </w:t>
            </w:r>
          </w:p>
          <w:p w14:paraId="529FE0E1" w14:textId="77777777" w:rsidR="00673362" w:rsidRDefault="00673362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mann nach DVGW-Arbeitsblatt       :                                      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bottom"/>
          </w:tcPr>
          <w:p w14:paraId="5A82F1E0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14:paraId="6C860BEB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8425A3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</w:p>
        </w:tc>
      </w:tr>
      <w:tr w:rsidR="00673362" w14:paraId="28C79BD7" w14:textId="77777777" w:rsidTr="00784B0A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3" w:type="dxa"/>
            <w:vAlign w:val="bottom"/>
          </w:tcPr>
          <w:p w14:paraId="2B7451F3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14:paraId="2878A069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36AEA5EA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1FC1F5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14:paraId="0E60C227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050618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571C2649" w14:textId="77777777" w:rsidTr="00784B0A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3968" w:type="dxa"/>
            <w:gridSpan w:val="7"/>
            <w:vAlign w:val="bottom"/>
          </w:tcPr>
          <w:p w14:paraId="0CB247C6" w14:textId="77777777" w:rsidR="00673362" w:rsidRDefault="00673362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bereits anerkannt als verantwortlicher Fac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mann nach DVGW-Arbeitsblatt        :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bottom"/>
          </w:tcPr>
          <w:p w14:paraId="2E78210A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14:paraId="5198599E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ind w:right="163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CB2EC32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</w:p>
        </w:tc>
      </w:tr>
      <w:tr w:rsidR="00673362" w14:paraId="22F28545" w14:textId="77777777" w:rsidTr="00784B0A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3" w:type="dxa"/>
            <w:vAlign w:val="bottom"/>
          </w:tcPr>
          <w:p w14:paraId="6DF59C7A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14:paraId="0280EBFC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26E9D92C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3D306B" w14:textId="77777777" w:rsidR="00673362" w:rsidRDefault="0067336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14:paraId="6A777BFE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DCBAAF" w14:textId="77777777" w:rsidR="00673362" w:rsidRDefault="0067336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4CEF7CA9" w14:textId="77777777" w:rsidR="00673362" w:rsidRDefault="00673362">
      <w:pPr>
        <w:rPr>
          <w:rFonts w:ascii="Arial" w:hAnsi="Arial" w:cs="Arial"/>
        </w:rPr>
      </w:pPr>
    </w:p>
    <w:p w14:paraId="1A8E3C02" w14:textId="77777777" w:rsidR="00673362" w:rsidRDefault="00673362">
      <w:pPr>
        <w:rPr>
          <w:rFonts w:ascii="Arial" w:hAnsi="Arial" w:cs="Arial"/>
        </w:rPr>
      </w:pPr>
    </w:p>
    <w:p w14:paraId="5DA0DFAF" w14:textId="77777777" w:rsidR="00673362" w:rsidRPr="0022205D" w:rsidRDefault="0067336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jc w:val="both"/>
        <w:rPr>
          <w:rFonts w:ascii="Arial" w:hAnsi="Arial" w:cs="Arial"/>
          <w:bCs/>
        </w:rPr>
      </w:pPr>
      <w:r w:rsidRPr="0022205D">
        <w:rPr>
          <w:rFonts w:ascii="Arial" w:hAnsi="Arial" w:cs="Arial"/>
          <w:bCs/>
        </w:rPr>
        <w:t>Mir ist bekannt, dass ich umfangreiche Kenntnisse des einschlägigen Aufgabengebietes in einer Prüfung nac</w:t>
      </w:r>
      <w:r w:rsidRPr="0022205D">
        <w:rPr>
          <w:rFonts w:ascii="Arial" w:hAnsi="Arial" w:cs="Arial"/>
          <w:bCs/>
        </w:rPr>
        <w:t>h</w:t>
      </w:r>
      <w:r w:rsidRPr="0022205D">
        <w:rPr>
          <w:rFonts w:ascii="Arial" w:hAnsi="Arial" w:cs="Arial"/>
          <w:bCs/>
        </w:rPr>
        <w:t>weisen muss.</w:t>
      </w:r>
    </w:p>
    <w:p w14:paraId="7FB216EF" w14:textId="77777777" w:rsidR="00673362" w:rsidRPr="0022205D" w:rsidRDefault="0067336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jc w:val="both"/>
        <w:rPr>
          <w:rFonts w:ascii="Arial" w:hAnsi="Arial" w:cs="Arial"/>
          <w:i/>
          <w:iCs/>
        </w:rPr>
      </w:pPr>
    </w:p>
    <w:p w14:paraId="6E26D146" w14:textId="77777777" w:rsidR="00673362" w:rsidRPr="0022205D" w:rsidRDefault="0067336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jc w:val="both"/>
        <w:rPr>
          <w:rFonts w:ascii="Arial" w:hAnsi="Arial" w:cs="Arial"/>
          <w:bCs/>
        </w:rPr>
      </w:pPr>
      <w:r w:rsidRPr="0022205D">
        <w:rPr>
          <w:rFonts w:ascii="Arial" w:hAnsi="Arial" w:cs="Arial"/>
          <w:bCs/>
        </w:rPr>
        <w:t xml:space="preserve">Der Nachweis über eine mindestens </w:t>
      </w:r>
      <w:r w:rsidR="00A81E18" w:rsidRPr="0022205D">
        <w:rPr>
          <w:rFonts w:ascii="Arial" w:hAnsi="Arial" w:cs="Arial"/>
          <w:bCs/>
        </w:rPr>
        <w:t>drei</w:t>
      </w:r>
      <w:r w:rsidRPr="0022205D">
        <w:rPr>
          <w:rFonts w:ascii="Arial" w:hAnsi="Arial" w:cs="Arial"/>
          <w:bCs/>
        </w:rPr>
        <w:t xml:space="preserve">jährige (Abschluss Hoch- oder Fachhochschule) bzw. </w:t>
      </w:r>
      <w:r w:rsidR="00A81E18" w:rsidRPr="0022205D">
        <w:rPr>
          <w:rFonts w:ascii="Arial" w:hAnsi="Arial" w:cs="Arial"/>
          <w:bCs/>
        </w:rPr>
        <w:t>fünf</w:t>
      </w:r>
      <w:r w:rsidRPr="0022205D">
        <w:rPr>
          <w:rFonts w:ascii="Arial" w:hAnsi="Arial" w:cs="Arial"/>
          <w:bCs/>
        </w:rPr>
        <w:t>jähr</w:t>
      </w:r>
      <w:r w:rsidRPr="0022205D">
        <w:rPr>
          <w:rFonts w:ascii="Arial" w:hAnsi="Arial" w:cs="Arial"/>
          <w:bCs/>
        </w:rPr>
        <w:t>i</w:t>
      </w:r>
      <w:r w:rsidRPr="0022205D">
        <w:rPr>
          <w:rFonts w:ascii="Arial" w:hAnsi="Arial" w:cs="Arial"/>
          <w:bCs/>
        </w:rPr>
        <w:t>ge (gepr. Techniker, Meister) praktische Tätigkeit</w:t>
      </w:r>
      <w:r w:rsidR="00A81E18" w:rsidRPr="0022205D">
        <w:rPr>
          <w:rFonts w:ascii="Arial" w:hAnsi="Arial" w:cs="Arial"/>
          <w:bCs/>
        </w:rPr>
        <w:t xml:space="preserve"> als Sachkundiger</w:t>
      </w:r>
      <w:r w:rsidRPr="0022205D">
        <w:rPr>
          <w:rFonts w:ascii="Arial" w:hAnsi="Arial" w:cs="Arial"/>
          <w:bCs/>
        </w:rPr>
        <w:t xml:space="preserve"> in den beantragten Tätigkeitsbereichen des kathod</w:t>
      </w:r>
      <w:r w:rsidRPr="0022205D">
        <w:rPr>
          <w:rFonts w:ascii="Arial" w:hAnsi="Arial" w:cs="Arial"/>
          <w:bCs/>
        </w:rPr>
        <w:t>i</w:t>
      </w:r>
      <w:r w:rsidRPr="0022205D">
        <w:rPr>
          <w:rFonts w:ascii="Arial" w:hAnsi="Arial" w:cs="Arial"/>
          <w:bCs/>
        </w:rPr>
        <w:t xml:space="preserve">schen Korrosionsschutzes liegt dem Antrag bei. </w:t>
      </w:r>
    </w:p>
    <w:p w14:paraId="62374D69" w14:textId="77777777" w:rsidR="00673362" w:rsidRPr="00A81E18" w:rsidRDefault="00673362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sz w:val="24"/>
        </w:rPr>
      </w:pPr>
    </w:p>
    <w:p w14:paraId="7EA18D08" w14:textId="77777777" w:rsidR="00673362" w:rsidRDefault="00673362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Ich bin seit dem Jahr </w:t>
      </w:r>
      <w:r w:rsidRPr="0022205D">
        <w:rPr>
          <w:rFonts w:ascii="Arial" w:hAnsi="Arial" w:cs="Arial"/>
          <w:bCs/>
          <w:u w:val="single"/>
        </w:rPr>
        <w:fldChar w:fldCharType="begin">
          <w:ffData>
            <w:name w:val="Text85"/>
            <w:enabled/>
            <w:calcOnExit w:val="0"/>
            <w:textInput>
              <w:maxLength w:val="10"/>
            </w:textInput>
          </w:ffData>
        </w:fldChar>
      </w:r>
      <w:bookmarkStart w:id="2" w:name="Text85"/>
      <w:r w:rsidRPr="0022205D">
        <w:rPr>
          <w:rFonts w:ascii="Arial" w:hAnsi="Arial" w:cs="Arial"/>
          <w:bCs/>
          <w:u w:val="single"/>
        </w:rPr>
        <w:instrText xml:space="preserve"> FORMTEXT </w:instrText>
      </w:r>
      <w:r w:rsidRPr="0022205D">
        <w:rPr>
          <w:rFonts w:ascii="Arial" w:hAnsi="Arial" w:cs="Arial"/>
          <w:bCs/>
          <w:u w:val="single"/>
        </w:rPr>
      </w:r>
      <w:r w:rsidRPr="0022205D">
        <w:rPr>
          <w:rFonts w:ascii="Arial" w:hAnsi="Arial" w:cs="Arial"/>
          <w:bCs/>
          <w:u w:val="single"/>
        </w:rPr>
        <w:fldChar w:fldCharType="separate"/>
      </w:r>
      <w:r w:rsidRPr="0022205D">
        <w:rPr>
          <w:rFonts w:ascii="Arial" w:hAnsi="Arial" w:cs="Arial"/>
          <w:bCs/>
          <w:noProof/>
          <w:u w:val="single"/>
        </w:rPr>
        <w:t> </w:t>
      </w:r>
      <w:r w:rsidRPr="0022205D">
        <w:rPr>
          <w:rFonts w:ascii="Arial" w:hAnsi="Arial" w:cs="Arial"/>
          <w:bCs/>
          <w:noProof/>
          <w:u w:val="single"/>
        </w:rPr>
        <w:t> </w:t>
      </w:r>
      <w:r w:rsidRPr="0022205D">
        <w:rPr>
          <w:rFonts w:ascii="Arial" w:hAnsi="Arial" w:cs="Arial"/>
          <w:bCs/>
          <w:noProof/>
          <w:u w:val="single"/>
        </w:rPr>
        <w:t> </w:t>
      </w:r>
      <w:r w:rsidRPr="0022205D">
        <w:rPr>
          <w:rFonts w:ascii="Arial" w:hAnsi="Arial" w:cs="Arial"/>
          <w:bCs/>
          <w:noProof/>
          <w:u w:val="single"/>
        </w:rPr>
        <w:t> </w:t>
      </w:r>
      <w:r w:rsidRPr="0022205D">
        <w:rPr>
          <w:rFonts w:ascii="Arial" w:hAnsi="Arial" w:cs="Arial"/>
          <w:bCs/>
          <w:noProof/>
          <w:u w:val="single"/>
        </w:rPr>
        <w:t> </w:t>
      </w:r>
      <w:r w:rsidRPr="0022205D">
        <w:rPr>
          <w:rFonts w:ascii="Arial" w:hAnsi="Arial" w:cs="Arial"/>
          <w:bCs/>
          <w:u w:val="single"/>
        </w:rPr>
        <w:fldChar w:fldCharType="end"/>
      </w:r>
      <w:bookmarkEnd w:id="2"/>
      <w:r>
        <w:rPr>
          <w:rFonts w:ascii="Arial" w:hAnsi="Arial" w:cs="Arial"/>
        </w:rPr>
        <w:t xml:space="preserve"> im Bereich des kathodischen Korrosionsschutzes tätig und habe an ca. </w:t>
      </w:r>
      <w:r w:rsidRPr="0022205D">
        <w:rPr>
          <w:rFonts w:ascii="Arial" w:hAnsi="Arial" w:cs="Arial"/>
          <w:bCs/>
          <w:u w:val="single"/>
        </w:rPr>
        <w:fldChar w:fldCharType="begin">
          <w:ffData>
            <w:name w:val="Text85"/>
            <w:enabled/>
            <w:calcOnExit w:val="0"/>
            <w:textInput>
              <w:maxLength w:val="10"/>
            </w:textInput>
          </w:ffData>
        </w:fldChar>
      </w:r>
      <w:r w:rsidRPr="0022205D">
        <w:rPr>
          <w:rFonts w:ascii="Arial" w:hAnsi="Arial" w:cs="Arial"/>
          <w:bCs/>
          <w:u w:val="single"/>
        </w:rPr>
        <w:instrText xml:space="preserve"> FORMTEXT </w:instrText>
      </w:r>
      <w:r w:rsidRPr="0022205D">
        <w:rPr>
          <w:rFonts w:ascii="Arial" w:hAnsi="Arial" w:cs="Arial"/>
          <w:bCs/>
          <w:u w:val="single"/>
        </w:rPr>
      </w:r>
      <w:r w:rsidRPr="0022205D">
        <w:rPr>
          <w:rFonts w:ascii="Arial" w:hAnsi="Arial" w:cs="Arial"/>
          <w:bCs/>
          <w:u w:val="single"/>
        </w:rPr>
        <w:fldChar w:fldCharType="separate"/>
      </w:r>
      <w:r w:rsidRPr="0022205D">
        <w:rPr>
          <w:rFonts w:ascii="Arial" w:hAnsi="Arial" w:cs="Arial"/>
          <w:bCs/>
          <w:noProof/>
          <w:u w:val="single"/>
        </w:rPr>
        <w:t> </w:t>
      </w:r>
      <w:r w:rsidRPr="0022205D">
        <w:rPr>
          <w:rFonts w:ascii="Arial" w:hAnsi="Arial" w:cs="Arial"/>
          <w:bCs/>
          <w:noProof/>
          <w:u w:val="single"/>
        </w:rPr>
        <w:t> </w:t>
      </w:r>
      <w:r w:rsidRPr="0022205D">
        <w:rPr>
          <w:rFonts w:ascii="Arial" w:hAnsi="Arial" w:cs="Arial"/>
          <w:bCs/>
          <w:noProof/>
          <w:u w:val="single"/>
        </w:rPr>
        <w:t> </w:t>
      </w:r>
      <w:r w:rsidRPr="0022205D">
        <w:rPr>
          <w:rFonts w:ascii="Arial" w:hAnsi="Arial" w:cs="Arial"/>
          <w:bCs/>
          <w:noProof/>
          <w:u w:val="single"/>
        </w:rPr>
        <w:t> </w:t>
      </w:r>
      <w:r w:rsidRPr="0022205D">
        <w:rPr>
          <w:rFonts w:ascii="Arial" w:hAnsi="Arial" w:cs="Arial"/>
          <w:bCs/>
          <w:noProof/>
          <w:u w:val="single"/>
        </w:rPr>
        <w:t> </w:t>
      </w:r>
      <w:r w:rsidRPr="0022205D">
        <w:rPr>
          <w:rFonts w:ascii="Arial" w:hAnsi="Arial" w:cs="Arial"/>
          <w:bCs/>
          <w:u w:val="single"/>
        </w:rPr>
        <w:fldChar w:fldCharType="end"/>
      </w:r>
      <w:r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Cs/>
        </w:rPr>
        <w:t>ei</w:t>
      </w:r>
      <w:r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>schlägigen Projekten mitgearbeitet.</w:t>
      </w:r>
    </w:p>
    <w:p w14:paraId="16AC6E96" w14:textId="77777777" w:rsidR="00673362" w:rsidRDefault="00673362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14:paraId="701B1B93" w14:textId="77777777" w:rsidR="00673362" w:rsidRDefault="00673362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14:paraId="5AFDC140" w14:textId="77777777" w:rsidR="00673362" w:rsidRDefault="00673362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67"/>
        <w:gridCol w:w="5386"/>
        <w:gridCol w:w="69"/>
      </w:tblGrid>
      <w:tr w:rsidR="00673362" w14:paraId="0ED9587B" w14:textId="77777777">
        <w:tblPrEx>
          <w:tblCellMar>
            <w:top w:w="0" w:type="dxa"/>
            <w:bottom w:w="0" w:type="dxa"/>
          </w:tblCellMar>
        </w:tblPrEx>
        <w:trPr>
          <w:hidden/>
        </w:trPr>
        <w:tc>
          <w:tcPr>
            <w:tcW w:w="9778" w:type="dxa"/>
            <w:gridSpan w:val="4"/>
            <w:tcBorders>
              <w:bottom w:val="nil"/>
            </w:tcBorders>
          </w:tcPr>
          <w:p w14:paraId="53EB8EFD" w14:textId="77777777" w:rsidR="00673362" w:rsidRDefault="00673362">
            <w:pPr>
              <w:rPr>
                <w:rFonts w:ascii="Arial" w:hAnsi="Arial" w:cs="Arial"/>
                <w:vanish/>
              </w:rPr>
            </w:pPr>
          </w:p>
        </w:tc>
      </w:tr>
      <w:tr w:rsidR="00673362" w14:paraId="5A34872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14:paraId="43240E9F" w14:textId="77777777" w:rsidR="00673362" w:rsidRDefault="0067336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14:paraId="5951BC7B" w14:textId="77777777" w:rsidR="00673362" w:rsidRDefault="00673362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2FB8A8E8" w14:textId="77777777" w:rsidR="00673362" w:rsidRDefault="0067336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673362" w14:paraId="486C4E7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284"/>
        </w:trPr>
        <w:tc>
          <w:tcPr>
            <w:tcW w:w="4323" w:type="dxa"/>
            <w:gridSpan w:val="2"/>
          </w:tcPr>
          <w:p w14:paraId="2C329A59" w14:textId="77777777" w:rsidR="00673362" w:rsidRDefault="00673362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14:paraId="2C58095F" w14:textId="77777777" w:rsidR="00673362" w:rsidRDefault="0067336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Unterschrift des verantw. Fachmannes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14:paraId="7E0AF39C" w14:textId="77777777" w:rsidR="00673362" w:rsidRPr="0022205D" w:rsidRDefault="00673362" w:rsidP="0022205D">
      <w:pPr>
        <w:tabs>
          <w:tab w:val="left" w:pos="-1142"/>
          <w:tab w:val="left" w:pos="567"/>
          <w:tab w:val="left" w:pos="5760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16"/>
        </w:rPr>
        <w:br w:type="page"/>
      </w:r>
      <w:r w:rsidR="00A81E18">
        <w:rPr>
          <w:rFonts w:ascii="Arial" w:hAnsi="Arial"/>
          <w:b/>
          <w:sz w:val="22"/>
        </w:rPr>
        <w:lastRenderedPageBreak/>
        <w:t>8.2</w:t>
      </w:r>
      <w:r>
        <w:rPr>
          <w:rFonts w:ascii="Arial" w:hAnsi="Arial"/>
          <w:b/>
          <w:sz w:val="22"/>
        </w:rPr>
        <w:tab/>
      </w:r>
      <w:r>
        <w:rPr>
          <w:rFonts w:ascii="Arial" w:hAnsi="Arial" w:cs="Arial"/>
          <w:b/>
          <w:bCs/>
          <w:sz w:val="22"/>
        </w:rPr>
        <w:t xml:space="preserve">Erfahrung des verantwortlichen Fachmannes </w:t>
      </w:r>
    </w:p>
    <w:p w14:paraId="05309359" w14:textId="77777777" w:rsidR="00673362" w:rsidRDefault="00673362">
      <w:pPr>
        <w:tabs>
          <w:tab w:val="left" w:pos="567"/>
        </w:tabs>
        <w:rPr>
          <w:rFonts w:ascii="Arial" w:hAnsi="Arial" w:cs="Arial"/>
          <w:bCs/>
          <w:sz w:val="1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sz w:val="14"/>
          <w:szCs w:val="16"/>
        </w:rPr>
        <w:t>(Falls eine Seite für die Angabe der Referenzen nicht ausreichen sollte bzw. mehrere Personen benannt werden, bitte Vorlage kopieren.)</w:t>
      </w:r>
    </w:p>
    <w:p w14:paraId="3391718F" w14:textId="77777777" w:rsidR="00673362" w:rsidRPr="00184F8E" w:rsidRDefault="00673362">
      <w:pPr>
        <w:rPr>
          <w:rFonts w:ascii="Arial" w:hAnsi="Arial" w:cs="Arial"/>
          <w:bCs/>
          <w:sz w:val="10"/>
        </w:rPr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954"/>
        <w:gridCol w:w="1843"/>
        <w:gridCol w:w="1842"/>
      </w:tblGrid>
      <w:tr w:rsidR="006F48DD" w14:paraId="2751F506" w14:textId="77777777" w:rsidTr="000F3B5C">
        <w:tblPrEx>
          <w:tblCellMar>
            <w:top w:w="0" w:type="dxa"/>
            <w:bottom w:w="0" w:type="dxa"/>
          </w:tblCellMar>
        </w:tblPrEx>
        <w:trPr>
          <w:cantSplit/>
          <w:trHeight w:val="892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nil"/>
              <w:right w:val="single" w:sz="8" w:space="0" w:color="auto"/>
            </w:tcBorders>
          </w:tcPr>
          <w:p w14:paraId="6DBE4593" w14:textId="77777777" w:rsidR="006F48DD" w:rsidRDefault="006F48DD" w:rsidP="000F3B5C">
            <w:pPr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14:paraId="3780154F" w14:textId="77777777" w:rsidR="006F48DD" w:rsidRPr="00C4361B" w:rsidRDefault="006F48DD" w:rsidP="000F3B5C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rPr>
                <w:rFonts w:ascii="Arial" w:hAnsi="Arial" w:cs="Arial"/>
                <w:b/>
                <w:bCs/>
                <w:sz w:val="22"/>
              </w:rPr>
            </w:pPr>
            <w:r w:rsidRPr="00C4361B">
              <w:rPr>
                <w:rFonts w:ascii="Arial" w:hAnsi="Arial" w:cs="Arial"/>
                <w:b/>
                <w:bCs/>
                <w:sz w:val="22"/>
              </w:rPr>
              <w:t>Auftraggeber</w:t>
            </w:r>
          </w:p>
          <w:p w14:paraId="47BE49BF" w14:textId="77777777" w:rsidR="006F48DD" w:rsidRDefault="006F48DD" w:rsidP="000F3B5C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rPr>
                <w:rFonts w:ascii="Arial" w:hAnsi="Arial" w:cs="Arial"/>
                <w:b/>
                <w:bCs/>
              </w:rPr>
            </w:pPr>
            <w:r w:rsidRPr="00C4361B">
              <w:rPr>
                <w:rFonts w:ascii="Arial" w:hAnsi="Arial" w:cs="Arial"/>
                <w:b/>
                <w:bCs/>
                <w:sz w:val="22"/>
              </w:rPr>
              <w:t>(Referenzschreiben / Nummer)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1FFA41" w14:textId="77777777" w:rsidR="006F48DD" w:rsidRDefault="006F48DD" w:rsidP="000F3B5C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14:paraId="67D06F98" w14:textId="77777777" w:rsidR="006F48DD" w:rsidRDefault="006F48DD" w:rsidP="000F3B5C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 w:rsidRPr="00C4361B">
              <w:rPr>
                <w:rFonts w:ascii="Arial" w:hAnsi="Arial" w:cs="Arial"/>
                <w:b/>
                <w:bCs/>
                <w:sz w:val="22"/>
              </w:rPr>
              <w:t>Jahr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560E35" w14:textId="77777777" w:rsidR="006F48DD" w:rsidRDefault="006F48DD" w:rsidP="000F3B5C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14:paraId="7A6BE7FC" w14:textId="77777777" w:rsidR="006F48DD" w:rsidRPr="00116D3C" w:rsidRDefault="006F48DD" w:rsidP="000F3B5C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60" w:line="240" w:lineRule="exact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16D3C">
              <w:rPr>
                <w:rFonts w:ascii="Arial" w:hAnsi="Arial" w:cs="Arial"/>
                <w:b/>
                <w:bCs/>
                <w:sz w:val="22"/>
              </w:rPr>
              <w:t>Tätigkeitsfeld</w:t>
            </w:r>
          </w:p>
          <w:p w14:paraId="18AF9B7F" w14:textId="77777777" w:rsidR="006F48DD" w:rsidRDefault="006F48DD" w:rsidP="000F3B5C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T, R, KA,</w:t>
            </w:r>
            <w:r w:rsidR="001A41F6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BV,</w:t>
            </w:r>
          </w:p>
          <w:p w14:paraId="23ED0ECF" w14:textId="77777777" w:rsidR="006F48DD" w:rsidRDefault="006F48DD" w:rsidP="000F3B5C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OS, SB, IS</w:t>
            </w:r>
          </w:p>
          <w:p w14:paraId="585DF377" w14:textId="77777777" w:rsidR="006F48DD" w:rsidRPr="00116D3C" w:rsidRDefault="006F48DD" w:rsidP="000F3B5C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4361B">
              <w:rPr>
                <w:rFonts w:ascii="Arial" w:hAnsi="Arial" w:cs="Arial"/>
                <w:b/>
                <w:bCs/>
                <w:sz w:val="14"/>
              </w:rPr>
              <w:t>(siehe Antragsseite 4)</w:t>
            </w:r>
          </w:p>
        </w:tc>
      </w:tr>
      <w:tr w:rsidR="006F48DD" w14:paraId="52B3AA3A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31A406" w14:textId="77777777" w:rsidR="006F48DD" w:rsidRDefault="006F48DD" w:rsidP="000F3B5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6E408A" w14:textId="77777777" w:rsidR="006F48DD" w:rsidRDefault="006F48DD" w:rsidP="000F3B5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8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AEB71E" w14:textId="77777777" w:rsidR="006F48DD" w:rsidRDefault="006F48DD" w:rsidP="000F3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35632493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9652FA" w14:textId="77777777" w:rsidR="006F48DD" w:rsidRDefault="006F48DD" w:rsidP="000F3B5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FA2DD8" w14:textId="77777777" w:rsidR="006F48DD" w:rsidRDefault="006F48DD" w:rsidP="000F3B5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BD75F6" w14:textId="77777777" w:rsidR="006F48DD" w:rsidRDefault="006F48DD" w:rsidP="000F3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72761A4A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7EFCCF" w14:textId="77777777" w:rsidR="006F48DD" w:rsidRDefault="006F48DD" w:rsidP="000F3B5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B57023" w14:textId="77777777" w:rsidR="006F48DD" w:rsidRDefault="006F48DD" w:rsidP="000F3B5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9BA782" w14:textId="77777777" w:rsidR="006F48DD" w:rsidRDefault="006F48DD" w:rsidP="000F3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3F37A6E0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DB7096" w14:textId="77777777" w:rsidR="006F48DD" w:rsidRDefault="006F48DD" w:rsidP="000F3B5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7AECF3" w14:textId="77777777" w:rsidR="006F48DD" w:rsidRDefault="006F48DD" w:rsidP="000F3B5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E12AE7" w14:textId="77777777" w:rsidR="006F48DD" w:rsidRDefault="006F48DD" w:rsidP="000F3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6B7C0317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09B9BD" w14:textId="77777777" w:rsidR="006F48DD" w:rsidRDefault="006F48DD" w:rsidP="000F3B5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2763BF" w14:textId="77777777" w:rsidR="006F48DD" w:rsidRDefault="006F48DD" w:rsidP="000F3B5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2A794C" w14:textId="77777777" w:rsidR="006F48DD" w:rsidRDefault="006F48DD" w:rsidP="000F3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285EE62A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8F8930" w14:textId="77777777" w:rsidR="006F48DD" w:rsidRDefault="006F48DD" w:rsidP="000F3B5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8EA56C" w14:textId="77777777" w:rsidR="006F48DD" w:rsidRDefault="006F48DD" w:rsidP="000F3B5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6CCF70" w14:textId="77777777" w:rsidR="006F48DD" w:rsidRDefault="006F48DD" w:rsidP="000F3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1984B6D5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B09101" w14:textId="77777777" w:rsidR="006F48DD" w:rsidRDefault="006F48DD" w:rsidP="000F3B5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B7B299" w14:textId="77777777" w:rsidR="006F48DD" w:rsidRDefault="006F48DD" w:rsidP="000F3B5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4B6C40" w14:textId="77777777" w:rsidR="006F48DD" w:rsidRDefault="006F48DD" w:rsidP="000F3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0B573D73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66CC38" w14:textId="77777777" w:rsidR="006F48DD" w:rsidRDefault="006F48DD" w:rsidP="000F3B5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B534B7" w14:textId="77777777" w:rsidR="006F48DD" w:rsidRDefault="006F48DD" w:rsidP="000F3B5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B44F68" w14:textId="77777777" w:rsidR="006F48DD" w:rsidRDefault="006F48DD" w:rsidP="000F3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41B2B99B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DD1123" w14:textId="77777777" w:rsidR="006F48DD" w:rsidRDefault="006F48DD" w:rsidP="000F3B5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E73392" w14:textId="77777777" w:rsidR="006F48DD" w:rsidRDefault="006F48DD" w:rsidP="000F3B5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B2494C" w14:textId="77777777" w:rsidR="006F48DD" w:rsidRDefault="006F48DD" w:rsidP="000F3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713E1981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8756B7" w14:textId="77777777" w:rsidR="006F48DD" w:rsidRDefault="006F48DD" w:rsidP="000F3B5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165111" w14:textId="77777777" w:rsidR="006F48DD" w:rsidRDefault="006F48DD" w:rsidP="000F3B5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30E7EB" w14:textId="77777777" w:rsidR="006F48DD" w:rsidRDefault="006F48DD" w:rsidP="000F3B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441B2BD3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6562B8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892C99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80B7E1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24F7F066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6D0582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792D7C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D2BF0B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1070DF33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CE4601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60831C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928E7C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5569766B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2F6B30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2FEB1B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5B160B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72A1DAE0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F0B938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FE64B9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6ADCB4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6F48DD" w14:paraId="534F03EA" w14:textId="77777777" w:rsidTr="000F3B5C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9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56BC62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85E2EE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5F8A72" w14:textId="77777777" w:rsidR="006F48DD" w:rsidRDefault="006F48DD" w:rsidP="000F3B5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</w:tbl>
    <w:p w14:paraId="1956134F" w14:textId="77777777" w:rsidR="006F48DD" w:rsidRDefault="006F48DD" w:rsidP="006F48DD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ind w:left="567" w:hanging="567"/>
        <w:jc w:val="both"/>
        <w:rPr>
          <w:rFonts w:ascii="Arial" w:hAnsi="Arial" w:cs="Arial"/>
          <w:b/>
          <w:bCs/>
          <w:sz w:val="22"/>
        </w:rPr>
      </w:pPr>
    </w:p>
    <w:p w14:paraId="162F7560" w14:textId="77777777" w:rsidR="00607EB2" w:rsidRDefault="00607EB2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14:paraId="35B695C7" w14:textId="77777777" w:rsidR="00673362" w:rsidRDefault="0022205D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9</w:t>
      </w:r>
      <w:r w:rsidR="00665701">
        <w:rPr>
          <w:rFonts w:ascii="Arial" w:hAnsi="Arial" w:cs="Arial"/>
          <w:b/>
          <w:bCs/>
          <w:sz w:val="22"/>
        </w:rPr>
        <w:t>.</w:t>
      </w:r>
      <w:r w:rsidR="00673362">
        <w:rPr>
          <w:rFonts w:ascii="Arial" w:hAnsi="Arial" w:cs="Arial"/>
          <w:b/>
          <w:bCs/>
          <w:sz w:val="22"/>
        </w:rPr>
        <w:tab/>
        <w:t>Ausstattung mit Geräten und Werkzeugen</w:t>
      </w:r>
    </w:p>
    <w:p w14:paraId="389CCC15" w14:textId="77777777" w:rsidR="00673362" w:rsidRPr="0022205D" w:rsidRDefault="00673362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p w14:paraId="724E24D5" w14:textId="77777777" w:rsidR="00673362" w:rsidRDefault="00673362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Von </w:t>
      </w:r>
      <w:r w:rsidR="001A41F6">
        <w:rPr>
          <w:rFonts w:ascii="Arial" w:hAnsi="Arial" w:cs="Arial"/>
        </w:rPr>
        <w:t>den</w:t>
      </w:r>
      <w:r>
        <w:rPr>
          <w:rFonts w:ascii="Arial" w:hAnsi="Arial" w:cs="Arial"/>
        </w:rPr>
        <w:t xml:space="preserve"> nachstehend aufgeführten Geräten sind in unserem Besitz:</w:t>
      </w:r>
    </w:p>
    <w:p w14:paraId="3AE7EC1A" w14:textId="77777777" w:rsidR="00673362" w:rsidRDefault="00673362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2551"/>
        <w:gridCol w:w="2268"/>
        <w:gridCol w:w="1134"/>
      </w:tblGrid>
      <w:tr w:rsidR="00673362" w14:paraId="2D6F955E" w14:textId="77777777" w:rsidTr="00784B0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686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E596A7F" w14:textId="77777777" w:rsidR="00673362" w:rsidRDefault="00673362">
            <w:pPr>
              <w:pStyle w:val="berschrift5"/>
              <w:tabs>
                <w:tab w:val="clear" w:pos="567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Ausrüstung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77578E28" w14:textId="77777777" w:rsidR="00673362" w:rsidRDefault="00673362">
            <w:pPr>
              <w:pStyle w:val="berschrift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Hersteller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74F596D4" w14:textId="77777777" w:rsidR="00673362" w:rsidRDefault="00673362">
            <w:pPr>
              <w:pStyle w:val="berschrift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0CA83E6D" w14:textId="77777777" w:rsidR="00673362" w:rsidRDefault="00673362">
            <w:pPr>
              <w:pStyle w:val="berschrift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  <w:r>
              <w:rPr>
                <w:rFonts w:cs="Arial"/>
                <w:sz w:val="22"/>
                <w:szCs w:val="22"/>
              </w:rPr>
              <w:t>n</w:t>
            </w:r>
            <w:r>
              <w:rPr>
                <w:rFonts w:cs="Arial"/>
                <w:sz w:val="22"/>
                <w:szCs w:val="22"/>
              </w:rPr>
              <w:t>zahl</w:t>
            </w:r>
          </w:p>
        </w:tc>
      </w:tr>
      <w:tr w:rsidR="00673362" w14:paraId="2E2D51BD" w14:textId="77777777" w:rsidTr="00373565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C212B6" w14:textId="77777777" w:rsidR="00673362" w:rsidRDefault="00673362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Messwagen (mit Werkzeug)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54A89C" w14:textId="77777777" w:rsidR="00673362" w:rsidRPr="00434C35" w:rsidRDefault="00673362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53001" w14:textId="77777777" w:rsidR="00673362" w:rsidRPr="00434C35" w:rsidRDefault="00673362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F6D34" w14:textId="77777777" w:rsidR="00673362" w:rsidRPr="00434C35" w:rsidRDefault="00673362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5696E5E2" w14:textId="77777777" w:rsidTr="00373565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1BA57E3A" w14:textId="77777777" w:rsidR="00673362" w:rsidRDefault="00673362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Montagewagen (mit Werkzeug)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36E8443F" w14:textId="77777777" w:rsidR="00673362" w:rsidRPr="00434C35" w:rsidRDefault="00673362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78F022D" w14:textId="77777777" w:rsidR="00673362" w:rsidRPr="00434C35" w:rsidRDefault="00673362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1453314C" w14:textId="77777777" w:rsidR="00673362" w:rsidRPr="00434C35" w:rsidRDefault="00673362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2B5DF505" w14:textId="77777777" w:rsidTr="00373565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686" w:type="dxa"/>
            <w:shd w:val="clear" w:color="auto" w:fill="FFFFFF"/>
            <w:vAlign w:val="center"/>
          </w:tcPr>
          <w:p w14:paraId="75FDEE8F" w14:textId="77777777" w:rsidR="00673362" w:rsidRDefault="004E0B5A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Drahthaspel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9B5CD86" w14:textId="77777777" w:rsidR="00673362" w:rsidRPr="00434C35" w:rsidRDefault="00673362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E9A64F9" w14:textId="77777777" w:rsidR="00673362" w:rsidRPr="00434C35" w:rsidRDefault="00673362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206F63" w14:textId="77777777" w:rsidR="00673362" w:rsidRPr="00434C35" w:rsidRDefault="00673362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39F7BEEE" w14:textId="77777777" w:rsidTr="00784B0A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3F3F3"/>
            <w:vAlign w:val="center"/>
          </w:tcPr>
          <w:p w14:paraId="4E8D824E" w14:textId="77777777" w:rsidR="00673362" w:rsidRDefault="004E0B5A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Kabeltrommel 230V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25CCBABC" w14:textId="77777777" w:rsidR="00673362" w:rsidRPr="00434C35" w:rsidRDefault="00673362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3A249451" w14:textId="77777777" w:rsidR="00673362" w:rsidRPr="00434C35" w:rsidRDefault="00673362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285AAEFC" w14:textId="77777777" w:rsidR="00673362" w:rsidRPr="00434C35" w:rsidRDefault="00673362">
            <w:pPr>
              <w:pStyle w:val="Kopfzeile"/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4E0B5A" w14:paraId="2244025A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FFFFF"/>
            <w:vAlign w:val="center"/>
          </w:tcPr>
          <w:p w14:paraId="706491F1" w14:textId="77777777" w:rsidR="004E0B5A" w:rsidRDefault="004E0B5A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Bolzenschweißgerät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D3FB074" w14:textId="77777777" w:rsidR="004E0B5A" w:rsidRPr="00434C35" w:rsidRDefault="004E0B5A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F612D2D" w14:textId="77777777" w:rsidR="004E0B5A" w:rsidRPr="00434C35" w:rsidRDefault="004E0B5A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0F0BC8" w14:textId="77777777" w:rsidR="004E0B5A" w:rsidRPr="00434C35" w:rsidRDefault="004E0B5A">
            <w:pPr>
              <w:jc w:val="center"/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673362" w14:paraId="726649E4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2F2F2"/>
            <w:vAlign w:val="center"/>
          </w:tcPr>
          <w:p w14:paraId="261AF291" w14:textId="77777777" w:rsidR="00673362" w:rsidRDefault="004E0B5A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Zangenamperemeter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72D85D2B" w14:textId="77777777" w:rsidR="00673362" w:rsidRPr="00434C35" w:rsidRDefault="004E0B5A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17B392C" w14:textId="77777777" w:rsidR="00673362" w:rsidRPr="00434C35" w:rsidRDefault="00673362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F4D453F" w14:textId="77777777" w:rsidR="00673362" w:rsidRPr="00434C35" w:rsidRDefault="00673362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4E0B5A" w14:paraId="34D54478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FFFFF"/>
            <w:vAlign w:val="center"/>
          </w:tcPr>
          <w:p w14:paraId="592D9F05" w14:textId="77777777" w:rsidR="004E0B5A" w:rsidRDefault="004E0B5A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Mikrovoltmeter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63A71EF" w14:textId="77777777" w:rsidR="004E0B5A" w:rsidRPr="00434C35" w:rsidRDefault="004E0B5A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B31C5F9" w14:textId="77777777" w:rsidR="004E0B5A" w:rsidRPr="00434C35" w:rsidRDefault="004E0B5A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F84CDBA" w14:textId="77777777" w:rsidR="004E0B5A" w:rsidRPr="00434C35" w:rsidRDefault="004E0B5A">
            <w:pPr>
              <w:jc w:val="center"/>
              <w:rPr>
                <w:rFonts w:ascii="Arial" w:hAnsi="Arial" w:cs="Arial"/>
                <w:b/>
                <w:i/>
                <w:iCs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  <w:i/>
                <w:i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  <w:i/>
                <w:i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  <w:i/>
                <w:iCs/>
              </w:rPr>
            </w:r>
            <w:r w:rsidRPr="00434C35">
              <w:rPr>
                <w:rFonts w:ascii="Arial" w:hAnsi="Arial" w:cs="Arial"/>
                <w:b/>
                <w:bCs/>
                <w:i/>
                <w:i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i/>
                <w:i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i/>
                <w:i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i/>
                <w:i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i/>
                <w:i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i/>
                <w:i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i/>
                <w:iCs/>
              </w:rPr>
              <w:fldChar w:fldCharType="end"/>
            </w:r>
          </w:p>
        </w:tc>
      </w:tr>
      <w:tr w:rsidR="004E0B5A" w14:paraId="48F08C72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2F2F2"/>
            <w:vAlign w:val="center"/>
          </w:tcPr>
          <w:p w14:paraId="74B078A5" w14:textId="77777777" w:rsidR="004E0B5A" w:rsidRDefault="004E0B5A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digitale Voltmeter (h</w:t>
            </w:r>
            <w:r>
              <w:rPr>
                <w:rFonts w:ascii="Arial" w:hAnsi="Arial" w:cs="Arial"/>
                <w:sz w:val="22"/>
              </w:rPr>
              <w:t>o</w:t>
            </w:r>
            <w:r>
              <w:rPr>
                <w:rFonts w:ascii="Arial" w:hAnsi="Arial" w:cs="Arial"/>
                <w:sz w:val="22"/>
              </w:rPr>
              <w:t>chohmig)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311155F7" w14:textId="77777777" w:rsidR="004E0B5A" w:rsidRPr="00434C35" w:rsidRDefault="004E0B5A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11BC0AC" w14:textId="77777777" w:rsidR="004E0B5A" w:rsidRPr="00434C35" w:rsidRDefault="004E0B5A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0BB3518" w14:textId="77777777" w:rsidR="004E0B5A" w:rsidRPr="00434C35" w:rsidRDefault="004E0B5A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4E0B5A" w14:paraId="1987C245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FFFFF"/>
            <w:vAlign w:val="center"/>
          </w:tcPr>
          <w:p w14:paraId="4F48D5A1" w14:textId="77777777" w:rsidR="004E0B5A" w:rsidRDefault="004E0B5A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analoge Voltmeter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8386C56" w14:textId="77777777" w:rsidR="004E0B5A" w:rsidRPr="00434C35" w:rsidRDefault="004E0B5A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7A0F9D4" w14:textId="77777777" w:rsidR="004E0B5A" w:rsidRPr="00434C35" w:rsidRDefault="004E0B5A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9D2B02" w14:textId="77777777" w:rsidR="004E0B5A" w:rsidRPr="00434C35" w:rsidRDefault="004E0B5A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4E0B5A" w14:paraId="5D1ED86F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2F2F2"/>
            <w:vAlign w:val="center"/>
          </w:tcPr>
          <w:p w14:paraId="0834A30B" w14:textId="77777777" w:rsidR="004E0B5A" w:rsidRDefault="004E0B5A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Datenlogger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665F8588" w14:textId="77777777" w:rsidR="004E0B5A" w:rsidRPr="00434C35" w:rsidRDefault="004E0B5A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9929682" w14:textId="77777777" w:rsidR="004E0B5A" w:rsidRPr="00434C35" w:rsidRDefault="004E0B5A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7A4ECD8" w14:textId="77777777" w:rsidR="004E0B5A" w:rsidRPr="00434C35" w:rsidRDefault="004E0B5A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0361FC7C" w14:textId="77777777" w:rsidR="00AE7718" w:rsidRDefault="00673362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96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2551"/>
        <w:gridCol w:w="2268"/>
        <w:gridCol w:w="1134"/>
      </w:tblGrid>
      <w:tr w:rsidR="00673362" w14:paraId="713CDA80" w14:textId="77777777" w:rsidTr="00434C3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685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11FD293" w14:textId="77777777" w:rsidR="00673362" w:rsidRDefault="00673362">
            <w:pPr>
              <w:pStyle w:val="berschrift5"/>
              <w:tabs>
                <w:tab w:val="clear" w:pos="567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Ausrüstung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1CDE2DB7" w14:textId="77777777" w:rsidR="00673362" w:rsidRDefault="00673362">
            <w:pPr>
              <w:pStyle w:val="berschrift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Hersteller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128C96EE" w14:textId="77777777" w:rsidR="00673362" w:rsidRDefault="00673362">
            <w:pPr>
              <w:pStyle w:val="berschrift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686ECF2" w14:textId="77777777" w:rsidR="00673362" w:rsidRDefault="00673362">
            <w:pPr>
              <w:pStyle w:val="berschrift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Anzahl</w:t>
            </w:r>
          </w:p>
        </w:tc>
      </w:tr>
      <w:tr w:rsidR="00AE7718" w14:paraId="38C7E5BF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4697517E" w14:textId="77777777" w:rsidR="00AE7718" w:rsidRDefault="00AE7718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Fernüberwachungsgerät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361E2551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3D8A6666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8725F5" w14:textId="77777777" w:rsidR="00AE7718" w:rsidRPr="00434C35" w:rsidRDefault="00AE7718" w:rsidP="0037356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AE7718" w14:paraId="53803715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5" w:type="dxa"/>
            <w:shd w:val="clear" w:color="auto" w:fill="F3F3F3"/>
            <w:vAlign w:val="center"/>
          </w:tcPr>
          <w:p w14:paraId="67C59DA3" w14:textId="77777777" w:rsidR="00AE7718" w:rsidRDefault="00AE7718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mobile Datenerfassungsgerät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233D65EF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057C5500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0DD585F1" w14:textId="77777777" w:rsidR="00AE7718" w:rsidRPr="00434C35" w:rsidRDefault="00AE7718" w:rsidP="0037356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AE7718" w14:paraId="0086DDFB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5" w:type="dxa"/>
            <w:vAlign w:val="center"/>
          </w:tcPr>
          <w:p w14:paraId="78CDF3DF" w14:textId="77777777" w:rsidR="00AE7718" w:rsidRDefault="00AE7718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Oszilloskop</w:t>
            </w:r>
          </w:p>
        </w:tc>
        <w:tc>
          <w:tcPr>
            <w:tcW w:w="2551" w:type="dxa"/>
            <w:vAlign w:val="center"/>
          </w:tcPr>
          <w:p w14:paraId="1011AAA6" w14:textId="77777777" w:rsidR="00AE7718" w:rsidRPr="00434C35" w:rsidRDefault="00AE7718" w:rsidP="00373565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0CC66DE" w14:textId="77777777" w:rsidR="00AE7718" w:rsidRPr="00434C35" w:rsidRDefault="00AE7718" w:rsidP="00373565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C930DD8" w14:textId="77777777" w:rsidR="00AE7718" w:rsidRPr="00434C35" w:rsidRDefault="00AE7718" w:rsidP="0037356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AE7718" w14:paraId="77373A8C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5" w:type="dxa"/>
            <w:shd w:val="clear" w:color="auto" w:fill="F3F3F3"/>
            <w:vAlign w:val="center"/>
          </w:tcPr>
          <w:p w14:paraId="50FE96BD" w14:textId="77777777" w:rsidR="00AE7718" w:rsidRDefault="00AE7718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Zeitschalter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51E99F1C" w14:textId="77777777" w:rsidR="00AE7718" w:rsidRPr="00434C35" w:rsidRDefault="00AE7718" w:rsidP="00373565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0A89E14C" w14:textId="77777777" w:rsidR="00AE7718" w:rsidRPr="00434C35" w:rsidRDefault="00AE7718" w:rsidP="00373565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6694D834" w14:textId="77777777" w:rsidR="00AE7718" w:rsidRPr="00434C35" w:rsidRDefault="00AE7718" w:rsidP="0037356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AE7718" w14:paraId="4590E6E4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5" w:type="dxa"/>
            <w:shd w:val="clear" w:color="auto" w:fill="FFFFFF"/>
            <w:vAlign w:val="center"/>
          </w:tcPr>
          <w:p w14:paraId="1CCE1023" w14:textId="77777777" w:rsidR="00AE7718" w:rsidRPr="008A32FE" w:rsidRDefault="00AE7718" w:rsidP="006366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Leistungsschalter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84DCB2F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B7893F4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D0D539" w14:textId="77777777" w:rsidR="00AE7718" w:rsidRPr="00434C35" w:rsidRDefault="00AE7718" w:rsidP="0037356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AE7718" w14:paraId="405FF4FB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5" w:type="dxa"/>
            <w:shd w:val="clear" w:color="auto" w:fill="F3F3F3"/>
            <w:vAlign w:val="center"/>
          </w:tcPr>
          <w:p w14:paraId="62F683FB" w14:textId="77777777" w:rsidR="00AE7718" w:rsidRPr="008A32FE" w:rsidRDefault="00AE7718" w:rsidP="006366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A32FE">
              <w:rPr>
                <w:rFonts w:ascii="Arial" w:hAnsi="Arial" w:cs="Arial"/>
                <w:sz w:val="22"/>
                <w:szCs w:val="22"/>
              </w:rPr>
              <w:t>Erdungsmessgeräte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26321525" w14:textId="77777777" w:rsidR="00AE7718" w:rsidRPr="00434C35" w:rsidRDefault="00AE7718" w:rsidP="00373565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6A61E190" w14:textId="77777777" w:rsidR="00AE7718" w:rsidRPr="00434C35" w:rsidRDefault="00AE7718" w:rsidP="00373565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48174933" w14:textId="77777777" w:rsidR="00AE7718" w:rsidRPr="00434C35" w:rsidRDefault="00AE7718" w:rsidP="0037356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AE7718" w14:paraId="53E9ECFE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5" w:type="dxa"/>
            <w:shd w:val="clear" w:color="auto" w:fill="FFFFFF"/>
            <w:vAlign w:val="center"/>
          </w:tcPr>
          <w:p w14:paraId="3C4617A7" w14:textId="77777777" w:rsidR="00AE7718" w:rsidRPr="008A32FE" w:rsidRDefault="00AE7718" w:rsidP="006366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A32FE">
              <w:rPr>
                <w:rFonts w:ascii="Arial" w:hAnsi="Arial" w:cs="Arial"/>
                <w:sz w:val="22"/>
                <w:szCs w:val="22"/>
              </w:rPr>
              <w:t>Gleichrichter für Probeeinspe</w:t>
            </w:r>
            <w:r w:rsidRPr="008A32FE">
              <w:rPr>
                <w:rFonts w:ascii="Arial" w:hAnsi="Arial" w:cs="Arial"/>
                <w:sz w:val="22"/>
                <w:szCs w:val="22"/>
              </w:rPr>
              <w:t>i</w:t>
            </w:r>
            <w:r w:rsidRPr="008A32FE">
              <w:rPr>
                <w:rFonts w:ascii="Arial" w:hAnsi="Arial" w:cs="Arial"/>
                <w:sz w:val="22"/>
                <w:szCs w:val="22"/>
              </w:rPr>
              <w:t>sung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8062CAB" w14:textId="77777777" w:rsidR="00AE7718" w:rsidRPr="00434C35" w:rsidRDefault="00AE7718" w:rsidP="00373565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FEC9581" w14:textId="77777777" w:rsidR="00AE7718" w:rsidRPr="00434C35" w:rsidRDefault="00AE7718" w:rsidP="00373565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305998" w14:textId="77777777" w:rsidR="00AE7718" w:rsidRPr="00434C35" w:rsidRDefault="00AE7718" w:rsidP="0037356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AE7718" w14:paraId="32842537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5" w:type="dxa"/>
            <w:shd w:val="clear" w:color="auto" w:fill="F3F3F3"/>
            <w:vAlign w:val="center"/>
          </w:tcPr>
          <w:p w14:paraId="50359EC5" w14:textId="77777777" w:rsidR="00AE7718" w:rsidRPr="008A32FE" w:rsidRDefault="00AE7718" w:rsidP="006366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Kupfersulfat-Elektroden (F</w:t>
            </w:r>
            <w:r w:rsidRPr="008A32FE">
              <w:rPr>
                <w:rFonts w:ascii="Arial" w:hAnsi="Arial" w:cs="Arial"/>
                <w:sz w:val="22"/>
                <w:szCs w:val="22"/>
              </w:rPr>
              <w:t>es</w:t>
            </w:r>
            <w:r w:rsidRPr="008A32FE">
              <w:rPr>
                <w:rFonts w:ascii="Arial" w:hAnsi="Arial" w:cs="Arial"/>
                <w:sz w:val="22"/>
                <w:szCs w:val="22"/>
              </w:rPr>
              <w:t>t</w:t>
            </w:r>
            <w:r w:rsidRPr="008A32FE">
              <w:rPr>
                <w:rFonts w:ascii="Arial" w:hAnsi="Arial" w:cs="Arial"/>
                <w:sz w:val="22"/>
                <w:szCs w:val="22"/>
              </w:rPr>
              <w:t>stoff)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3418C4E2" w14:textId="77777777" w:rsidR="00AE7718" w:rsidRPr="00434C35" w:rsidRDefault="00AE7718" w:rsidP="00373565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3545D95C" w14:textId="77777777" w:rsidR="00AE7718" w:rsidRPr="00434C35" w:rsidRDefault="00AE7718" w:rsidP="00373565">
            <w:pPr>
              <w:rPr>
                <w:rFonts w:ascii="Arial Narrow" w:hAnsi="Arial Narrow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53B06E4B" w14:textId="77777777" w:rsidR="00AE7718" w:rsidRPr="00434C35" w:rsidRDefault="00AE7718" w:rsidP="0037356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AE7718" w14:paraId="26CC6253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5" w:type="dxa"/>
            <w:shd w:val="clear" w:color="auto" w:fill="FFFFFF"/>
            <w:vAlign w:val="center"/>
          </w:tcPr>
          <w:p w14:paraId="12946D06" w14:textId="77777777" w:rsidR="00AE7718" w:rsidRPr="008A32FE" w:rsidRDefault="00AE7718" w:rsidP="006366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A32FE">
              <w:rPr>
                <w:rFonts w:ascii="Arial" w:hAnsi="Arial" w:cs="Arial"/>
                <w:sz w:val="22"/>
                <w:szCs w:val="22"/>
              </w:rPr>
              <w:t>Kupfersulfat-Elektroden (Flüssi</w:t>
            </w:r>
            <w:r w:rsidRPr="008A32FE">
              <w:rPr>
                <w:rFonts w:ascii="Arial" w:hAnsi="Arial" w:cs="Arial"/>
                <w:sz w:val="22"/>
                <w:szCs w:val="22"/>
              </w:rPr>
              <w:t>g</w:t>
            </w:r>
            <w:r w:rsidRPr="008A32F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32741F0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4198E51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75BC7A" w14:textId="77777777" w:rsidR="00AE7718" w:rsidRPr="00434C35" w:rsidRDefault="00AE7718" w:rsidP="0037356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AE7718" w14:paraId="0344C1D3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5" w:type="dxa"/>
            <w:shd w:val="clear" w:color="auto" w:fill="F3F3F3"/>
            <w:vAlign w:val="center"/>
          </w:tcPr>
          <w:p w14:paraId="09E4C101" w14:textId="77777777" w:rsidR="00AE7718" w:rsidRPr="008A32FE" w:rsidRDefault="00AE7718" w:rsidP="006366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mobile Messprobe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27CCF558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7CECEA5C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27E7D0DF" w14:textId="77777777" w:rsidR="00AE7718" w:rsidRPr="00434C35" w:rsidRDefault="00AE7718" w:rsidP="0037356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AE7718" w14:paraId="5F8BB505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5" w:type="dxa"/>
            <w:shd w:val="clear" w:color="auto" w:fill="FFFFFF"/>
            <w:vAlign w:val="center"/>
          </w:tcPr>
          <w:p w14:paraId="7FCC61B6" w14:textId="77777777" w:rsidR="00AE7718" w:rsidRPr="008A32FE" w:rsidRDefault="00AE7718" w:rsidP="006366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A32FE">
              <w:rPr>
                <w:rFonts w:ascii="Arial" w:hAnsi="Arial" w:cs="Arial"/>
                <w:sz w:val="22"/>
                <w:szCs w:val="22"/>
              </w:rPr>
              <w:t>Notstromaggregat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ECD8DCF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EC6375D" w14:textId="77777777" w:rsidR="00AE7718" w:rsidRPr="00434C35" w:rsidRDefault="00AE7718" w:rsidP="00373565">
            <w:pPr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46933F" w14:textId="77777777" w:rsidR="00AE7718" w:rsidRPr="00434C35" w:rsidRDefault="00AE7718" w:rsidP="0037356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4C35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434C35">
              <w:rPr>
                <w:rFonts w:ascii="Arial" w:hAnsi="Arial" w:cs="Arial"/>
                <w:b/>
                <w:bCs/>
              </w:rPr>
            </w:r>
            <w:r w:rsidRPr="00434C35">
              <w:rPr>
                <w:rFonts w:ascii="Arial" w:hAnsi="Arial" w:cs="Arial"/>
                <w:b/>
                <w:bCs/>
              </w:rPr>
              <w:fldChar w:fldCharType="separate"/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  <w:noProof/>
              </w:rPr>
              <w:t> </w:t>
            </w:r>
            <w:r w:rsidRPr="00434C35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0DAC788E" w14:textId="77777777" w:rsidR="00434C35" w:rsidRDefault="00434C35">
      <w:pPr>
        <w:rPr>
          <w:rFonts w:ascii="Arial" w:hAnsi="Arial" w:cs="Arial"/>
          <w:b/>
        </w:rPr>
      </w:pPr>
    </w:p>
    <w:p w14:paraId="2C999D1B" w14:textId="77777777" w:rsidR="00434C35" w:rsidRDefault="00434C35">
      <w:pPr>
        <w:rPr>
          <w:rFonts w:ascii="Arial" w:hAnsi="Arial" w:cs="Arial"/>
          <w:b/>
        </w:rPr>
      </w:pPr>
    </w:p>
    <w:p w14:paraId="1C2CCD28" w14:textId="77777777" w:rsidR="00434C35" w:rsidRDefault="00434C35">
      <w:pPr>
        <w:rPr>
          <w:rFonts w:ascii="Arial" w:hAnsi="Arial" w:cs="Arial"/>
          <w:b/>
        </w:rPr>
      </w:pPr>
    </w:p>
    <w:p w14:paraId="7DC741C8" w14:textId="77777777" w:rsidR="001D5C0D" w:rsidRDefault="001D5C0D">
      <w:pPr>
        <w:rPr>
          <w:rFonts w:ascii="Arial" w:hAnsi="Arial" w:cs="Arial"/>
          <w:b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2551"/>
        <w:gridCol w:w="2268"/>
        <w:gridCol w:w="1134"/>
      </w:tblGrid>
      <w:tr w:rsidR="00434C35" w14:paraId="4FB851D2" w14:textId="77777777" w:rsidTr="00434C3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686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0339615" w14:textId="77777777" w:rsidR="00434C35" w:rsidRDefault="00434C35" w:rsidP="00373565">
            <w:pPr>
              <w:pStyle w:val="berschrift5"/>
              <w:tabs>
                <w:tab w:val="clear" w:pos="567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Ausrüstung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6118A5B" w14:textId="77777777" w:rsidR="00434C35" w:rsidRDefault="00434C35" w:rsidP="00373565">
            <w:pPr>
              <w:pStyle w:val="berschrift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Hersteller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9F5A005" w14:textId="77777777" w:rsidR="00434C35" w:rsidRDefault="00434C35" w:rsidP="00373565">
            <w:pPr>
              <w:pStyle w:val="berschrift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F08CD49" w14:textId="77777777" w:rsidR="00434C35" w:rsidRDefault="00434C35" w:rsidP="00373565">
            <w:pPr>
              <w:pStyle w:val="berschrift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Anzahl</w:t>
            </w:r>
          </w:p>
        </w:tc>
      </w:tr>
      <w:tr w:rsidR="00434C35" w14:paraId="129725E7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6D27B922" w14:textId="77777777" w:rsidR="00434C35" w:rsidRDefault="0063665F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Software I- und IFO Messung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27F63102" w14:textId="77777777" w:rsidR="00434C35" w:rsidRPr="00434C35" w:rsidRDefault="00434C35" w:rsidP="00373565">
            <w:pPr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AC2E3AF" w14:textId="77777777" w:rsidR="00434C35" w:rsidRPr="00434C35" w:rsidRDefault="00434C35" w:rsidP="00373565">
            <w:pPr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A56EC5" w14:textId="77777777" w:rsidR="00434C35" w:rsidRPr="00434C35" w:rsidRDefault="00434C35" w:rsidP="00373565">
            <w:pPr>
              <w:jc w:val="center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</w:tr>
      <w:tr w:rsidR="00434C35" w14:paraId="5D9CB39A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3F3F3"/>
            <w:vAlign w:val="center"/>
          </w:tcPr>
          <w:p w14:paraId="4B95DA72" w14:textId="77777777" w:rsidR="00434C35" w:rsidRDefault="0063665F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Software Datenlogger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4EEA24D9" w14:textId="77777777" w:rsidR="00434C35" w:rsidRPr="00434C35" w:rsidRDefault="00434C35" w:rsidP="00373565">
            <w:pPr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07948615" w14:textId="77777777" w:rsidR="00434C35" w:rsidRPr="00434C35" w:rsidRDefault="00434C35" w:rsidP="00373565">
            <w:pPr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67E880A9" w14:textId="77777777" w:rsidR="00434C35" w:rsidRPr="00434C35" w:rsidRDefault="00434C35" w:rsidP="00373565">
            <w:pPr>
              <w:jc w:val="center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</w:tr>
      <w:tr w:rsidR="00434C35" w14:paraId="1B5C9C9A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vAlign w:val="center"/>
          </w:tcPr>
          <w:p w14:paraId="5FA2FD79" w14:textId="77777777" w:rsidR="00434C35" w:rsidRDefault="0063665F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GPS-Gerät</w:t>
            </w:r>
          </w:p>
        </w:tc>
        <w:tc>
          <w:tcPr>
            <w:tcW w:w="2551" w:type="dxa"/>
            <w:vAlign w:val="center"/>
          </w:tcPr>
          <w:p w14:paraId="0AE305B1" w14:textId="77777777" w:rsidR="00434C35" w:rsidRPr="00434C35" w:rsidRDefault="00434C35" w:rsidP="00373565">
            <w:pPr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25E1F02" w14:textId="77777777" w:rsidR="00434C35" w:rsidRPr="00434C35" w:rsidRDefault="00434C35" w:rsidP="00373565">
            <w:pPr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FD8630C" w14:textId="77777777" w:rsidR="00434C35" w:rsidRPr="00434C35" w:rsidRDefault="00434C35" w:rsidP="00373565">
            <w:pPr>
              <w:jc w:val="center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</w:tr>
      <w:tr w:rsidR="00434C35" w14:paraId="3E02D9F8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3F3F3"/>
            <w:vAlign w:val="center"/>
          </w:tcPr>
          <w:p w14:paraId="4AF0803C" w14:textId="77777777" w:rsidR="00434C35" w:rsidRDefault="0063665F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Rohrsuchgerät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077451CC" w14:textId="77777777" w:rsidR="00434C35" w:rsidRPr="00434C35" w:rsidRDefault="00434C35" w:rsidP="00373565">
            <w:pPr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1472A3FA" w14:textId="77777777" w:rsidR="00434C35" w:rsidRPr="00434C35" w:rsidRDefault="00434C35" w:rsidP="00373565">
            <w:pPr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0D096F63" w14:textId="77777777" w:rsidR="00434C35" w:rsidRPr="00434C35" w:rsidRDefault="00434C35" w:rsidP="00373565">
            <w:pPr>
              <w:jc w:val="center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</w:tr>
      <w:tr w:rsidR="00434C35" w14:paraId="108465B5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FFFFF"/>
            <w:vAlign w:val="center"/>
          </w:tcPr>
          <w:p w14:paraId="0E70D0FE" w14:textId="77777777" w:rsidR="00434C35" w:rsidRPr="0063665F" w:rsidRDefault="0063665F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 w:rsidRPr="0063665F">
              <w:rPr>
                <w:rFonts w:ascii="Arial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3665F">
              <w:rPr>
                <w:rFonts w:ascii="Arial" w:hAnsi="Arial" w:cs="Arial"/>
                <w:sz w:val="22"/>
              </w:rPr>
              <w:instrText xml:space="preserve"> FORMTEXT </w:instrText>
            </w:r>
            <w:r w:rsidRPr="0063665F">
              <w:rPr>
                <w:rFonts w:ascii="Arial" w:hAnsi="Arial" w:cs="Arial"/>
                <w:sz w:val="22"/>
              </w:rPr>
            </w:r>
            <w:r w:rsidRPr="0063665F">
              <w:rPr>
                <w:rFonts w:ascii="Arial" w:hAnsi="Arial" w:cs="Arial"/>
                <w:sz w:val="22"/>
              </w:rPr>
              <w:fldChar w:fldCharType="separate"/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90E6835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8C07B1D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3FFAC6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jc w:val="center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</w:tr>
      <w:tr w:rsidR="00434C35" w14:paraId="262C364C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3F3F3"/>
            <w:vAlign w:val="center"/>
          </w:tcPr>
          <w:p w14:paraId="423E9A42" w14:textId="77777777" w:rsidR="00434C35" w:rsidRPr="0063665F" w:rsidRDefault="0063665F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 w:rsidRPr="0063665F">
              <w:rPr>
                <w:rFonts w:ascii="Arial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3665F">
              <w:rPr>
                <w:rFonts w:ascii="Arial" w:hAnsi="Arial" w:cs="Arial"/>
                <w:sz w:val="22"/>
              </w:rPr>
              <w:instrText xml:space="preserve"> FORMTEXT </w:instrText>
            </w:r>
            <w:r w:rsidRPr="0063665F">
              <w:rPr>
                <w:rFonts w:ascii="Arial" w:hAnsi="Arial" w:cs="Arial"/>
                <w:sz w:val="22"/>
              </w:rPr>
            </w:r>
            <w:r w:rsidRPr="0063665F">
              <w:rPr>
                <w:rFonts w:ascii="Arial" w:hAnsi="Arial" w:cs="Arial"/>
                <w:sz w:val="22"/>
              </w:rPr>
              <w:fldChar w:fldCharType="separate"/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76B0B715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746C8A0D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02F90472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jc w:val="center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</w:tr>
      <w:tr w:rsidR="00434C35" w14:paraId="095FD271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FFFFF"/>
            <w:vAlign w:val="center"/>
          </w:tcPr>
          <w:p w14:paraId="092BD3E3" w14:textId="77777777" w:rsidR="00434C35" w:rsidRPr="0063665F" w:rsidRDefault="0063665F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 w:rsidRPr="0063665F">
              <w:rPr>
                <w:rFonts w:ascii="Arial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3665F">
              <w:rPr>
                <w:rFonts w:ascii="Arial" w:hAnsi="Arial" w:cs="Arial"/>
                <w:sz w:val="22"/>
              </w:rPr>
              <w:instrText xml:space="preserve"> FORMTEXT </w:instrText>
            </w:r>
            <w:r w:rsidRPr="0063665F">
              <w:rPr>
                <w:rFonts w:ascii="Arial" w:hAnsi="Arial" w:cs="Arial"/>
                <w:sz w:val="22"/>
              </w:rPr>
            </w:r>
            <w:r w:rsidRPr="0063665F">
              <w:rPr>
                <w:rFonts w:ascii="Arial" w:hAnsi="Arial" w:cs="Arial"/>
                <w:sz w:val="22"/>
              </w:rPr>
              <w:fldChar w:fldCharType="separate"/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16C6083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5BF7281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98B4DF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jc w:val="center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</w:tr>
      <w:tr w:rsidR="00434C35" w14:paraId="6C0C1AA3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3F3F3"/>
            <w:vAlign w:val="center"/>
          </w:tcPr>
          <w:p w14:paraId="3C18DD3E" w14:textId="77777777" w:rsidR="00434C35" w:rsidRPr="0063665F" w:rsidRDefault="0063665F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 w:rsidRPr="0063665F">
              <w:rPr>
                <w:rFonts w:ascii="Arial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3665F">
              <w:rPr>
                <w:rFonts w:ascii="Arial" w:hAnsi="Arial" w:cs="Arial"/>
                <w:sz w:val="22"/>
              </w:rPr>
              <w:instrText xml:space="preserve"> FORMTEXT </w:instrText>
            </w:r>
            <w:r w:rsidRPr="0063665F">
              <w:rPr>
                <w:rFonts w:ascii="Arial" w:hAnsi="Arial" w:cs="Arial"/>
                <w:sz w:val="22"/>
              </w:rPr>
            </w:r>
            <w:r w:rsidRPr="0063665F">
              <w:rPr>
                <w:rFonts w:ascii="Arial" w:hAnsi="Arial" w:cs="Arial"/>
                <w:sz w:val="22"/>
              </w:rPr>
              <w:fldChar w:fldCharType="separate"/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20EC6319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27A28C2D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21E868E0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jc w:val="center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</w:tr>
      <w:tr w:rsidR="00434C35" w14:paraId="6438AA04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FFFFF"/>
            <w:vAlign w:val="center"/>
          </w:tcPr>
          <w:p w14:paraId="2766C113" w14:textId="77777777" w:rsidR="00434C35" w:rsidRPr="0063665F" w:rsidRDefault="0063665F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 w:rsidRPr="0063665F">
              <w:rPr>
                <w:rFonts w:ascii="Arial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3665F">
              <w:rPr>
                <w:rFonts w:ascii="Arial" w:hAnsi="Arial" w:cs="Arial"/>
                <w:sz w:val="22"/>
              </w:rPr>
              <w:instrText xml:space="preserve"> FORMTEXT </w:instrText>
            </w:r>
            <w:r w:rsidRPr="0063665F">
              <w:rPr>
                <w:rFonts w:ascii="Arial" w:hAnsi="Arial" w:cs="Arial"/>
                <w:sz w:val="22"/>
              </w:rPr>
            </w:r>
            <w:r w:rsidRPr="0063665F">
              <w:rPr>
                <w:rFonts w:ascii="Arial" w:hAnsi="Arial" w:cs="Arial"/>
                <w:sz w:val="22"/>
              </w:rPr>
              <w:fldChar w:fldCharType="separate"/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C09B212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B0130E9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BE225A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jc w:val="center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</w:tr>
      <w:tr w:rsidR="00434C35" w14:paraId="4F6616C2" w14:textId="77777777" w:rsidTr="00434C3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3F3F3"/>
            <w:vAlign w:val="center"/>
          </w:tcPr>
          <w:p w14:paraId="6CDF34B1" w14:textId="77777777" w:rsidR="00434C35" w:rsidRPr="0063665F" w:rsidRDefault="0063665F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 w:rsidRPr="0063665F">
              <w:rPr>
                <w:rFonts w:ascii="Arial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3665F">
              <w:rPr>
                <w:rFonts w:ascii="Arial" w:hAnsi="Arial" w:cs="Arial"/>
                <w:sz w:val="22"/>
              </w:rPr>
              <w:instrText xml:space="preserve"> FORMTEXT </w:instrText>
            </w:r>
            <w:r w:rsidRPr="0063665F">
              <w:rPr>
                <w:rFonts w:ascii="Arial" w:hAnsi="Arial" w:cs="Arial"/>
                <w:sz w:val="22"/>
              </w:rPr>
            </w:r>
            <w:r w:rsidRPr="0063665F">
              <w:rPr>
                <w:rFonts w:ascii="Arial" w:hAnsi="Arial" w:cs="Arial"/>
                <w:sz w:val="22"/>
              </w:rPr>
              <w:fldChar w:fldCharType="separate"/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49F550F4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632F74C9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2EA01C30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jc w:val="center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</w:tr>
      <w:tr w:rsidR="00434C35" w14:paraId="4B79D857" w14:textId="77777777" w:rsidTr="00373565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686" w:type="dxa"/>
            <w:shd w:val="clear" w:color="auto" w:fill="FFFFFF"/>
            <w:vAlign w:val="center"/>
          </w:tcPr>
          <w:p w14:paraId="1A83E898" w14:textId="77777777" w:rsidR="00434C35" w:rsidRPr="0063665F" w:rsidRDefault="0063665F" w:rsidP="0063665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  <w:sz w:val="22"/>
              </w:rPr>
            </w:pPr>
            <w:r w:rsidRPr="0063665F">
              <w:rPr>
                <w:rFonts w:ascii="Arial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3665F">
              <w:rPr>
                <w:rFonts w:ascii="Arial" w:hAnsi="Arial" w:cs="Arial"/>
                <w:sz w:val="22"/>
              </w:rPr>
              <w:instrText xml:space="preserve"> FORMTEXT </w:instrText>
            </w:r>
            <w:r w:rsidRPr="0063665F">
              <w:rPr>
                <w:rFonts w:ascii="Arial" w:hAnsi="Arial" w:cs="Arial"/>
                <w:sz w:val="22"/>
              </w:rPr>
            </w:r>
            <w:r w:rsidRPr="0063665F">
              <w:rPr>
                <w:rFonts w:ascii="Arial" w:hAnsi="Arial" w:cs="Arial"/>
                <w:sz w:val="22"/>
              </w:rPr>
              <w:fldChar w:fldCharType="separate"/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t> </w:t>
            </w:r>
            <w:r w:rsidRPr="0063665F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17EDA12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A80CFFD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B7E286" w14:textId="77777777" w:rsidR="00434C35" w:rsidRPr="00434C35" w:rsidRDefault="00434C35" w:rsidP="00434C3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945"/>
              </w:tabs>
              <w:spacing w:after="58" w:line="360" w:lineRule="auto"/>
              <w:jc w:val="center"/>
              <w:rPr>
                <w:rFonts w:ascii="Arial" w:hAnsi="Arial" w:cs="Arial"/>
              </w:rPr>
            </w:pPr>
            <w:r w:rsidRPr="00434C3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34C35">
              <w:rPr>
                <w:rFonts w:ascii="Arial" w:hAnsi="Arial" w:cs="Arial"/>
              </w:rPr>
              <w:instrText xml:space="preserve"> FORMTEXT </w:instrText>
            </w:r>
            <w:r w:rsidRPr="00434C35">
              <w:rPr>
                <w:rFonts w:ascii="Arial" w:hAnsi="Arial" w:cs="Arial"/>
              </w:rPr>
            </w:r>
            <w:r w:rsidRPr="00434C35">
              <w:rPr>
                <w:rFonts w:ascii="Arial" w:hAnsi="Arial" w:cs="Arial"/>
              </w:rPr>
              <w:fldChar w:fldCharType="separate"/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t> </w:t>
            </w:r>
            <w:r w:rsidRPr="00434C35">
              <w:rPr>
                <w:rFonts w:ascii="Arial" w:hAnsi="Arial" w:cs="Arial"/>
              </w:rPr>
              <w:fldChar w:fldCharType="end"/>
            </w:r>
          </w:p>
        </w:tc>
      </w:tr>
    </w:tbl>
    <w:p w14:paraId="1C6D5B26" w14:textId="77777777" w:rsidR="00BA1173" w:rsidRDefault="00BA1173">
      <w:pPr>
        <w:rPr>
          <w:rFonts w:ascii="Arial" w:hAnsi="Arial" w:cs="Arial"/>
          <w:b/>
        </w:rPr>
      </w:pPr>
    </w:p>
    <w:p w14:paraId="2A4E769B" w14:textId="77777777" w:rsidR="00BA1173" w:rsidRDefault="00BA1173">
      <w:pPr>
        <w:rPr>
          <w:rFonts w:ascii="Arial" w:hAnsi="Arial" w:cs="Arial"/>
          <w:b/>
        </w:rPr>
      </w:pPr>
    </w:p>
    <w:p w14:paraId="1F28DBD2" w14:textId="77777777" w:rsidR="00BA1173" w:rsidRDefault="00BA1173">
      <w:pPr>
        <w:rPr>
          <w:rFonts w:ascii="Arial" w:hAnsi="Arial" w:cs="Arial"/>
        </w:rPr>
        <w:sectPr w:rsidR="00BA1173" w:rsidSect="001A41F6">
          <w:headerReference w:type="default" r:id="rId8"/>
          <w:footerReference w:type="default" r:id="rId9"/>
          <w:pgSz w:w="11906" w:h="16838" w:code="9"/>
          <w:pgMar w:top="1134" w:right="1133" w:bottom="851" w:left="1134" w:header="709" w:footer="518" w:gutter="0"/>
          <w:pgNumType w:start="9"/>
          <w:cols w:space="720"/>
        </w:sectPr>
      </w:pPr>
    </w:p>
    <w:p w14:paraId="7D85D403" w14:textId="77777777" w:rsidR="0022205D" w:rsidRPr="0022205D" w:rsidRDefault="0022205D" w:rsidP="0022205D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10</w:t>
      </w:r>
      <w:r w:rsidR="00665701">
        <w:rPr>
          <w:rFonts w:ascii="Arial" w:hAnsi="Arial" w:cs="Arial"/>
          <w:b/>
          <w:bCs/>
          <w:sz w:val="22"/>
        </w:rPr>
        <w:t>.</w:t>
      </w:r>
      <w:r>
        <w:rPr>
          <w:rFonts w:ascii="Arial" w:hAnsi="Arial" w:cs="Arial"/>
          <w:b/>
          <w:bCs/>
          <w:sz w:val="22"/>
        </w:rPr>
        <w:tab/>
        <w:t>Liste des Fachpersonals</w:t>
      </w:r>
    </w:p>
    <w:p w14:paraId="1223774C" w14:textId="77777777" w:rsidR="00BA1173" w:rsidRPr="00997B00" w:rsidRDefault="00BA1173" w:rsidP="00BA117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40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sz w:val="12"/>
          <w:szCs w:val="22"/>
        </w:rPr>
      </w:pPr>
    </w:p>
    <w:p w14:paraId="75A449FD" w14:textId="77777777" w:rsidR="00BA1173" w:rsidRDefault="00BA1173" w:rsidP="00BA117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40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Übersicht des Fachpersonals bzw. aller Mitarbeiter, die in dem Fachgebiet</w:t>
      </w:r>
      <w:r w:rsidR="0022205D">
        <w:rPr>
          <w:rFonts w:ascii="Arial" w:hAnsi="Arial" w:cs="Arial"/>
          <w:sz w:val="22"/>
          <w:szCs w:val="22"/>
        </w:rPr>
        <w:t xml:space="preserve"> KKS</w:t>
      </w:r>
      <w:r>
        <w:rPr>
          <w:rFonts w:ascii="Arial" w:hAnsi="Arial" w:cs="Arial"/>
          <w:sz w:val="22"/>
          <w:szCs w:val="22"/>
        </w:rPr>
        <w:t xml:space="preserve"> eingesetzt we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den.</w:t>
      </w:r>
    </w:p>
    <w:p w14:paraId="3AB775A2" w14:textId="77777777" w:rsidR="00BA1173" w:rsidRDefault="00BA1173" w:rsidP="00BA117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40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der Personalliste sollten folgende Informationen enthalten sein:</w:t>
      </w:r>
    </w:p>
    <w:p w14:paraId="2B28921B" w14:textId="77777777" w:rsidR="00BA1173" w:rsidRPr="0022205D" w:rsidRDefault="00BA1173" w:rsidP="00BA117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40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sz w:val="1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253"/>
        <w:gridCol w:w="2693"/>
        <w:gridCol w:w="3544"/>
      </w:tblGrid>
      <w:tr w:rsidR="00BA1173" w14:paraId="7243828D" w14:textId="77777777" w:rsidTr="00810B77">
        <w:trPr>
          <w:cantSplit/>
          <w:trHeight w:val="567"/>
        </w:trPr>
        <w:tc>
          <w:tcPr>
            <w:tcW w:w="3969" w:type="dxa"/>
            <w:tcBorders>
              <w:bottom w:val="double" w:sz="4" w:space="0" w:color="auto"/>
            </w:tcBorders>
            <w:vAlign w:val="center"/>
          </w:tcPr>
          <w:p w14:paraId="4E79EFDF" w14:textId="77777777" w:rsidR="00BA1173" w:rsidRDefault="00BA1173" w:rsidP="00810B77">
            <w:pPr>
              <w:pStyle w:val="berschrift5"/>
              <w:tabs>
                <w:tab w:val="clear" w:pos="567"/>
              </w:tabs>
              <w:spacing w:line="237" w:lineRule="exact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Name, Vorn</w:t>
            </w:r>
            <w:r>
              <w:rPr>
                <w:rFonts w:ascii="Arial" w:hAnsi="Arial" w:cs="Arial"/>
                <w:bCs/>
                <w:szCs w:val="22"/>
              </w:rPr>
              <w:t>a</w:t>
            </w:r>
            <w:r>
              <w:rPr>
                <w:rFonts w:ascii="Arial" w:hAnsi="Arial" w:cs="Arial"/>
                <w:bCs/>
                <w:szCs w:val="22"/>
              </w:rPr>
              <w:t>me</w:t>
            </w:r>
          </w:p>
        </w:tc>
        <w:tc>
          <w:tcPr>
            <w:tcW w:w="4253" w:type="dxa"/>
            <w:tcBorders>
              <w:bottom w:val="double" w:sz="4" w:space="0" w:color="auto"/>
            </w:tcBorders>
            <w:vAlign w:val="center"/>
          </w:tcPr>
          <w:p w14:paraId="36F42497" w14:textId="77777777" w:rsidR="00BA1173" w:rsidRDefault="00BA1173" w:rsidP="00810B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Ausbildung und </w:t>
            </w:r>
          </w:p>
          <w:p w14:paraId="4F2C81E2" w14:textId="77777777" w:rsidR="00BA1173" w:rsidRDefault="00BA1173" w:rsidP="00810B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zusätzl. Qualifikati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nen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797F8A73" w14:textId="77777777" w:rsidR="00BA1173" w:rsidRDefault="00BA1173" w:rsidP="00810B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Ausbildung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abschluss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vAlign w:val="center"/>
          </w:tcPr>
          <w:p w14:paraId="2CEF4554" w14:textId="77777777" w:rsidR="00BA1173" w:rsidRDefault="00BA1173" w:rsidP="00810B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Tätigkeit im Unte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nehmen</w:t>
            </w:r>
          </w:p>
        </w:tc>
      </w:tr>
      <w:tr w:rsidR="00BA1173" w14:paraId="4CB05929" w14:textId="77777777" w:rsidTr="00810B77">
        <w:trPr>
          <w:cantSplit/>
          <w:trHeight w:val="567"/>
        </w:trPr>
        <w:tc>
          <w:tcPr>
            <w:tcW w:w="3969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14:paraId="22F44FAA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3" w:name="Text1"/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  <w:bookmarkEnd w:id="3"/>
          </w:p>
        </w:tc>
        <w:tc>
          <w:tcPr>
            <w:tcW w:w="4253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14:paraId="11A0EABA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14:paraId="65599D5C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14:paraId="39F6D0AD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BA1173" w14:paraId="4D1415DB" w14:textId="77777777" w:rsidTr="00810B77">
        <w:trPr>
          <w:cantSplit/>
          <w:trHeight w:val="567"/>
        </w:trPr>
        <w:tc>
          <w:tcPr>
            <w:tcW w:w="3969" w:type="dxa"/>
            <w:vAlign w:val="center"/>
          </w:tcPr>
          <w:p w14:paraId="24594B58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14:paraId="10AC3375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393EC3BB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14:paraId="37E7A790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BA1173" w14:paraId="095E623B" w14:textId="77777777" w:rsidTr="00810B77">
        <w:trPr>
          <w:cantSplit/>
          <w:trHeight w:val="567"/>
        </w:trPr>
        <w:tc>
          <w:tcPr>
            <w:tcW w:w="3969" w:type="dxa"/>
            <w:shd w:val="clear" w:color="auto" w:fill="F3F3F3"/>
            <w:vAlign w:val="center"/>
          </w:tcPr>
          <w:p w14:paraId="16974488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shd w:val="clear" w:color="auto" w:fill="F3F3F3"/>
            <w:vAlign w:val="center"/>
          </w:tcPr>
          <w:p w14:paraId="442CE44E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093F6872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F3F3F3"/>
            <w:vAlign w:val="center"/>
          </w:tcPr>
          <w:p w14:paraId="6096844D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BA1173" w14:paraId="21165491" w14:textId="77777777" w:rsidTr="00810B77">
        <w:trPr>
          <w:cantSplit/>
          <w:trHeight w:val="567"/>
        </w:trPr>
        <w:tc>
          <w:tcPr>
            <w:tcW w:w="3969" w:type="dxa"/>
            <w:vAlign w:val="center"/>
          </w:tcPr>
          <w:p w14:paraId="04EB2643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14:paraId="4C278DFD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247EFED9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14:paraId="37039FCD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BA1173" w14:paraId="4C577CE5" w14:textId="77777777" w:rsidTr="00810B77">
        <w:trPr>
          <w:cantSplit/>
          <w:trHeight w:val="567"/>
        </w:trPr>
        <w:tc>
          <w:tcPr>
            <w:tcW w:w="3969" w:type="dxa"/>
            <w:shd w:val="clear" w:color="auto" w:fill="F3F3F3"/>
            <w:vAlign w:val="center"/>
          </w:tcPr>
          <w:p w14:paraId="70B6F106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shd w:val="clear" w:color="auto" w:fill="F3F3F3"/>
            <w:vAlign w:val="center"/>
          </w:tcPr>
          <w:p w14:paraId="354975C8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5E384435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F3F3F3"/>
            <w:vAlign w:val="center"/>
          </w:tcPr>
          <w:p w14:paraId="2F9D9B31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BA1173" w14:paraId="3C556B83" w14:textId="77777777" w:rsidTr="00810B77">
        <w:trPr>
          <w:cantSplit/>
          <w:trHeight w:val="567"/>
        </w:trPr>
        <w:tc>
          <w:tcPr>
            <w:tcW w:w="3969" w:type="dxa"/>
            <w:vAlign w:val="center"/>
          </w:tcPr>
          <w:p w14:paraId="535F2BB7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14:paraId="051CF31C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42A734AA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14:paraId="239C4024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BA1173" w14:paraId="30FB57CC" w14:textId="77777777" w:rsidTr="00810B77">
        <w:trPr>
          <w:cantSplit/>
          <w:trHeight w:val="567"/>
        </w:trPr>
        <w:tc>
          <w:tcPr>
            <w:tcW w:w="3969" w:type="dxa"/>
            <w:shd w:val="clear" w:color="auto" w:fill="F3F3F3"/>
            <w:vAlign w:val="center"/>
          </w:tcPr>
          <w:p w14:paraId="340A508A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shd w:val="clear" w:color="auto" w:fill="F3F3F3"/>
            <w:vAlign w:val="center"/>
          </w:tcPr>
          <w:p w14:paraId="0AC090B5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187C29AD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F3F3F3"/>
            <w:vAlign w:val="center"/>
          </w:tcPr>
          <w:p w14:paraId="6E5794FB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BA1173" w14:paraId="79633500" w14:textId="77777777" w:rsidTr="00810B77">
        <w:trPr>
          <w:cantSplit/>
          <w:trHeight w:val="567"/>
        </w:trPr>
        <w:tc>
          <w:tcPr>
            <w:tcW w:w="3969" w:type="dxa"/>
            <w:vAlign w:val="center"/>
          </w:tcPr>
          <w:p w14:paraId="3563F544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14:paraId="56C50878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5FE2CA78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14:paraId="1A7E467F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22205D" w14:paraId="28086B4D" w14:textId="77777777" w:rsidTr="004712A1">
        <w:trPr>
          <w:cantSplit/>
          <w:trHeight w:val="567"/>
        </w:trPr>
        <w:tc>
          <w:tcPr>
            <w:tcW w:w="3969" w:type="dxa"/>
            <w:shd w:val="clear" w:color="auto" w:fill="F3F3F3"/>
            <w:vAlign w:val="center"/>
          </w:tcPr>
          <w:p w14:paraId="6DF52A0C" w14:textId="77777777" w:rsidR="0022205D" w:rsidRDefault="0022205D" w:rsidP="004712A1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shd w:val="clear" w:color="auto" w:fill="F3F3F3"/>
            <w:vAlign w:val="center"/>
          </w:tcPr>
          <w:p w14:paraId="715B01AC" w14:textId="77777777" w:rsidR="0022205D" w:rsidRDefault="0022205D" w:rsidP="004712A1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4B5C124E" w14:textId="77777777" w:rsidR="0022205D" w:rsidRDefault="0022205D" w:rsidP="004712A1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F3F3F3"/>
            <w:vAlign w:val="center"/>
          </w:tcPr>
          <w:p w14:paraId="263706B1" w14:textId="77777777" w:rsidR="0022205D" w:rsidRDefault="0022205D" w:rsidP="004712A1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997B00" w14:paraId="746274D6" w14:textId="77777777" w:rsidTr="000B661D">
        <w:trPr>
          <w:cantSplit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60928E2" w14:textId="77777777" w:rsidR="00997B00" w:rsidRDefault="00997B00" w:rsidP="000B661D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87263FC" w14:textId="77777777" w:rsidR="00997B00" w:rsidRDefault="00997B00" w:rsidP="000B661D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727405" w14:textId="77777777" w:rsidR="00997B00" w:rsidRDefault="00997B00" w:rsidP="000B661D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CD9A381" w14:textId="77777777" w:rsidR="00997B00" w:rsidRDefault="00997B00" w:rsidP="000B661D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22205D" w14:paraId="6042267C" w14:textId="77777777" w:rsidTr="0022205D">
        <w:trPr>
          <w:cantSplit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292205" w14:textId="77777777" w:rsidR="0022205D" w:rsidRDefault="0022205D" w:rsidP="004712A1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50AB910" w14:textId="77777777" w:rsidR="0022205D" w:rsidRDefault="0022205D" w:rsidP="004712A1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76A6AD6" w14:textId="77777777" w:rsidR="0022205D" w:rsidRDefault="0022205D" w:rsidP="004712A1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917BAB" w14:textId="77777777" w:rsidR="0022205D" w:rsidRDefault="0022205D" w:rsidP="004712A1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BA1173" w14:paraId="08B5E8D7" w14:textId="77777777" w:rsidTr="00810B77">
        <w:trPr>
          <w:cantSplit/>
          <w:trHeight w:val="567"/>
        </w:trPr>
        <w:tc>
          <w:tcPr>
            <w:tcW w:w="3969" w:type="dxa"/>
            <w:shd w:val="clear" w:color="auto" w:fill="F3F3F3"/>
            <w:vAlign w:val="center"/>
          </w:tcPr>
          <w:p w14:paraId="64CB5B4E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shd w:val="clear" w:color="auto" w:fill="F3F3F3"/>
            <w:vAlign w:val="center"/>
          </w:tcPr>
          <w:p w14:paraId="687AADA1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4563E1B7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F3F3F3"/>
            <w:vAlign w:val="center"/>
          </w:tcPr>
          <w:p w14:paraId="23D6F65C" w14:textId="77777777" w:rsidR="00BA1173" w:rsidRDefault="00BA1173" w:rsidP="00810B77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</w:tbl>
    <w:p w14:paraId="45B2232C" w14:textId="77777777" w:rsidR="00BC06C3" w:rsidRDefault="00BC06C3" w:rsidP="00BC06C3">
      <w:pPr>
        <w:rPr>
          <w:rFonts w:ascii="Arial" w:hAnsi="Arial" w:cs="Arial"/>
          <w:b/>
        </w:rPr>
      </w:pPr>
    </w:p>
    <w:sectPr w:rsidR="00BC06C3" w:rsidSect="00BC06C3">
      <w:headerReference w:type="default" r:id="rId10"/>
      <w:footerReference w:type="default" r:id="rId11"/>
      <w:pgSz w:w="16838" w:h="11906" w:orient="landscape" w:code="9"/>
      <w:pgMar w:top="1134" w:right="1134" w:bottom="1133" w:left="851" w:header="709" w:footer="314" w:gutter="0"/>
      <w:pgNumType w:start="1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1E570" w14:textId="77777777" w:rsidR="00B05BC3" w:rsidRDefault="00B05BC3">
      <w:r>
        <w:separator/>
      </w:r>
    </w:p>
  </w:endnote>
  <w:endnote w:type="continuationSeparator" w:id="0">
    <w:p w14:paraId="00907579" w14:textId="77777777" w:rsidR="00B05BC3" w:rsidRDefault="00B0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altName w:val="Corbe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E545" w14:textId="77777777" w:rsidR="00997B00" w:rsidRPr="00EE7279" w:rsidRDefault="00EE7279" w:rsidP="00EE7279">
    <w:pPr>
      <w:pBdr>
        <w:top w:val="single" w:sz="4" w:space="1" w:color="auto"/>
      </w:pBdr>
      <w:tabs>
        <w:tab w:val="center" w:pos="4820"/>
        <w:tab w:val="right" w:pos="9638"/>
      </w:tabs>
      <w:autoSpaceDE w:val="0"/>
      <w:autoSpaceDN w:val="0"/>
      <w:adjustRightInd w:val="0"/>
      <w:jc w:val="both"/>
      <w:rPr>
        <w:rFonts w:ascii="Calibri" w:hAnsi="Calibri" w:cs="Arial"/>
        <w:b/>
        <w:sz w:val="22"/>
      </w:rPr>
    </w:pPr>
    <w:r w:rsidRPr="00EE7279">
      <w:rPr>
        <w:rFonts w:ascii="Calibri" w:hAnsi="Calibri" w:cs="Arial"/>
        <w:sz w:val="22"/>
        <w:szCs w:val="26"/>
        <w:vertAlign w:val="superscript"/>
      </w:rPr>
      <w:t>©</w:t>
    </w:r>
    <w:r w:rsidRPr="00EE7279">
      <w:rPr>
        <w:rFonts w:ascii="Calibri" w:hAnsi="Calibri" w:cs="Arial"/>
        <w:sz w:val="22"/>
      </w:rPr>
      <w:t>DVGW CERT GmbH</w:t>
    </w:r>
    <w:r w:rsidRPr="00EE7279">
      <w:rPr>
        <w:rFonts w:ascii="Calibri" w:hAnsi="Calibri" w:cs="Arial"/>
        <w:sz w:val="22"/>
      </w:rPr>
      <w:tab/>
    </w:r>
    <w:r w:rsidR="006F48DD">
      <w:rPr>
        <w:rFonts w:ascii="Calibri" w:hAnsi="Calibri" w:cs="Arial"/>
        <w:sz w:val="22"/>
      </w:rPr>
      <w:t>Anlagentechnik</w:t>
    </w:r>
    <w:r w:rsidRPr="00EE7279">
      <w:rPr>
        <w:rFonts w:ascii="Calibri" w:hAnsi="Calibri" w:cs="Arial"/>
        <w:sz w:val="22"/>
      </w:rPr>
      <w:tab/>
      <w:t xml:space="preserve">              Seite </w:t>
    </w:r>
    <w:r w:rsidRPr="00EE7279">
      <w:rPr>
        <w:rFonts w:ascii="Calibri" w:hAnsi="Calibri"/>
        <w:b/>
        <w:bCs/>
        <w:sz w:val="22"/>
        <w:szCs w:val="24"/>
      </w:rPr>
      <w:fldChar w:fldCharType="begin"/>
    </w:r>
    <w:r w:rsidRPr="00EE7279">
      <w:rPr>
        <w:rFonts w:ascii="Calibri" w:hAnsi="Calibri"/>
        <w:b/>
        <w:bCs/>
        <w:sz w:val="22"/>
        <w:szCs w:val="24"/>
      </w:rPr>
      <w:instrText xml:space="preserve"> PAGE </w:instrText>
    </w:r>
    <w:r w:rsidRPr="00EE7279">
      <w:rPr>
        <w:rFonts w:ascii="Calibri" w:hAnsi="Calibri"/>
        <w:b/>
        <w:bCs/>
        <w:sz w:val="22"/>
        <w:szCs w:val="24"/>
      </w:rPr>
      <w:fldChar w:fldCharType="separate"/>
    </w:r>
    <w:r w:rsidR="00004CDB">
      <w:rPr>
        <w:rFonts w:ascii="Calibri" w:hAnsi="Calibri"/>
        <w:b/>
        <w:bCs/>
        <w:noProof/>
        <w:sz w:val="22"/>
        <w:szCs w:val="24"/>
      </w:rPr>
      <w:t>10</w:t>
    </w:r>
    <w:r w:rsidRPr="00EE7279">
      <w:rPr>
        <w:rFonts w:ascii="Calibri" w:hAnsi="Calibri"/>
        <w:b/>
        <w:bCs/>
        <w:sz w:val="22"/>
        <w:szCs w:val="24"/>
      </w:rPr>
      <w:fldChar w:fldCharType="end"/>
    </w:r>
    <w:r w:rsidRPr="00EE7279">
      <w:rPr>
        <w:rFonts w:ascii="Calibri" w:hAnsi="Calibri" w:cs="Arial"/>
        <w:sz w:val="22"/>
      </w:rPr>
      <w:t xml:space="preserve"> von </w:t>
    </w:r>
    <w:r w:rsidR="00E16425">
      <w:rPr>
        <w:rFonts w:ascii="Calibri" w:hAnsi="Calibri" w:cs="Arial"/>
        <w:b/>
        <w:sz w:val="22"/>
      </w:rPr>
      <w:t>1</w:t>
    </w:r>
    <w:r w:rsidR="001A41F6">
      <w:rPr>
        <w:rFonts w:ascii="Calibri" w:hAnsi="Calibri" w:cs="Arial"/>
        <w:b/>
        <w:sz w:val="22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B35A" w14:textId="77777777" w:rsidR="00BC06C3" w:rsidRPr="00EE7279" w:rsidRDefault="00BC06C3" w:rsidP="00997B00">
    <w:pPr>
      <w:pBdr>
        <w:top w:val="single" w:sz="4" w:space="1" w:color="auto"/>
      </w:pBdr>
      <w:tabs>
        <w:tab w:val="center" w:pos="7371"/>
        <w:tab w:val="right" w:pos="14884"/>
      </w:tabs>
      <w:autoSpaceDE w:val="0"/>
      <w:autoSpaceDN w:val="0"/>
      <w:adjustRightInd w:val="0"/>
      <w:jc w:val="both"/>
      <w:rPr>
        <w:rFonts w:ascii="Calibri" w:hAnsi="Calibri" w:cs="Arial"/>
        <w:b/>
        <w:sz w:val="22"/>
      </w:rPr>
    </w:pPr>
    <w:r w:rsidRPr="00EE7279">
      <w:rPr>
        <w:rFonts w:ascii="Calibri" w:hAnsi="Calibri" w:cs="Arial"/>
        <w:sz w:val="22"/>
        <w:szCs w:val="26"/>
        <w:vertAlign w:val="superscript"/>
      </w:rPr>
      <w:t>©</w:t>
    </w:r>
    <w:r w:rsidRPr="00EE7279">
      <w:rPr>
        <w:rFonts w:ascii="Calibri" w:hAnsi="Calibri" w:cs="Arial"/>
        <w:sz w:val="22"/>
      </w:rPr>
      <w:t>DVGW CERT GmbH</w:t>
    </w:r>
    <w:r w:rsidRPr="00EE7279">
      <w:rPr>
        <w:rFonts w:ascii="Calibri" w:hAnsi="Calibri" w:cs="Arial"/>
        <w:sz w:val="22"/>
      </w:rPr>
      <w:tab/>
    </w:r>
    <w:r>
      <w:rPr>
        <w:rFonts w:ascii="Calibri" w:hAnsi="Calibri" w:cs="Arial"/>
        <w:sz w:val="22"/>
      </w:rPr>
      <w:t>Anlagentechnik</w:t>
    </w:r>
    <w:r w:rsidRPr="00EE7279">
      <w:rPr>
        <w:rFonts w:ascii="Calibri" w:hAnsi="Calibri" w:cs="Arial"/>
        <w:sz w:val="22"/>
      </w:rPr>
      <w:tab/>
      <w:t xml:space="preserve">              Seite </w:t>
    </w:r>
    <w:r w:rsidR="00997B00">
      <w:rPr>
        <w:rFonts w:ascii="Calibri" w:hAnsi="Calibri"/>
        <w:b/>
        <w:bCs/>
        <w:sz w:val="22"/>
        <w:szCs w:val="24"/>
      </w:rPr>
      <w:t>13</w:t>
    </w:r>
    <w:r w:rsidRPr="00EE7279">
      <w:rPr>
        <w:rFonts w:ascii="Calibri" w:hAnsi="Calibri" w:cs="Arial"/>
        <w:sz w:val="22"/>
      </w:rPr>
      <w:t xml:space="preserve"> von </w:t>
    </w:r>
    <w:r>
      <w:rPr>
        <w:rFonts w:ascii="Calibri" w:hAnsi="Calibri" w:cs="Arial"/>
        <w:b/>
        <w:sz w:val="22"/>
      </w:rPr>
      <w:t>1</w:t>
    </w:r>
    <w:r w:rsidR="00997B00">
      <w:rPr>
        <w:rFonts w:ascii="Calibri" w:hAnsi="Calibri" w:cs="Arial"/>
        <w:b/>
        <w:sz w:val="22"/>
      </w:rPr>
      <w:t>3</w:t>
    </w:r>
  </w:p>
  <w:p w14:paraId="3AED5405" w14:textId="77777777" w:rsidR="00FB644E" w:rsidRPr="00BC06C3" w:rsidRDefault="00FB644E" w:rsidP="00BC06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C291F" w14:textId="77777777" w:rsidR="00B05BC3" w:rsidRDefault="00B05BC3">
      <w:r>
        <w:separator/>
      </w:r>
    </w:p>
  </w:footnote>
  <w:footnote w:type="continuationSeparator" w:id="0">
    <w:p w14:paraId="187B091B" w14:textId="77777777" w:rsidR="00B05BC3" w:rsidRDefault="00B0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EE7279" w:rsidRPr="00EE7279" w14:paraId="2F3EB218" w14:textId="77777777" w:rsidTr="008E679D">
      <w:trPr>
        <w:cantSplit/>
        <w:trHeight w:val="273"/>
        <w:jc w:val="center"/>
      </w:trPr>
      <w:tc>
        <w:tcPr>
          <w:tcW w:w="1843" w:type="dxa"/>
          <w:vMerge w:val="restart"/>
          <w:vAlign w:val="center"/>
        </w:tcPr>
        <w:p w14:paraId="6BE1274F" w14:textId="77777777" w:rsidR="00EE7279" w:rsidRPr="00EE7279" w:rsidRDefault="00EE7279" w:rsidP="00EE7279">
          <w:pPr>
            <w:tabs>
              <w:tab w:val="center" w:pos="4536"/>
              <w:tab w:val="right" w:pos="9072"/>
            </w:tabs>
            <w:jc w:val="center"/>
          </w:pPr>
          <w:r w:rsidRPr="00EE7279">
            <w:pict w14:anchorId="4EF24D8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37ADFC6F" w14:textId="77777777" w:rsidR="00EE7279" w:rsidRDefault="00EE7279" w:rsidP="00EE7279">
          <w:pPr>
            <w:jc w:val="center"/>
            <w:rPr>
              <w:rFonts w:ascii="Arial" w:hAnsi="Arial" w:cs="Arial"/>
              <w:b/>
              <w:sz w:val="24"/>
            </w:rPr>
          </w:pPr>
          <w:r w:rsidRPr="00EE7279">
            <w:rPr>
              <w:rFonts w:ascii="Arial" w:hAnsi="Arial" w:cs="Arial"/>
              <w:b/>
              <w:sz w:val="24"/>
            </w:rPr>
            <w:t xml:space="preserve">Fachspezifischer Teil zum Antrag </w:t>
          </w:r>
        </w:p>
        <w:p w14:paraId="28B9F62F" w14:textId="77777777" w:rsidR="00EE7279" w:rsidRPr="00EE7279" w:rsidRDefault="00EE7279" w:rsidP="00EE7279">
          <w:pPr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Korrosion</w:t>
          </w:r>
          <w:r>
            <w:rPr>
              <w:rFonts w:ascii="Arial" w:hAnsi="Arial" w:cs="Arial"/>
              <w:b/>
              <w:sz w:val="24"/>
            </w:rPr>
            <w:t>s</w:t>
          </w:r>
          <w:r>
            <w:rPr>
              <w:rFonts w:ascii="Arial" w:hAnsi="Arial" w:cs="Arial"/>
              <w:b/>
              <w:sz w:val="24"/>
            </w:rPr>
            <w:t>schutzunternehmen GW 11</w:t>
          </w:r>
        </w:p>
      </w:tc>
      <w:tc>
        <w:tcPr>
          <w:tcW w:w="1984" w:type="dxa"/>
          <w:gridSpan w:val="2"/>
          <w:vAlign w:val="center"/>
        </w:tcPr>
        <w:p w14:paraId="012623F9" w14:textId="77777777" w:rsidR="00EE7279" w:rsidRPr="00EE7279" w:rsidRDefault="00EE7279" w:rsidP="00EE7279">
          <w:pPr>
            <w:jc w:val="center"/>
            <w:rPr>
              <w:rFonts w:ascii="Calibri" w:hAnsi="Calibri"/>
            </w:rPr>
          </w:pPr>
          <w:r w:rsidRPr="00EE7279">
            <w:rPr>
              <w:rFonts w:ascii="Calibri" w:hAnsi="Calibri"/>
            </w:rPr>
            <w:t>70</w:t>
          </w:r>
          <w:r>
            <w:rPr>
              <w:rFonts w:ascii="Calibri" w:hAnsi="Calibri"/>
            </w:rPr>
            <w:t>108</w:t>
          </w:r>
          <w:r w:rsidR="001A41F6">
            <w:rPr>
              <w:rFonts w:ascii="Calibri" w:hAnsi="Calibri"/>
            </w:rPr>
            <w:t>-02</w:t>
          </w:r>
          <w:r w:rsidR="00130A40">
            <w:rPr>
              <w:rFonts w:ascii="Calibri" w:hAnsi="Calibri"/>
            </w:rPr>
            <w:t>-G</w:t>
          </w:r>
          <w:r w:rsidRPr="00EE7279">
            <w:rPr>
              <w:rFonts w:ascii="Calibri" w:hAnsi="Calibri"/>
            </w:rPr>
            <w:t>-DE</w:t>
          </w:r>
        </w:p>
      </w:tc>
    </w:tr>
    <w:tr w:rsidR="00EE7279" w:rsidRPr="00EE7279" w14:paraId="4447C86E" w14:textId="77777777" w:rsidTr="008E679D">
      <w:trPr>
        <w:cantSplit/>
        <w:trHeight w:val="235"/>
        <w:jc w:val="center"/>
      </w:trPr>
      <w:tc>
        <w:tcPr>
          <w:tcW w:w="1843" w:type="dxa"/>
          <w:vMerge/>
        </w:tcPr>
        <w:p w14:paraId="134303C3" w14:textId="77777777" w:rsidR="00EE7279" w:rsidRPr="00EE7279" w:rsidRDefault="00EE7279" w:rsidP="00EE7279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0CF401EF" w14:textId="77777777" w:rsidR="00EE7279" w:rsidRPr="00EE7279" w:rsidRDefault="00EE7279" w:rsidP="00EE7279"/>
      </w:tc>
      <w:tc>
        <w:tcPr>
          <w:tcW w:w="850" w:type="dxa"/>
        </w:tcPr>
        <w:p w14:paraId="07FADE7E" w14:textId="77777777" w:rsidR="00EE7279" w:rsidRPr="00EE7279" w:rsidRDefault="00EE7279" w:rsidP="00EE7279">
          <w:pPr>
            <w:rPr>
              <w:rFonts w:ascii="Calibri" w:hAnsi="Calibri"/>
              <w:sz w:val="18"/>
              <w:szCs w:val="18"/>
            </w:rPr>
          </w:pPr>
          <w:r w:rsidRPr="00EE7279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3E364D7F" w14:textId="77777777" w:rsidR="00EE7279" w:rsidRPr="00EE7279" w:rsidRDefault="00EE7279" w:rsidP="00EE7279">
          <w:pPr>
            <w:rPr>
              <w:rFonts w:ascii="Calibri" w:hAnsi="Calibri"/>
              <w:sz w:val="18"/>
              <w:szCs w:val="18"/>
            </w:rPr>
          </w:pPr>
          <w:r w:rsidRPr="00EE7279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EE7279" w:rsidRPr="00EE7279" w14:paraId="266F2B6C" w14:textId="77777777" w:rsidTr="008E679D">
      <w:trPr>
        <w:cantSplit/>
        <w:trHeight w:val="237"/>
        <w:jc w:val="center"/>
      </w:trPr>
      <w:tc>
        <w:tcPr>
          <w:tcW w:w="1843" w:type="dxa"/>
          <w:vMerge/>
        </w:tcPr>
        <w:p w14:paraId="10E10A77" w14:textId="77777777" w:rsidR="00EE7279" w:rsidRPr="00EE7279" w:rsidRDefault="00EE7279" w:rsidP="00EE7279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245B3D4A" w14:textId="77777777" w:rsidR="00EE7279" w:rsidRPr="00EE7279" w:rsidRDefault="00EE7279" w:rsidP="00EE7279"/>
      </w:tc>
      <w:tc>
        <w:tcPr>
          <w:tcW w:w="850" w:type="dxa"/>
        </w:tcPr>
        <w:p w14:paraId="5B4B135A" w14:textId="77777777" w:rsidR="00EE7279" w:rsidRPr="00EE7279" w:rsidRDefault="00EE7279" w:rsidP="00EE7279">
          <w:pPr>
            <w:rPr>
              <w:rFonts w:ascii="Calibri" w:hAnsi="Calibri"/>
              <w:sz w:val="18"/>
              <w:szCs w:val="18"/>
            </w:rPr>
          </w:pPr>
          <w:r w:rsidRPr="00EE7279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6A324ADF" w14:textId="77777777" w:rsidR="00EE7279" w:rsidRPr="00EE7279" w:rsidRDefault="00E01FDD" w:rsidP="00EE7279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Stroobants</w:t>
          </w:r>
        </w:p>
      </w:tc>
    </w:tr>
    <w:tr w:rsidR="00EE7279" w:rsidRPr="00EE7279" w14:paraId="1554F61F" w14:textId="77777777" w:rsidTr="008E679D">
      <w:trPr>
        <w:cantSplit/>
        <w:trHeight w:val="213"/>
        <w:jc w:val="center"/>
      </w:trPr>
      <w:tc>
        <w:tcPr>
          <w:tcW w:w="1843" w:type="dxa"/>
          <w:vMerge/>
        </w:tcPr>
        <w:p w14:paraId="11E1A2FB" w14:textId="77777777" w:rsidR="00EE7279" w:rsidRPr="00EE7279" w:rsidRDefault="00EE7279" w:rsidP="00EE7279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18363B5F" w14:textId="77777777" w:rsidR="00EE7279" w:rsidRPr="00EE7279" w:rsidRDefault="00EE7279" w:rsidP="00EE7279"/>
      </w:tc>
      <w:tc>
        <w:tcPr>
          <w:tcW w:w="850" w:type="dxa"/>
        </w:tcPr>
        <w:p w14:paraId="73906A39" w14:textId="77777777" w:rsidR="00EE7279" w:rsidRPr="00EE7279" w:rsidRDefault="00EE7279" w:rsidP="00EE7279">
          <w:pPr>
            <w:rPr>
              <w:rFonts w:ascii="Calibri" w:hAnsi="Calibri"/>
              <w:sz w:val="18"/>
              <w:szCs w:val="18"/>
            </w:rPr>
          </w:pPr>
          <w:r w:rsidRPr="00EE7279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06480E30" w14:textId="77777777" w:rsidR="00EE7279" w:rsidRPr="00EE7279" w:rsidRDefault="001A41F6" w:rsidP="00EE7279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12.01.2017</w:t>
          </w:r>
        </w:p>
      </w:tc>
    </w:tr>
  </w:tbl>
  <w:p w14:paraId="7772BCF4" w14:textId="77777777" w:rsidR="00673362" w:rsidRDefault="00673362">
    <w:pPr>
      <w:pStyle w:val="Kopfzeile"/>
      <w:tabs>
        <w:tab w:val="clear" w:pos="9072"/>
        <w:tab w:val="left" w:pos="7938"/>
      </w:tabs>
      <w:rPr>
        <w:rFonts w:ascii="Arial" w:hAnsi="Arial" w:cs="Arial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BC06C3" w:rsidRPr="00EE7279" w14:paraId="23476AAA" w14:textId="77777777" w:rsidTr="000B661D">
      <w:trPr>
        <w:cantSplit/>
        <w:trHeight w:val="273"/>
        <w:jc w:val="center"/>
      </w:trPr>
      <w:tc>
        <w:tcPr>
          <w:tcW w:w="1843" w:type="dxa"/>
          <w:vMerge w:val="restart"/>
          <w:vAlign w:val="center"/>
        </w:tcPr>
        <w:p w14:paraId="4F0DC784" w14:textId="77777777" w:rsidR="00BC06C3" w:rsidRPr="00EE7279" w:rsidRDefault="00BC06C3" w:rsidP="000B661D">
          <w:pPr>
            <w:tabs>
              <w:tab w:val="center" w:pos="4536"/>
              <w:tab w:val="right" w:pos="9072"/>
            </w:tabs>
            <w:jc w:val="center"/>
          </w:pPr>
          <w:r w:rsidRPr="00EE7279">
            <w:pict w14:anchorId="7DE2270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5EABEF6A" w14:textId="77777777" w:rsidR="00BC06C3" w:rsidRDefault="00BC06C3" w:rsidP="000B661D">
          <w:pPr>
            <w:jc w:val="center"/>
            <w:rPr>
              <w:rFonts w:ascii="Arial" w:hAnsi="Arial" w:cs="Arial"/>
              <w:b/>
              <w:sz w:val="24"/>
            </w:rPr>
          </w:pPr>
          <w:r w:rsidRPr="00EE7279">
            <w:rPr>
              <w:rFonts w:ascii="Arial" w:hAnsi="Arial" w:cs="Arial"/>
              <w:b/>
              <w:sz w:val="24"/>
            </w:rPr>
            <w:t xml:space="preserve">Fachspezifischer Teil zum Antrag </w:t>
          </w:r>
        </w:p>
        <w:p w14:paraId="050C94E5" w14:textId="77777777" w:rsidR="00BC06C3" w:rsidRPr="00EE7279" w:rsidRDefault="00BC06C3" w:rsidP="000B661D">
          <w:pPr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Korrosion</w:t>
          </w:r>
          <w:r>
            <w:rPr>
              <w:rFonts w:ascii="Arial" w:hAnsi="Arial" w:cs="Arial"/>
              <w:b/>
              <w:sz w:val="24"/>
            </w:rPr>
            <w:t>s</w:t>
          </w:r>
          <w:r>
            <w:rPr>
              <w:rFonts w:ascii="Arial" w:hAnsi="Arial" w:cs="Arial"/>
              <w:b/>
              <w:sz w:val="24"/>
            </w:rPr>
            <w:t>schutzunternehmen GW 11</w:t>
          </w:r>
        </w:p>
      </w:tc>
      <w:tc>
        <w:tcPr>
          <w:tcW w:w="1984" w:type="dxa"/>
          <w:gridSpan w:val="2"/>
          <w:vAlign w:val="center"/>
        </w:tcPr>
        <w:p w14:paraId="4EB8D16F" w14:textId="77777777" w:rsidR="00BC06C3" w:rsidRPr="00EE7279" w:rsidRDefault="00BC06C3" w:rsidP="000B661D">
          <w:pPr>
            <w:jc w:val="center"/>
            <w:rPr>
              <w:rFonts w:ascii="Calibri" w:hAnsi="Calibri"/>
            </w:rPr>
          </w:pPr>
          <w:r w:rsidRPr="00EE7279">
            <w:rPr>
              <w:rFonts w:ascii="Calibri" w:hAnsi="Calibri"/>
            </w:rPr>
            <w:t>70</w:t>
          </w:r>
          <w:r>
            <w:rPr>
              <w:rFonts w:ascii="Calibri" w:hAnsi="Calibri"/>
            </w:rPr>
            <w:t>108-01</w:t>
          </w:r>
          <w:r w:rsidR="00130A40">
            <w:rPr>
              <w:rFonts w:ascii="Calibri" w:hAnsi="Calibri"/>
            </w:rPr>
            <w:t>-G</w:t>
          </w:r>
          <w:r w:rsidRPr="00EE7279">
            <w:rPr>
              <w:rFonts w:ascii="Calibri" w:hAnsi="Calibri"/>
            </w:rPr>
            <w:t>-DE</w:t>
          </w:r>
        </w:p>
      </w:tc>
    </w:tr>
    <w:tr w:rsidR="00BC06C3" w:rsidRPr="00EE7279" w14:paraId="443C6304" w14:textId="77777777" w:rsidTr="000B661D">
      <w:trPr>
        <w:cantSplit/>
        <w:trHeight w:val="235"/>
        <w:jc w:val="center"/>
      </w:trPr>
      <w:tc>
        <w:tcPr>
          <w:tcW w:w="1843" w:type="dxa"/>
          <w:vMerge/>
        </w:tcPr>
        <w:p w14:paraId="05D3BF59" w14:textId="77777777" w:rsidR="00BC06C3" w:rsidRPr="00EE7279" w:rsidRDefault="00BC06C3" w:rsidP="000B661D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276066AA" w14:textId="77777777" w:rsidR="00BC06C3" w:rsidRPr="00EE7279" w:rsidRDefault="00BC06C3" w:rsidP="000B661D"/>
      </w:tc>
      <w:tc>
        <w:tcPr>
          <w:tcW w:w="850" w:type="dxa"/>
        </w:tcPr>
        <w:p w14:paraId="384F5D7A" w14:textId="77777777" w:rsidR="00BC06C3" w:rsidRPr="00EE7279" w:rsidRDefault="00BC06C3" w:rsidP="000B661D">
          <w:pPr>
            <w:rPr>
              <w:rFonts w:ascii="Calibri" w:hAnsi="Calibri"/>
              <w:sz w:val="18"/>
              <w:szCs w:val="18"/>
            </w:rPr>
          </w:pPr>
          <w:r w:rsidRPr="00EE7279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57C1E35E" w14:textId="77777777" w:rsidR="00BC06C3" w:rsidRPr="00EE7279" w:rsidRDefault="00BC06C3" w:rsidP="000B661D">
          <w:pPr>
            <w:rPr>
              <w:rFonts w:ascii="Calibri" w:hAnsi="Calibri"/>
              <w:sz w:val="18"/>
              <w:szCs w:val="18"/>
            </w:rPr>
          </w:pPr>
          <w:r w:rsidRPr="00EE7279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BC06C3" w:rsidRPr="00EE7279" w14:paraId="24B61F22" w14:textId="77777777" w:rsidTr="000B661D">
      <w:trPr>
        <w:cantSplit/>
        <w:trHeight w:val="237"/>
        <w:jc w:val="center"/>
      </w:trPr>
      <w:tc>
        <w:tcPr>
          <w:tcW w:w="1843" w:type="dxa"/>
          <w:vMerge/>
        </w:tcPr>
        <w:p w14:paraId="5BAF706F" w14:textId="77777777" w:rsidR="00BC06C3" w:rsidRPr="00EE7279" w:rsidRDefault="00BC06C3" w:rsidP="000B661D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7479464F" w14:textId="77777777" w:rsidR="00BC06C3" w:rsidRPr="00EE7279" w:rsidRDefault="00BC06C3" w:rsidP="000B661D"/>
      </w:tc>
      <w:tc>
        <w:tcPr>
          <w:tcW w:w="850" w:type="dxa"/>
        </w:tcPr>
        <w:p w14:paraId="6B8B4BCB" w14:textId="77777777" w:rsidR="00BC06C3" w:rsidRPr="00EE7279" w:rsidRDefault="00BC06C3" w:rsidP="000B661D">
          <w:pPr>
            <w:rPr>
              <w:rFonts w:ascii="Calibri" w:hAnsi="Calibri"/>
              <w:sz w:val="18"/>
              <w:szCs w:val="18"/>
            </w:rPr>
          </w:pPr>
          <w:r w:rsidRPr="00EE7279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59E797C4" w14:textId="77777777" w:rsidR="00BC06C3" w:rsidRPr="00EE7279" w:rsidRDefault="00BC06C3" w:rsidP="000B661D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Stroobants</w:t>
          </w:r>
        </w:p>
      </w:tc>
    </w:tr>
    <w:tr w:rsidR="00BC06C3" w:rsidRPr="00EE7279" w14:paraId="4483BAB2" w14:textId="77777777" w:rsidTr="000B661D">
      <w:trPr>
        <w:cantSplit/>
        <w:trHeight w:val="213"/>
        <w:jc w:val="center"/>
      </w:trPr>
      <w:tc>
        <w:tcPr>
          <w:tcW w:w="1843" w:type="dxa"/>
          <w:vMerge/>
        </w:tcPr>
        <w:p w14:paraId="79D52886" w14:textId="77777777" w:rsidR="00BC06C3" w:rsidRPr="00EE7279" w:rsidRDefault="00BC06C3" w:rsidP="000B661D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14:paraId="0180A055" w14:textId="77777777" w:rsidR="00BC06C3" w:rsidRPr="00EE7279" w:rsidRDefault="00BC06C3" w:rsidP="000B661D"/>
      </w:tc>
      <w:tc>
        <w:tcPr>
          <w:tcW w:w="850" w:type="dxa"/>
        </w:tcPr>
        <w:p w14:paraId="3E9395E6" w14:textId="77777777" w:rsidR="00BC06C3" w:rsidRPr="00EE7279" w:rsidRDefault="00BC06C3" w:rsidP="000B661D">
          <w:pPr>
            <w:rPr>
              <w:rFonts w:ascii="Calibri" w:hAnsi="Calibri"/>
              <w:sz w:val="18"/>
              <w:szCs w:val="18"/>
            </w:rPr>
          </w:pPr>
          <w:r w:rsidRPr="00EE7279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3EEA7B29" w14:textId="77777777" w:rsidR="00BC06C3" w:rsidRPr="00EE7279" w:rsidRDefault="00BC06C3" w:rsidP="000B661D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27.11.2014</w:t>
          </w:r>
        </w:p>
      </w:tc>
    </w:tr>
  </w:tbl>
  <w:p w14:paraId="0C9E2099" w14:textId="77777777" w:rsidR="00BC06C3" w:rsidRPr="00BC06C3" w:rsidRDefault="00BC06C3" w:rsidP="00BC06C3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C0023"/>
    <w:multiLevelType w:val="hybridMultilevel"/>
    <w:tmpl w:val="F3EC53B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9B00F72"/>
    <w:multiLevelType w:val="hybridMultilevel"/>
    <w:tmpl w:val="88408414"/>
    <w:lvl w:ilvl="0" w:tplc="BE8A426A">
      <w:start w:val="1"/>
      <w:numFmt w:val="bullet"/>
      <w:lvlText w:val="•"/>
      <w:lvlJc w:val="left"/>
      <w:pPr>
        <w:tabs>
          <w:tab w:val="num" w:pos="2140"/>
        </w:tabs>
        <w:ind w:left="2140" w:hanging="496"/>
      </w:pPr>
      <w:rPr>
        <w:rFonts w:ascii="DVGW Font 55" w:hAnsi="DVGW Font 55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869"/>
    <w:multiLevelType w:val="hybridMultilevel"/>
    <w:tmpl w:val="61CC57CC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491A201B"/>
    <w:multiLevelType w:val="hybridMultilevel"/>
    <w:tmpl w:val="C4DEFC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2350638"/>
    <w:multiLevelType w:val="hybridMultilevel"/>
    <w:tmpl w:val="9D2E88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10" w15:restartNumberingAfterBreak="0">
    <w:nsid w:val="554F031F"/>
    <w:multiLevelType w:val="hybridMultilevel"/>
    <w:tmpl w:val="B192BE02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F56EC"/>
    <w:multiLevelType w:val="hybridMultilevel"/>
    <w:tmpl w:val="D2FC95E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078F6"/>
    <w:multiLevelType w:val="hybridMultilevel"/>
    <w:tmpl w:val="7768323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930297"/>
    <w:multiLevelType w:val="multilevel"/>
    <w:tmpl w:val="17E2A95C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21B5F6C"/>
    <w:multiLevelType w:val="hybridMultilevel"/>
    <w:tmpl w:val="C11E32A6"/>
    <w:lvl w:ilvl="0" w:tplc="B09CE262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21A4A"/>
    <w:multiLevelType w:val="hybridMultilevel"/>
    <w:tmpl w:val="9E78D530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042AFA"/>
    <w:multiLevelType w:val="hybridMultilevel"/>
    <w:tmpl w:val="04D00F14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5A6261E"/>
    <w:multiLevelType w:val="hybridMultilevel"/>
    <w:tmpl w:val="1C4C14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7"/>
  </w:num>
  <w:num w:numId="5">
    <w:abstractNumId w:val="6"/>
  </w:num>
  <w:num w:numId="6">
    <w:abstractNumId w:val="1"/>
  </w:num>
  <w:num w:numId="7">
    <w:abstractNumId w:val="16"/>
  </w:num>
  <w:num w:numId="8">
    <w:abstractNumId w:val="3"/>
  </w:num>
  <w:num w:numId="9">
    <w:abstractNumId w:val="11"/>
  </w:num>
  <w:num w:numId="10">
    <w:abstractNumId w:val="10"/>
  </w:num>
  <w:num w:numId="11">
    <w:abstractNumId w:val="0"/>
  </w:num>
  <w:num w:numId="12">
    <w:abstractNumId w:val="5"/>
  </w:num>
  <w:num w:numId="13">
    <w:abstractNumId w:val="15"/>
  </w:num>
  <w:num w:numId="14">
    <w:abstractNumId w:val="2"/>
  </w:num>
  <w:num w:numId="15">
    <w:abstractNumId w:val="8"/>
  </w:num>
  <w:num w:numId="16">
    <w:abstractNumId w:val="18"/>
  </w:num>
  <w:num w:numId="17">
    <w:abstractNumId w:val="12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ocumentProtection w:edit="forms" w:enforcement="1" w:cryptProviderType="rsaAES" w:cryptAlgorithmClass="hash" w:cryptAlgorithmType="typeAny" w:cryptAlgorithmSid="14" w:cryptSpinCount="100000" w:hash="Y93vQENdw4pJs6yI3flyzpd+WDrZ7nm7UrFZJnuh+I8aNC7/qNEQC7iXQrk6hdTXGMEr6TI6K4pKBPsZ332MWA==" w:salt="zoUBLtrN2rUpALNL36i06A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7279"/>
    <w:rsid w:val="00004CDB"/>
    <w:rsid w:val="00016B9A"/>
    <w:rsid w:val="000B661D"/>
    <w:rsid w:val="000C2974"/>
    <w:rsid w:val="000C5B7C"/>
    <w:rsid w:val="000E32D8"/>
    <w:rsid w:val="000F3B5C"/>
    <w:rsid w:val="00116D3C"/>
    <w:rsid w:val="0012624E"/>
    <w:rsid w:val="00130A40"/>
    <w:rsid w:val="00184F8E"/>
    <w:rsid w:val="0018582E"/>
    <w:rsid w:val="001A41F6"/>
    <w:rsid w:val="001A437F"/>
    <w:rsid w:val="001D5C0D"/>
    <w:rsid w:val="001E76E3"/>
    <w:rsid w:val="001F075E"/>
    <w:rsid w:val="002065D2"/>
    <w:rsid w:val="0022205D"/>
    <w:rsid w:val="00270DD0"/>
    <w:rsid w:val="003149D3"/>
    <w:rsid w:val="00322C56"/>
    <w:rsid w:val="0032352D"/>
    <w:rsid w:val="00340C1A"/>
    <w:rsid w:val="00345D43"/>
    <w:rsid w:val="00373565"/>
    <w:rsid w:val="003A0302"/>
    <w:rsid w:val="003A03AE"/>
    <w:rsid w:val="003A74F9"/>
    <w:rsid w:val="003B0AAE"/>
    <w:rsid w:val="003B41B6"/>
    <w:rsid w:val="004318C1"/>
    <w:rsid w:val="00434C35"/>
    <w:rsid w:val="004712A1"/>
    <w:rsid w:val="004A6105"/>
    <w:rsid w:val="004E0B5A"/>
    <w:rsid w:val="004E39BA"/>
    <w:rsid w:val="004F59BC"/>
    <w:rsid w:val="00515D71"/>
    <w:rsid w:val="00541039"/>
    <w:rsid w:val="005849F9"/>
    <w:rsid w:val="005C318E"/>
    <w:rsid w:val="00607EB2"/>
    <w:rsid w:val="00616F4E"/>
    <w:rsid w:val="00634FF9"/>
    <w:rsid w:val="0063665F"/>
    <w:rsid w:val="00665701"/>
    <w:rsid w:val="00673362"/>
    <w:rsid w:val="00686198"/>
    <w:rsid w:val="006D70A3"/>
    <w:rsid w:val="006F48DD"/>
    <w:rsid w:val="00703601"/>
    <w:rsid w:val="0072496C"/>
    <w:rsid w:val="00784B0A"/>
    <w:rsid w:val="007C2EC5"/>
    <w:rsid w:val="007E37B7"/>
    <w:rsid w:val="008045A8"/>
    <w:rsid w:val="00810B77"/>
    <w:rsid w:val="008C07F2"/>
    <w:rsid w:val="008E679D"/>
    <w:rsid w:val="008F7EE3"/>
    <w:rsid w:val="00916A0D"/>
    <w:rsid w:val="009506A2"/>
    <w:rsid w:val="00952D81"/>
    <w:rsid w:val="00997B00"/>
    <w:rsid w:val="009B4EEF"/>
    <w:rsid w:val="00A656AC"/>
    <w:rsid w:val="00A81E18"/>
    <w:rsid w:val="00A82CD0"/>
    <w:rsid w:val="00A84BB2"/>
    <w:rsid w:val="00AA001D"/>
    <w:rsid w:val="00AA086D"/>
    <w:rsid w:val="00AE30BE"/>
    <w:rsid w:val="00AE7718"/>
    <w:rsid w:val="00AF1693"/>
    <w:rsid w:val="00B05BC3"/>
    <w:rsid w:val="00B133B0"/>
    <w:rsid w:val="00B13A55"/>
    <w:rsid w:val="00B5310D"/>
    <w:rsid w:val="00BA03C3"/>
    <w:rsid w:val="00BA1173"/>
    <w:rsid w:val="00BC06C3"/>
    <w:rsid w:val="00BE33A2"/>
    <w:rsid w:val="00BE63C9"/>
    <w:rsid w:val="00BF2165"/>
    <w:rsid w:val="00C4361B"/>
    <w:rsid w:val="00CB45D8"/>
    <w:rsid w:val="00CE2B21"/>
    <w:rsid w:val="00D1476A"/>
    <w:rsid w:val="00D2562F"/>
    <w:rsid w:val="00D31A6A"/>
    <w:rsid w:val="00D53AE8"/>
    <w:rsid w:val="00D93BF1"/>
    <w:rsid w:val="00DA6C10"/>
    <w:rsid w:val="00DE6E42"/>
    <w:rsid w:val="00E01FDD"/>
    <w:rsid w:val="00E02B6F"/>
    <w:rsid w:val="00E16425"/>
    <w:rsid w:val="00E23E40"/>
    <w:rsid w:val="00E3603E"/>
    <w:rsid w:val="00E94EA0"/>
    <w:rsid w:val="00EE7279"/>
    <w:rsid w:val="00EF751A"/>
    <w:rsid w:val="00F31A01"/>
    <w:rsid w:val="00FB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D2EF7B8"/>
  <w15:chartTrackingRefBased/>
  <w15:docId w15:val="{6F574FF2-F75A-4598-B44A-EDE5557F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02B6F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18"/>
    </w:rPr>
  </w:style>
  <w:style w:type="paragraph" w:styleId="berschrift2">
    <w:name w:val="heading 2"/>
    <w:basedOn w:val="Standard"/>
    <w:next w:val="Standard"/>
    <w:qFormat/>
    <w:pPr>
      <w:keepNext/>
      <w:ind w:right="214"/>
      <w:jc w:val="righ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ind w:left="570" w:hanging="3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</w:tabs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</w:tabs>
      <w:outlineLvl w:val="4"/>
    </w:pPr>
    <w:rPr>
      <w:b/>
      <w:sz w:val="2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/>
      <w:b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rFonts w:ascii="Arial" w:hAnsi="Arial"/>
      <w:b/>
      <w:sz w:val="16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both"/>
    </w:pPr>
    <w:rPr>
      <w:rFonts w:ascii="Arial" w:hAnsi="Arial"/>
      <w:b/>
      <w:sz w:val="22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styleId="BesuchterHyperlink">
    <w:name w:val="BesuchterHyperlink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/>
      <w:sz w:val="16"/>
    </w:rPr>
  </w:style>
  <w:style w:type="character" w:styleId="Funotenzeichen">
    <w:name w:val="footnote reference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6D3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16D3C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semiHidden/>
    <w:rsid w:val="00CB45D8"/>
  </w:style>
  <w:style w:type="character" w:styleId="Zeilennummer">
    <w:name w:val="line number"/>
    <w:uiPriority w:val="99"/>
    <w:semiHidden/>
    <w:unhideWhenUsed/>
    <w:rsid w:val="00607EB2"/>
  </w:style>
  <w:style w:type="character" w:customStyle="1" w:styleId="FuzeileZchn">
    <w:name w:val="Fußzeile Zchn"/>
    <w:link w:val="Fuzeile"/>
    <w:uiPriority w:val="99"/>
    <w:rsid w:val="00FB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07\Antr&#228;ge\Fachunternehmen\FU-Antrag_Zusatz_gw11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1A86-0BF1-4B91-BA0E-D84A9D5FF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FU-Antrag_Zusatz_gw11</Template>
  <TotalTime>0</TotalTime>
  <Pages>7</Pages>
  <Words>1141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Zertifizierungsstelle</vt:lpstr>
    </vt:vector>
  </TitlesOfParts>
  <Company>DVGW</Company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Zertifizierungsstelle</dc:title>
  <dc:subject/>
  <dc:creator>M.Weckheuer</dc:creator>
  <cp:keywords/>
  <cp:lastModifiedBy>Feldhaus, Jan</cp:lastModifiedBy>
  <cp:revision>2</cp:revision>
  <cp:lastPrinted>2014-11-27T12:04:00Z</cp:lastPrinted>
  <dcterms:created xsi:type="dcterms:W3CDTF">2021-12-15T11:32:00Z</dcterms:created>
  <dcterms:modified xsi:type="dcterms:W3CDTF">2021-12-15T11:32:00Z</dcterms:modified>
</cp:coreProperties>
</file>