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A20B4" w14:textId="77777777" w:rsidR="0014173C" w:rsidRDefault="0014173C" w:rsidP="00996847">
      <w:pPr>
        <w:tabs>
          <w:tab w:val="left" w:pos="-1142"/>
          <w:tab w:val="left" w:pos="-806"/>
          <w:tab w:val="left" w:pos="543"/>
          <w:tab w:val="left" w:pos="4852"/>
          <w:tab w:val="left" w:pos="5760"/>
        </w:tabs>
        <w:ind w:left="540" w:hanging="540"/>
        <w:jc w:val="both"/>
        <w:rPr>
          <w:rFonts w:ascii="Arial" w:hAnsi="Arial" w:cs="Arial"/>
          <w:b/>
          <w:bCs/>
          <w:sz w:val="22"/>
        </w:rPr>
      </w:pPr>
      <w:r>
        <w:rPr>
          <w:rFonts w:ascii="Arial" w:hAnsi="Arial"/>
          <w:b/>
          <w:sz w:val="22"/>
        </w:rPr>
        <w:t>7.1</w:t>
      </w:r>
      <w:r>
        <w:rPr>
          <w:rFonts w:ascii="Arial" w:hAnsi="Arial"/>
          <w:b/>
          <w:sz w:val="22"/>
        </w:rPr>
        <w:tab/>
      </w:r>
      <w:r w:rsidR="003001B7">
        <w:rPr>
          <w:rFonts w:ascii="Arial" w:hAnsi="Arial" w:cs="Arial"/>
          <w:b/>
          <w:bCs/>
          <w:sz w:val="22"/>
        </w:rPr>
        <w:t>Referenzliste des Unternehmens im Brunnenbau</w:t>
      </w:r>
      <w:r w:rsidR="00996847">
        <w:rPr>
          <w:rFonts w:ascii="Arial" w:hAnsi="Arial" w:cs="Arial"/>
          <w:b/>
          <w:bCs/>
          <w:sz w:val="22"/>
        </w:rPr>
        <w:t xml:space="preserve"> aus den letzten drei abgeschloss</w:t>
      </w:r>
      <w:r w:rsidR="00996847">
        <w:rPr>
          <w:rFonts w:ascii="Arial" w:hAnsi="Arial" w:cs="Arial"/>
          <w:b/>
          <w:bCs/>
          <w:sz w:val="22"/>
        </w:rPr>
        <w:t>e</w:t>
      </w:r>
      <w:r w:rsidR="00996847">
        <w:rPr>
          <w:rFonts w:ascii="Arial" w:hAnsi="Arial" w:cs="Arial"/>
          <w:b/>
          <w:bCs/>
          <w:sz w:val="22"/>
        </w:rPr>
        <w:t>nen Geschäftsjahren</w:t>
      </w:r>
    </w:p>
    <w:p w14:paraId="216564C5" w14:textId="77777777" w:rsidR="0014173C" w:rsidRDefault="0014173C">
      <w:pPr>
        <w:tabs>
          <w:tab w:val="left" w:pos="-1142"/>
          <w:tab w:val="left" w:pos="-806"/>
          <w:tab w:val="left" w:pos="543"/>
          <w:tab w:val="left" w:pos="4852"/>
          <w:tab w:val="left" w:pos="5760"/>
        </w:tabs>
        <w:jc w:val="both"/>
        <w:rPr>
          <w:rFonts w:ascii="Arial" w:hAnsi="Arial" w:cs="Arial"/>
          <w:bCs/>
          <w:sz w:val="14"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sz w:val="14"/>
          <w:szCs w:val="16"/>
        </w:rPr>
        <w:t>(Falls eine Seite für die Angabe der Referenzen nicht ausreichen sollte, bitte Vorlage kopieren.)</w:t>
      </w:r>
    </w:p>
    <w:p w14:paraId="49D7A911" w14:textId="77777777" w:rsidR="0014173C" w:rsidRDefault="0014173C">
      <w:pPr>
        <w:rPr>
          <w:rFonts w:ascii="Arial" w:hAnsi="Arial" w:cs="Arial"/>
          <w:bCs/>
          <w:sz w:val="18"/>
        </w:rPr>
      </w:pPr>
    </w:p>
    <w:tbl>
      <w:tblPr>
        <w:tblW w:w="9639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096"/>
        <w:gridCol w:w="1701"/>
        <w:gridCol w:w="1842"/>
      </w:tblGrid>
      <w:tr w:rsidR="003001B7" w14:paraId="41BE0520" w14:textId="77777777" w:rsidTr="003001B7">
        <w:tblPrEx>
          <w:tblCellMar>
            <w:top w:w="0" w:type="dxa"/>
            <w:bottom w:w="0" w:type="dxa"/>
          </w:tblCellMar>
        </w:tblPrEx>
        <w:trPr>
          <w:cantSplit/>
          <w:trHeight w:val="342"/>
        </w:trPr>
        <w:tc>
          <w:tcPr>
            <w:tcW w:w="6096" w:type="dxa"/>
            <w:vMerge w:val="restart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717DC04C" w14:textId="77777777" w:rsidR="003001B7" w:rsidRDefault="003001B7">
            <w:pPr>
              <w:spacing w:line="120" w:lineRule="exact"/>
              <w:rPr>
                <w:rFonts w:ascii="Arial" w:hAnsi="Arial" w:cs="Arial"/>
                <w:b/>
                <w:bCs/>
              </w:rPr>
            </w:pPr>
          </w:p>
          <w:p w14:paraId="00471C9F" w14:textId="77777777" w:rsidR="003001B7" w:rsidRDefault="003001B7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Auftraggeber</w:t>
            </w:r>
          </w:p>
          <w:p w14:paraId="4321C0BA" w14:textId="77777777" w:rsidR="003001B7" w:rsidRDefault="003001B7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after="112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(Referenzschreiben</w:t>
            </w:r>
            <w:r w:rsidR="00243301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/ Nummer)</w:t>
            </w:r>
          </w:p>
        </w:tc>
        <w:tc>
          <w:tcPr>
            <w:tcW w:w="1701" w:type="dxa"/>
            <w:vMerge w:val="restart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00EB658F" w14:textId="77777777" w:rsidR="003001B7" w:rsidRDefault="003001B7">
            <w:pPr>
              <w:spacing w:line="120" w:lineRule="exact"/>
              <w:jc w:val="center"/>
              <w:rPr>
                <w:rFonts w:ascii="Arial" w:hAnsi="Arial" w:cs="Arial"/>
                <w:b/>
                <w:bCs/>
              </w:rPr>
            </w:pPr>
          </w:p>
          <w:p w14:paraId="61A3D379" w14:textId="77777777" w:rsidR="003001B7" w:rsidRDefault="003001B7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after="112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Jahr</w:t>
            </w:r>
          </w:p>
        </w:tc>
        <w:tc>
          <w:tcPr>
            <w:tcW w:w="1842" w:type="dxa"/>
            <w:vMerge w:val="restart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64F4AF75" w14:textId="77777777" w:rsidR="003001B7" w:rsidRDefault="003001B7">
            <w:pPr>
              <w:spacing w:line="120" w:lineRule="exact"/>
              <w:jc w:val="center"/>
              <w:rPr>
                <w:rFonts w:ascii="Arial" w:hAnsi="Arial" w:cs="Arial"/>
                <w:b/>
                <w:bCs/>
              </w:rPr>
            </w:pPr>
          </w:p>
          <w:p w14:paraId="19FC1364" w14:textId="77777777" w:rsidR="003001B7" w:rsidRDefault="003001B7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after="112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Zertifizierungs-gru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</w:rPr>
              <w:t>pe</w:t>
            </w:r>
          </w:p>
          <w:p w14:paraId="7680AEC7" w14:textId="77777777" w:rsidR="003001B7" w:rsidRDefault="003001B7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after="112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A, B, R, S</w:t>
            </w:r>
          </w:p>
        </w:tc>
      </w:tr>
      <w:tr w:rsidR="003001B7" w14:paraId="55971C2E" w14:textId="77777777" w:rsidTr="003001B7">
        <w:tblPrEx>
          <w:tblCellMar>
            <w:top w:w="0" w:type="dxa"/>
            <w:bottom w:w="0" w:type="dxa"/>
          </w:tblCellMar>
        </w:tblPrEx>
        <w:trPr>
          <w:cantSplit/>
          <w:trHeight w:val="342"/>
        </w:trPr>
        <w:tc>
          <w:tcPr>
            <w:tcW w:w="6096" w:type="dxa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14:paraId="31D767C7" w14:textId="77777777" w:rsidR="003001B7" w:rsidRDefault="003001B7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after="112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14:paraId="2FB51E40" w14:textId="77777777" w:rsidR="003001B7" w:rsidRDefault="003001B7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after="112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14:paraId="525658BD" w14:textId="77777777" w:rsidR="003001B7" w:rsidRDefault="003001B7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after="112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3001B7" w14:paraId="40AB393D" w14:textId="77777777" w:rsidTr="003001B7">
        <w:tblPrEx>
          <w:tblCellMar>
            <w:top w:w="0" w:type="dxa"/>
            <w:bottom w:w="0" w:type="dxa"/>
          </w:tblCellMar>
        </w:tblPrEx>
        <w:trPr>
          <w:cantSplit/>
          <w:trHeight w:val="342"/>
        </w:trPr>
        <w:tc>
          <w:tcPr>
            <w:tcW w:w="6096" w:type="dxa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210287" w14:textId="77777777" w:rsidR="003001B7" w:rsidRDefault="003001B7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spacing w:after="112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6ACB84" w14:textId="77777777" w:rsidR="003001B7" w:rsidRDefault="003001B7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spacing w:after="112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0E2B98" w14:textId="77777777" w:rsidR="003001B7" w:rsidRDefault="003001B7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spacing w:after="112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3001B7" w14:paraId="691D1570" w14:textId="77777777" w:rsidTr="003001B7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60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3BFBCE5" w14:textId="77777777" w:rsidR="003001B7" w:rsidRPr="003001B7" w:rsidRDefault="003001B7">
            <w:pPr>
              <w:rPr>
                <w:rFonts w:ascii="Arial" w:hAnsi="Arial" w:cs="Arial"/>
                <w:b/>
                <w:bCs/>
              </w:rPr>
            </w:pPr>
            <w:r w:rsidRPr="003001B7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 w:rsidRPr="003001B7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3001B7">
              <w:rPr>
                <w:rFonts w:ascii="Arial" w:hAnsi="Arial" w:cs="Arial"/>
                <w:b/>
                <w:bCs/>
              </w:rPr>
            </w:r>
            <w:r w:rsidRPr="003001B7">
              <w:rPr>
                <w:rFonts w:ascii="Arial" w:hAnsi="Arial" w:cs="Arial"/>
                <w:b/>
                <w:bCs/>
              </w:rPr>
              <w:fldChar w:fldCharType="separate"/>
            </w:r>
            <w:r w:rsidRPr="003001B7">
              <w:rPr>
                <w:rFonts w:ascii="Arial" w:hAnsi="Arial" w:cs="Arial"/>
                <w:b/>
                <w:bCs/>
                <w:noProof/>
              </w:rPr>
              <w:t> </w:t>
            </w:r>
            <w:r w:rsidRPr="003001B7">
              <w:rPr>
                <w:rFonts w:ascii="Arial" w:hAnsi="Arial" w:cs="Arial"/>
                <w:b/>
                <w:bCs/>
                <w:noProof/>
              </w:rPr>
              <w:t> </w:t>
            </w:r>
            <w:r w:rsidRPr="003001B7">
              <w:rPr>
                <w:rFonts w:ascii="Arial" w:hAnsi="Arial" w:cs="Arial"/>
                <w:b/>
                <w:bCs/>
                <w:noProof/>
              </w:rPr>
              <w:t> </w:t>
            </w:r>
            <w:r w:rsidRPr="003001B7">
              <w:rPr>
                <w:rFonts w:ascii="Arial" w:hAnsi="Arial" w:cs="Arial"/>
                <w:b/>
                <w:bCs/>
                <w:noProof/>
              </w:rPr>
              <w:t> </w:t>
            </w:r>
            <w:r w:rsidRPr="003001B7">
              <w:rPr>
                <w:rFonts w:ascii="Arial" w:hAnsi="Arial" w:cs="Arial"/>
                <w:b/>
                <w:bCs/>
                <w:noProof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DBE4799" w14:textId="77777777" w:rsidR="003001B7" w:rsidRPr="003001B7" w:rsidRDefault="003001B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7CDB171" w14:textId="77777777" w:rsidR="003001B7" w:rsidRPr="003001B7" w:rsidRDefault="003001B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3001B7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3001B7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3001B7">
              <w:rPr>
                <w:rFonts w:ascii="Arial" w:hAnsi="Arial" w:cs="Arial"/>
                <w:b/>
                <w:bCs/>
              </w:rPr>
            </w:r>
            <w:r w:rsidRPr="003001B7">
              <w:rPr>
                <w:rFonts w:ascii="Arial" w:hAnsi="Arial" w:cs="Arial"/>
                <w:b/>
                <w:bCs/>
              </w:rPr>
              <w:fldChar w:fldCharType="separate"/>
            </w:r>
            <w:r w:rsidRPr="003001B7">
              <w:rPr>
                <w:rFonts w:ascii="Arial" w:hAnsi="Arial" w:cs="Arial"/>
                <w:b/>
                <w:bCs/>
                <w:noProof/>
              </w:rPr>
              <w:t> </w:t>
            </w:r>
            <w:r w:rsidRPr="003001B7">
              <w:rPr>
                <w:rFonts w:ascii="Arial" w:hAnsi="Arial" w:cs="Arial"/>
                <w:b/>
                <w:bCs/>
                <w:noProof/>
              </w:rPr>
              <w:t> </w:t>
            </w:r>
            <w:r w:rsidRPr="003001B7">
              <w:rPr>
                <w:rFonts w:ascii="Arial" w:hAnsi="Arial" w:cs="Arial"/>
                <w:b/>
                <w:bCs/>
                <w:noProof/>
              </w:rPr>
              <w:t> </w:t>
            </w:r>
            <w:r w:rsidRPr="003001B7">
              <w:rPr>
                <w:rFonts w:ascii="Arial" w:hAnsi="Arial" w:cs="Arial"/>
                <w:b/>
                <w:bCs/>
                <w:noProof/>
              </w:rPr>
              <w:t> </w:t>
            </w:r>
            <w:r w:rsidRPr="003001B7">
              <w:rPr>
                <w:rFonts w:ascii="Arial" w:hAnsi="Arial" w:cs="Arial"/>
                <w:b/>
                <w:bCs/>
                <w:noProof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3001B7" w14:paraId="0B9CDDA1" w14:textId="77777777" w:rsidTr="003001B7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60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BCC5E47" w14:textId="77777777" w:rsidR="003001B7" w:rsidRPr="003001B7" w:rsidRDefault="003001B7" w:rsidP="003A647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A49958D" w14:textId="77777777" w:rsidR="003001B7" w:rsidRPr="003001B7" w:rsidRDefault="003001B7" w:rsidP="003A64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3FAE7D6" w14:textId="77777777" w:rsidR="003001B7" w:rsidRPr="003001B7" w:rsidRDefault="003001B7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3001B7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3001B7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3001B7">
              <w:rPr>
                <w:rFonts w:ascii="Arial" w:hAnsi="Arial" w:cs="Arial"/>
                <w:b/>
                <w:bCs/>
              </w:rPr>
            </w:r>
            <w:r w:rsidRPr="003001B7">
              <w:rPr>
                <w:rFonts w:ascii="Arial" w:hAnsi="Arial" w:cs="Arial"/>
                <w:b/>
                <w:bCs/>
              </w:rPr>
              <w:fldChar w:fldCharType="separate"/>
            </w:r>
            <w:r w:rsidRPr="003001B7">
              <w:rPr>
                <w:rFonts w:ascii="Arial" w:hAnsi="Arial" w:cs="Arial"/>
                <w:b/>
                <w:bCs/>
                <w:noProof/>
              </w:rPr>
              <w:t> </w:t>
            </w:r>
            <w:r w:rsidRPr="003001B7">
              <w:rPr>
                <w:rFonts w:ascii="Arial" w:hAnsi="Arial" w:cs="Arial"/>
                <w:b/>
                <w:bCs/>
                <w:noProof/>
              </w:rPr>
              <w:t> </w:t>
            </w:r>
            <w:r w:rsidRPr="003001B7">
              <w:rPr>
                <w:rFonts w:ascii="Arial" w:hAnsi="Arial" w:cs="Arial"/>
                <w:b/>
                <w:bCs/>
                <w:noProof/>
              </w:rPr>
              <w:t> </w:t>
            </w:r>
            <w:r w:rsidRPr="003001B7">
              <w:rPr>
                <w:rFonts w:ascii="Arial" w:hAnsi="Arial" w:cs="Arial"/>
                <w:b/>
                <w:bCs/>
                <w:noProof/>
              </w:rPr>
              <w:t> </w:t>
            </w:r>
            <w:r w:rsidRPr="003001B7">
              <w:rPr>
                <w:rFonts w:ascii="Arial" w:hAnsi="Arial" w:cs="Arial"/>
                <w:b/>
                <w:bCs/>
                <w:noProof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3001B7" w14:paraId="39E48607" w14:textId="77777777" w:rsidTr="003001B7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60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BEF17A6" w14:textId="77777777" w:rsidR="003001B7" w:rsidRPr="003001B7" w:rsidRDefault="003001B7" w:rsidP="003A647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E6AEA96" w14:textId="77777777" w:rsidR="003001B7" w:rsidRPr="003001B7" w:rsidRDefault="003001B7" w:rsidP="003A64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6B64792" w14:textId="77777777" w:rsidR="003001B7" w:rsidRPr="003001B7" w:rsidRDefault="003001B7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3001B7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3001B7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3001B7">
              <w:rPr>
                <w:rFonts w:ascii="Arial" w:hAnsi="Arial" w:cs="Arial"/>
                <w:b/>
                <w:bCs/>
              </w:rPr>
            </w:r>
            <w:r w:rsidRPr="003001B7">
              <w:rPr>
                <w:rFonts w:ascii="Arial" w:hAnsi="Arial" w:cs="Arial"/>
                <w:b/>
                <w:bCs/>
              </w:rPr>
              <w:fldChar w:fldCharType="separate"/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3001B7" w14:paraId="27A4D121" w14:textId="77777777" w:rsidTr="003001B7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60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EF69A28" w14:textId="77777777" w:rsidR="003001B7" w:rsidRPr="003001B7" w:rsidRDefault="003001B7" w:rsidP="003A647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5849B51" w14:textId="77777777" w:rsidR="003001B7" w:rsidRPr="003001B7" w:rsidRDefault="003001B7" w:rsidP="003A64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B474166" w14:textId="77777777" w:rsidR="003001B7" w:rsidRPr="003001B7" w:rsidRDefault="003001B7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3001B7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3001B7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3001B7">
              <w:rPr>
                <w:rFonts w:ascii="Arial" w:hAnsi="Arial" w:cs="Arial"/>
                <w:b/>
                <w:bCs/>
              </w:rPr>
            </w:r>
            <w:r w:rsidRPr="003001B7">
              <w:rPr>
                <w:rFonts w:ascii="Arial" w:hAnsi="Arial" w:cs="Arial"/>
                <w:b/>
                <w:bCs/>
              </w:rPr>
              <w:fldChar w:fldCharType="separate"/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3001B7" w14:paraId="25F7EABB" w14:textId="77777777" w:rsidTr="003001B7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60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8F7A831" w14:textId="77777777" w:rsidR="003001B7" w:rsidRPr="003001B7" w:rsidRDefault="003001B7" w:rsidP="003A647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FFC4B66" w14:textId="77777777" w:rsidR="003001B7" w:rsidRPr="003001B7" w:rsidRDefault="003001B7" w:rsidP="003A64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CE55B9A" w14:textId="77777777" w:rsidR="003001B7" w:rsidRPr="003001B7" w:rsidRDefault="003001B7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3001B7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3001B7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3001B7">
              <w:rPr>
                <w:rFonts w:ascii="Arial" w:hAnsi="Arial" w:cs="Arial"/>
                <w:b/>
                <w:bCs/>
              </w:rPr>
            </w:r>
            <w:r w:rsidRPr="003001B7">
              <w:rPr>
                <w:rFonts w:ascii="Arial" w:hAnsi="Arial" w:cs="Arial"/>
                <w:b/>
                <w:bCs/>
              </w:rPr>
              <w:fldChar w:fldCharType="separate"/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3001B7" w14:paraId="7EB3CDF0" w14:textId="77777777" w:rsidTr="003001B7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60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2F4BBDC" w14:textId="77777777" w:rsidR="003001B7" w:rsidRPr="003001B7" w:rsidRDefault="003001B7" w:rsidP="003A647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1D7BC0A" w14:textId="77777777" w:rsidR="003001B7" w:rsidRPr="003001B7" w:rsidRDefault="003001B7" w:rsidP="003A64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C55B2A8" w14:textId="77777777" w:rsidR="003001B7" w:rsidRPr="003001B7" w:rsidRDefault="003001B7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3001B7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3001B7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3001B7">
              <w:rPr>
                <w:rFonts w:ascii="Arial" w:hAnsi="Arial" w:cs="Arial"/>
                <w:b/>
                <w:bCs/>
              </w:rPr>
            </w:r>
            <w:r w:rsidRPr="003001B7">
              <w:rPr>
                <w:rFonts w:ascii="Arial" w:hAnsi="Arial" w:cs="Arial"/>
                <w:b/>
                <w:bCs/>
              </w:rPr>
              <w:fldChar w:fldCharType="separate"/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3001B7" w14:paraId="4DEA932B" w14:textId="77777777" w:rsidTr="003001B7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60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2F07A94" w14:textId="77777777" w:rsidR="003001B7" w:rsidRPr="003001B7" w:rsidRDefault="003001B7" w:rsidP="003A647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E9B6C7C" w14:textId="77777777" w:rsidR="003001B7" w:rsidRPr="003001B7" w:rsidRDefault="003001B7" w:rsidP="003A64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B9DC064" w14:textId="77777777" w:rsidR="003001B7" w:rsidRPr="003001B7" w:rsidRDefault="003001B7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3001B7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3001B7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3001B7">
              <w:rPr>
                <w:rFonts w:ascii="Arial" w:hAnsi="Arial" w:cs="Arial"/>
                <w:b/>
                <w:bCs/>
              </w:rPr>
            </w:r>
            <w:r w:rsidRPr="003001B7">
              <w:rPr>
                <w:rFonts w:ascii="Arial" w:hAnsi="Arial" w:cs="Arial"/>
                <w:b/>
                <w:bCs/>
              </w:rPr>
              <w:fldChar w:fldCharType="separate"/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3001B7" w14:paraId="79028E0A" w14:textId="77777777" w:rsidTr="003001B7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60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B1CC677" w14:textId="77777777" w:rsidR="003001B7" w:rsidRPr="003001B7" w:rsidRDefault="003001B7" w:rsidP="003A647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9F6A802" w14:textId="77777777" w:rsidR="003001B7" w:rsidRPr="003001B7" w:rsidRDefault="003001B7" w:rsidP="003A64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6983A54" w14:textId="77777777" w:rsidR="003001B7" w:rsidRPr="003001B7" w:rsidRDefault="003001B7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3001B7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3001B7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3001B7">
              <w:rPr>
                <w:rFonts w:ascii="Arial" w:hAnsi="Arial" w:cs="Arial"/>
                <w:b/>
                <w:bCs/>
              </w:rPr>
            </w:r>
            <w:r w:rsidRPr="003001B7">
              <w:rPr>
                <w:rFonts w:ascii="Arial" w:hAnsi="Arial" w:cs="Arial"/>
                <w:b/>
                <w:bCs/>
              </w:rPr>
              <w:fldChar w:fldCharType="separate"/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3001B7" w14:paraId="55464948" w14:textId="77777777" w:rsidTr="003001B7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60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2101A8E" w14:textId="77777777" w:rsidR="003001B7" w:rsidRPr="003001B7" w:rsidRDefault="003001B7" w:rsidP="003A647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ED79C6A" w14:textId="77777777" w:rsidR="003001B7" w:rsidRPr="003001B7" w:rsidRDefault="003001B7" w:rsidP="003A64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0987ED3" w14:textId="77777777" w:rsidR="003001B7" w:rsidRPr="003001B7" w:rsidRDefault="003001B7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3001B7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3001B7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3001B7">
              <w:rPr>
                <w:rFonts w:ascii="Arial" w:hAnsi="Arial" w:cs="Arial"/>
                <w:b/>
                <w:bCs/>
              </w:rPr>
            </w:r>
            <w:r w:rsidRPr="003001B7">
              <w:rPr>
                <w:rFonts w:ascii="Arial" w:hAnsi="Arial" w:cs="Arial"/>
                <w:b/>
                <w:bCs/>
              </w:rPr>
              <w:fldChar w:fldCharType="separate"/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3001B7" w14:paraId="1B0B2AB4" w14:textId="77777777" w:rsidTr="003001B7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60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47626D4" w14:textId="77777777" w:rsidR="003001B7" w:rsidRPr="003001B7" w:rsidRDefault="003001B7" w:rsidP="003A647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3BC340F" w14:textId="77777777" w:rsidR="003001B7" w:rsidRPr="003001B7" w:rsidRDefault="003001B7" w:rsidP="003A64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6260143" w14:textId="77777777" w:rsidR="003001B7" w:rsidRPr="003001B7" w:rsidRDefault="003001B7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3001B7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3001B7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3001B7">
              <w:rPr>
                <w:rFonts w:ascii="Arial" w:hAnsi="Arial" w:cs="Arial"/>
                <w:b/>
                <w:bCs/>
              </w:rPr>
            </w:r>
            <w:r w:rsidRPr="003001B7">
              <w:rPr>
                <w:rFonts w:ascii="Arial" w:hAnsi="Arial" w:cs="Arial"/>
                <w:b/>
                <w:bCs/>
              </w:rPr>
              <w:fldChar w:fldCharType="separate"/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3001B7" w14:paraId="0401A48F" w14:textId="77777777" w:rsidTr="003001B7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60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671FA2F" w14:textId="77777777" w:rsidR="003001B7" w:rsidRPr="003001B7" w:rsidRDefault="003001B7" w:rsidP="003A647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D9798CB" w14:textId="77777777" w:rsidR="003001B7" w:rsidRPr="003001B7" w:rsidRDefault="003001B7" w:rsidP="003A64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BCD74AC" w14:textId="77777777" w:rsidR="003001B7" w:rsidRPr="003001B7" w:rsidRDefault="003001B7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3001B7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3001B7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3001B7">
              <w:rPr>
                <w:rFonts w:ascii="Arial" w:hAnsi="Arial" w:cs="Arial"/>
                <w:b/>
                <w:bCs/>
              </w:rPr>
            </w:r>
            <w:r w:rsidRPr="003001B7">
              <w:rPr>
                <w:rFonts w:ascii="Arial" w:hAnsi="Arial" w:cs="Arial"/>
                <w:b/>
                <w:bCs/>
              </w:rPr>
              <w:fldChar w:fldCharType="separate"/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3001B7" w14:paraId="1D3E4702" w14:textId="77777777" w:rsidTr="003001B7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60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E12ACA8" w14:textId="77777777" w:rsidR="003001B7" w:rsidRPr="003001B7" w:rsidRDefault="003001B7" w:rsidP="003A647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D769767" w14:textId="77777777" w:rsidR="003001B7" w:rsidRPr="003001B7" w:rsidRDefault="003001B7" w:rsidP="003A64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99B1340" w14:textId="77777777" w:rsidR="003001B7" w:rsidRPr="003001B7" w:rsidRDefault="003001B7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3001B7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3001B7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3001B7">
              <w:rPr>
                <w:rFonts w:ascii="Arial" w:hAnsi="Arial" w:cs="Arial"/>
                <w:b/>
                <w:bCs/>
              </w:rPr>
            </w:r>
            <w:r w:rsidRPr="003001B7">
              <w:rPr>
                <w:rFonts w:ascii="Arial" w:hAnsi="Arial" w:cs="Arial"/>
                <w:b/>
                <w:bCs/>
              </w:rPr>
              <w:fldChar w:fldCharType="separate"/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3001B7" w14:paraId="64CE8A37" w14:textId="77777777" w:rsidTr="003001B7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60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936D983" w14:textId="77777777" w:rsidR="003001B7" w:rsidRPr="003001B7" w:rsidRDefault="003001B7" w:rsidP="003A647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84362DC" w14:textId="77777777" w:rsidR="003001B7" w:rsidRPr="003001B7" w:rsidRDefault="003001B7" w:rsidP="003A64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C347DE4" w14:textId="77777777" w:rsidR="003001B7" w:rsidRPr="003001B7" w:rsidRDefault="003001B7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3001B7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3001B7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3001B7">
              <w:rPr>
                <w:rFonts w:ascii="Arial" w:hAnsi="Arial" w:cs="Arial"/>
                <w:b/>
                <w:bCs/>
              </w:rPr>
            </w:r>
            <w:r w:rsidRPr="003001B7">
              <w:rPr>
                <w:rFonts w:ascii="Arial" w:hAnsi="Arial" w:cs="Arial"/>
                <w:b/>
                <w:bCs/>
              </w:rPr>
              <w:fldChar w:fldCharType="separate"/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3001B7" w14:paraId="6B3C2BE3" w14:textId="77777777" w:rsidTr="003001B7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60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2993985" w14:textId="77777777" w:rsidR="003001B7" w:rsidRPr="003001B7" w:rsidRDefault="003001B7" w:rsidP="003A647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B407F7B" w14:textId="77777777" w:rsidR="003001B7" w:rsidRPr="003001B7" w:rsidRDefault="003001B7" w:rsidP="003A64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4675531" w14:textId="77777777" w:rsidR="003001B7" w:rsidRPr="003001B7" w:rsidRDefault="003001B7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3001B7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3001B7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3001B7">
              <w:rPr>
                <w:rFonts w:ascii="Arial" w:hAnsi="Arial" w:cs="Arial"/>
                <w:b/>
                <w:bCs/>
              </w:rPr>
            </w:r>
            <w:r w:rsidRPr="003001B7">
              <w:rPr>
                <w:rFonts w:ascii="Arial" w:hAnsi="Arial" w:cs="Arial"/>
                <w:b/>
                <w:bCs/>
              </w:rPr>
              <w:fldChar w:fldCharType="separate"/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</w:tbl>
    <w:p w14:paraId="7E6CA3AA" w14:textId="77777777" w:rsidR="0014173C" w:rsidRDefault="0014173C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18"/>
        </w:rPr>
      </w:pPr>
    </w:p>
    <w:p w14:paraId="28CFA8DF" w14:textId="77777777" w:rsidR="003001B7" w:rsidRDefault="003001B7">
      <w:pPr>
        <w:tabs>
          <w:tab w:val="left" w:pos="-1142"/>
          <w:tab w:val="left" w:pos="-806"/>
          <w:tab w:val="left" w:pos="543"/>
          <w:tab w:val="left" w:pos="4852"/>
          <w:tab w:val="left" w:pos="5760"/>
        </w:tabs>
        <w:jc w:val="both"/>
        <w:rPr>
          <w:rFonts w:ascii="Arial" w:hAnsi="Arial" w:cs="Arial"/>
          <w:sz w:val="18"/>
        </w:rPr>
      </w:pPr>
    </w:p>
    <w:p w14:paraId="418E2D15" w14:textId="77777777" w:rsidR="003001B7" w:rsidRDefault="003001B7">
      <w:pPr>
        <w:tabs>
          <w:tab w:val="left" w:pos="-1142"/>
          <w:tab w:val="left" w:pos="-806"/>
          <w:tab w:val="left" w:pos="543"/>
          <w:tab w:val="left" w:pos="4852"/>
          <w:tab w:val="left" w:pos="5760"/>
        </w:tabs>
        <w:jc w:val="both"/>
        <w:rPr>
          <w:rFonts w:ascii="Arial" w:hAnsi="Arial" w:cs="Arial"/>
          <w:sz w:val="1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67"/>
        <w:gridCol w:w="5386"/>
      </w:tblGrid>
      <w:tr w:rsidR="003001B7" w14:paraId="64480E38" w14:textId="77777777" w:rsidTr="003A6477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3756" w:type="dxa"/>
            <w:tcBorders>
              <w:bottom w:val="single" w:sz="4" w:space="0" w:color="auto"/>
            </w:tcBorders>
            <w:vAlign w:val="bottom"/>
          </w:tcPr>
          <w:p w14:paraId="06644FB5" w14:textId="77777777" w:rsidR="003001B7" w:rsidRDefault="003001B7" w:rsidP="003A6477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fldChar w:fldCharType="begin">
                <w:ffData>
                  <w:name w:val="Text52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 Narrow" w:hAnsi="Arial Narrow"/>
                <w:b/>
              </w:rPr>
              <w:instrText xml:space="preserve"> FORMTEXT </w:instrText>
            </w:r>
            <w:r>
              <w:rPr>
                <w:rFonts w:ascii="Arial Narrow" w:hAnsi="Arial Narrow"/>
                <w:b/>
              </w:rPr>
            </w:r>
            <w:r>
              <w:rPr>
                <w:rFonts w:ascii="Arial Narrow" w:hAnsi="Arial Narrow"/>
                <w:b/>
              </w:rPr>
              <w:fldChar w:fldCharType="separate"/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567" w:type="dxa"/>
          </w:tcPr>
          <w:p w14:paraId="51527465" w14:textId="77777777" w:rsidR="003001B7" w:rsidRDefault="003001B7" w:rsidP="003A6477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5386" w:type="dxa"/>
            <w:tcBorders>
              <w:bottom w:val="single" w:sz="4" w:space="0" w:color="auto"/>
            </w:tcBorders>
            <w:vAlign w:val="bottom"/>
          </w:tcPr>
          <w:p w14:paraId="634835E2" w14:textId="77777777" w:rsidR="003001B7" w:rsidRDefault="003001B7" w:rsidP="003A6477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</w:tr>
      <w:tr w:rsidR="003001B7" w14:paraId="295D59E5" w14:textId="77777777" w:rsidTr="003A6477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323" w:type="dxa"/>
            <w:gridSpan w:val="2"/>
          </w:tcPr>
          <w:p w14:paraId="3B56627F" w14:textId="77777777" w:rsidR="003001B7" w:rsidRDefault="003001B7" w:rsidP="003A6477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(Ort und Datum)</w:t>
            </w:r>
          </w:p>
        </w:tc>
        <w:tc>
          <w:tcPr>
            <w:tcW w:w="5386" w:type="dxa"/>
          </w:tcPr>
          <w:p w14:paraId="7C0D680B" w14:textId="77777777" w:rsidR="003001B7" w:rsidRDefault="003001B7" w:rsidP="003001B7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</w:t>
            </w:r>
            <w:r w:rsidR="00D405E3">
              <w:rPr>
                <w:rFonts w:ascii="Arial" w:hAnsi="Arial" w:cs="Arial"/>
                <w:sz w:val="16"/>
              </w:rPr>
              <w:t xml:space="preserve">Unterschrift der </w:t>
            </w:r>
            <w:r>
              <w:rPr>
                <w:rFonts w:ascii="Arial" w:hAnsi="Arial" w:cs="Arial"/>
                <w:sz w:val="16"/>
                <w:szCs w:val="16"/>
              </w:rPr>
              <w:t>Geschäftsführung</w:t>
            </w:r>
            <w:r>
              <w:rPr>
                <w:rFonts w:ascii="Arial" w:hAnsi="Arial" w:cs="Arial"/>
                <w:sz w:val="16"/>
              </w:rPr>
              <w:t>)</w:t>
            </w:r>
          </w:p>
        </w:tc>
      </w:tr>
    </w:tbl>
    <w:p w14:paraId="7D4E6F3E" w14:textId="77777777" w:rsidR="0014173C" w:rsidRDefault="0014173C">
      <w:pPr>
        <w:tabs>
          <w:tab w:val="left" w:pos="-1142"/>
          <w:tab w:val="left" w:pos="-806"/>
          <w:tab w:val="left" w:pos="543"/>
          <w:tab w:val="left" w:pos="4852"/>
          <w:tab w:val="left" w:pos="5760"/>
        </w:tabs>
        <w:jc w:val="both"/>
        <w:rPr>
          <w:rFonts w:ascii="Arial" w:hAnsi="Arial"/>
          <w:sz w:val="22"/>
        </w:rPr>
      </w:pPr>
      <w:r>
        <w:rPr>
          <w:rFonts w:ascii="Arial" w:hAnsi="Arial" w:cs="Arial"/>
          <w:sz w:val="18"/>
        </w:rPr>
        <w:br w:type="page"/>
      </w:r>
      <w:r>
        <w:rPr>
          <w:rFonts w:ascii="Arial" w:hAnsi="Arial" w:cs="Arial"/>
          <w:b/>
          <w:bCs/>
          <w:sz w:val="22"/>
        </w:rPr>
        <w:lastRenderedPageBreak/>
        <w:t>7.2</w:t>
      </w:r>
      <w:r>
        <w:rPr>
          <w:rFonts w:ascii="Arial" w:hAnsi="Arial" w:cs="Arial"/>
          <w:b/>
          <w:bCs/>
          <w:sz w:val="22"/>
        </w:rPr>
        <w:tab/>
      </w:r>
      <w:r w:rsidR="00AC3EEF">
        <w:rPr>
          <w:rFonts w:ascii="Arial" w:hAnsi="Arial" w:cs="Arial"/>
          <w:b/>
          <w:bCs/>
          <w:sz w:val="22"/>
        </w:rPr>
        <w:t>Referenzliste</w:t>
      </w:r>
      <w:r>
        <w:rPr>
          <w:rFonts w:ascii="Arial" w:hAnsi="Arial" w:cs="Arial"/>
          <w:b/>
          <w:bCs/>
          <w:sz w:val="22"/>
        </w:rPr>
        <w:t xml:space="preserve"> de</w:t>
      </w:r>
      <w:r w:rsidR="00AC3EEF">
        <w:rPr>
          <w:rFonts w:ascii="Arial" w:hAnsi="Arial" w:cs="Arial"/>
          <w:b/>
          <w:bCs/>
          <w:sz w:val="22"/>
        </w:rPr>
        <w:t>r</w:t>
      </w:r>
      <w:r>
        <w:rPr>
          <w:rFonts w:ascii="Arial" w:hAnsi="Arial" w:cs="Arial"/>
          <w:b/>
          <w:bCs/>
          <w:sz w:val="22"/>
        </w:rPr>
        <w:t xml:space="preserve"> </w:t>
      </w:r>
      <w:r w:rsidR="00AC3EEF">
        <w:rPr>
          <w:rFonts w:ascii="Arial" w:hAnsi="Arial" w:cs="Arial"/>
          <w:b/>
          <w:bCs/>
          <w:sz w:val="22"/>
        </w:rPr>
        <w:t xml:space="preserve">verantwortlichen Fachaufsicht(en) im Brunnenbau aus den letzten </w:t>
      </w:r>
      <w:r w:rsidR="00AC3EEF">
        <w:rPr>
          <w:rFonts w:ascii="Arial" w:hAnsi="Arial" w:cs="Arial"/>
          <w:b/>
          <w:bCs/>
          <w:sz w:val="22"/>
        </w:rPr>
        <w:tab/>
        <w:t>drei abgeschlossenen Geschäftsjahren</w:t>
      </w:r>
    </w:p>
    <w:p w14:paraId="450EA18C" w14:textId="77777777" w:rsidR="0014173C" w:rsidRDefault="0014173C">
      <w:pPr>
        <w:tabs>
          <w:tab w:val="left" w:pos="543"/>
        </w:tabs>
        <w:rPr>
          <w:rFonts w:ascii="Arial" w:hAnsi="Arial" w:cs="Arial"/>
          <w:bCs/>
          <w:sz w:val="14"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sz w:val="14"/>
          <w:szCs w:val="16"/>
        </w:rPr>
        <w:t>(Falls eine Seite für die Angabe der Referenzen nicht ausreichen sollte, bitte Vorlage kopieren.)</w:t>
      </w:r>
    </w:p>
    <w:p w14:paraId="5D5853CC" w14:textId="77777777" w:rsidR="0014173C" w:rsidRDefault="0014173C">
      <w:pPr>
        <w:rPr>
          <w:rFonts w:ascii="Arial" w:hAnsi="Arial" w:cs="Arial"/>
          <w:bCs/>
          <w:sz w:val="18"/>
        </w:rPr>
      </w:pPr>
    </w:p>
    <w:tbl>
      <w:tblPr>
        <w:tblW w:w="9639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1701"/>
        <w:gridCol w:w="2268"/>
      </w:tblGrid>
      <w:tr w:rsidR="000D0789" w14:paraId="7DA1C7AD" w14:textId="77777777" w:rsidTr="008648E6">
        <w:tblPrEx>
          <w:tblCellMar>
            <w:top w:w="0" w:type="dxa"/>
            <w:bottom w:w="0" w:type="dxa"/>
          </w:tblCellMar>
        </w:tblPrEx>
        <w:trPr>
          <w:trHeight w:val="1057"/>
        </w:trPr>
        <w:tc>
          <w:tcPr>
            <w:tcW w:w="4536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20938E15" w14:textId="77777777" w:rsidR="008648E6" w:rsidRDefault="000D0789" w:rsidP="008648E6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before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Auftraggeber</w:t>
            </w:r>
            <w:r w:rsidR="008648E6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57BE6E5B" w14:textId="77777777" w:rsidR="000D0789" w:rsidRDefault="000D0789" w:rsidP="008648E6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(Referenzschreiben / Nummer)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3F9C71C6" w14:textId="77777777" w:rsidR="000D0789" w:rsidRDefault="000D0789" w:rsidP="008648E6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before="120" w:after="112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Jahr</w:t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6FC5952A" w14:textId="77777777" w:rsidR="008648E6" w:rsidRDefault="000D0789" w:rsidP="008648E6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before="120" w:after="112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Zertifizi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</w:rPr>
              <w:t>rungs-gru</w:t>
            </w:r>
            <w:r>
              <w:rPr>
                <w:rFonts w:ascii="Arial" w:hAnsi="Arial" w:cs="Arial"/>
                <w:b/>
                <w:bCs/>
              </w:rPr>
              <w:t>p</w:t>
            </w:r>
            <w:r w:rsidR="008648E6">
              <w:rPr>
                <w:rFonts w:ascii="Arial" w:hAnsi="Arial" w:cs="Arial"/>
                <w:b/>
                <w:bCs/>
              </w:rPr>
              <w:t xml:space="preserve">pe </w:t>
            </w:r>
          </w:p>
          <w:p w14:paraId="09F85D1A" w14:textId="77777777" w:rsidR="000D0789" w:rsidRDefault="000D0789" w:rsidP="008648E6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A, B, R, S</w:t>
            </w: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18187734" w14:textId="77777777" w:rsidR="000D0789" w:rsidRDefault="000D0789" w:rsidP="008648E6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Name, Vorname </w:t>
            </w:r>
            <w:r w:rsidR="008648E6">
              <w:rPr>
                <w:rFonts w:ascii="Arial" w:hAnsi="Arial" w:cs="Arial"/>
                <w:b/>
                <w:bCs/>
              </w:rPr>
              <w:t xml:space="preserve">   </w:t>
            </w:r>
            <w:r>
              <w:rPr>
                <w:rFonts w:ascii="Arial" w:hAnsi="Arial" w:cs="Arial"/>
                <w:b/>
                <w:bCs/>
              </w:rPr>
              <w:t>der verantwortl</w:t>
            </w:r>
            <w:r>
              <w:rPr>
                <w:rFonts w:ascii="Arial" w:hAnsi="Arial" w:cs="Arial"/>
                <w:b/>
                <w:bCs/>
              </w:rPr>
              <w:t>i</w:t>
            </w:r>
            <w:r>
              <w:rPr>
                <w:rFonts w:ascii="Arial" w:hAnsi="Arial" w:cs="Arial"/>
                <w:b/>
                <w:bCs/>
              </w:rPr>
              <w:t>chen Fachau</w:t>
            </w:r>
            <w:r>
              <w:rPr>
                <w:rFonts w:ascii="Arial" w:hAnsi="Arial" w:cs="Arial"/>
                <w:b/>
                <w:bCs/>
              </w:rPr>
              <w:t>f</w:t>
            </w:r>
            <w:r>
              <w:rPr>
                <w:rFonts w:ascii="Arial" w:hAnsi="Arial" w:cs="Arial"/>
                <w:b/>
                <w:bCs/>
              </w:rPr>
              <w:t>sicht(en)</w:t>
            </w:r>
          </w:p>
        </w:tc>
      </w:tr>
      <w:tr w:rsidR="000D0789" w14:paraId="53B1D45C" w14:textId="77777777" w:rsidTr="008648E6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4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276241F" w14:textId="77777777" w:rsidR="000D0789" w:rsidRPr="003001B7" w:rsidRDefault="000D0789" w:rsidP="003A647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9547EDF" w14:textId="77777777" w:rsidR="000D0789" w:rsidRPr="003001B7" w:rsidRDefault="000D0789" w:rsidP="003A64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940109" w14:textId="77777777" w:rsidR="000D0789" w:rsidRDefault="000D0789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DF88FCF" w14:textId="77777777" w:rsidR="000D0789" w:rsidRPr="003001B7" w:rsidRDefault="000D0789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0D0789" w14:paraId="0068DA5E" w14:textId="77777777" w:rsidTr="008648E6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4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82CB74B" w14:textId="77777777" w:rsidR="000D0789" w:rsidRPr="003001B7" w:rsidRDefault="000D0789" w:rsidP="003A647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680AB57" w14:textId="77777777" w:rsidR="000D0789" w:rsidRPr="003001B7" w:rsidRDefault="000D0789" w:rsidP="003A64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139DC14" w14:textId="77777777" w:rsidR="000D0789" w:rsidRDefault="000D0789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3BCE34E" w14:textId="77777777" w:rsidR="000D0789" w:rsidRPr="003001B7" w:rsidRDefault="000D0789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0D0789" w14:paraId="4AE92123" w14:textId="77777777" w:rsidTr="008648E6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4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18DF002" w14:textId="77777777" w:rsidR="000D0789" w:rsidRPr="003001B7" w:rsidRDefault="000D0789" w:rsidP="003A647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D3D6ED8" w14:textId="77777777" w:rsidR="000D0789" w:rsidRPr="003001B7" w:rsidRDefault="000D0789" w:rsidP="003A64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D22ED5" w14:textId="77777777" w:rsidR="000D0789" w:rsidRDefault="000D0789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25B7D77" w14:textId="77777777" w:rsidR="000D0789" w:rsidRPr="003001B7" w:rsidRDefault="000D0789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0D0789" w14:paraId="67F2E921" w14:textId="77777777" w:rsidTr="008648E6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4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CA90C8F" w14:textId="77777777" w:rsidR="000D0789" w:rsidRPr="003001B7" w:rsidRDefault="000D0789" w:rsidP="003A647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C53C9C7" w14:textId="77777777" w:rsidR="000D0789" w:rsidRPr="003001B7" w:rsidRDefault="000D0789" w:rsidP="003A64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570ACA3" w14:textId="77777777" w:rsidR="000D0789" w:rsidRDefault="000D0789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E9BBEC8" w14:textId="77777777" w:rsidR="000D0789" w:rsidRPr="003001B7" w:rsidRDefault="000D0789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0D0789" w14:paraId="24CC832E" w14:textId="77777777" w:rsidTr="008648E6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4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CE6752C" w14:textId="77777777" w:rsidR="000D0789" w:rsidRPr="003001B7" w:rsidRDefault="000D0789" w:rsidP="003A647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029FF2F" w14:textId="77777777" w:rsidR="000D0789" w:rsidRPr="003001B7" w:rsidRDefault="000D0789" w:rsidP="003A64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62FA4FC" w14:textId="77777777" w:rsidR="000D0789" w:rsidRDefault="000D0789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CD93B81" w14:textId="77777777" w:rsidR="000D0789" w:rsidRPr="003001B7" w:rsidRDefault="000D0789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0D0789" w14:paraId="798F5F81" w14:textId="77777777" w:rsidTr="008648E6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4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4D141D8" w14:textId="77777777" w:rsidR="000D0789" w:rsidRPr="003001B7" w:rsidRDefault="000D0789" w:rsidP="003A647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AD7D5E7" w14:textId="77777777" w:rsidR="000D0789" w:rsidRPr="003001B7" w:rsidRDefault="000D0789" w:rsidP="003A64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5360856" w14:textId="77777777" w:rsidR="000D0789" w:rsidRDefault="000D0789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4EAAA2D" w14:textId="77777777" w:rsidR="000D0789" w:rsidRPr="003001B7" w:rsidRDefault="000D0789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0D0789" w14:paraId="41969201" w14:textId="77777777" w:rsidTr="008648E6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4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C4FCBEE" w14:textId="77777777" w:rsidR="000D0789" w:rsidRPr="003001B7" w:rsidRDefault="000D0789" w:rsidP="003A647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C4F2ADF" w14:textId="77777777" w:rsidR="000D0789" w:rsidRPr="003001B7" w:rsidRDefault="000D0789" w:rsidP="003A64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42C9CCE" w14:textId="77777777" w:rsidR="000D0789" w:rsidRDefault="000D0789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E8864FA" w14:textId="77777777" w:rsidR="000D0789" w:rsidRPr="003001B7" w:rsidRDefault="000D0789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0D0789" w14:paraId="1F284DA2" w14:textId="77777777" w:rsidTr="008648E6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4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86BF945" w14:textId="77777777" w:rsidR="000D0789" w:rsidRPr="003001B7" w:rsidRDefault="000D0789" w:rsidP="003A647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1469BCA" w14:textId="77777777" w:rsidR="000D0789" w:rsidRPr="003001B7" w:rsidRDefault="000D0789" w:rsidP="003A64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D3786A" w14:textId="77777777" w:rsidR="000D0789" w:rsidRDefault="000D0789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7BF40DE" w14:textId="77777777" w:rsidR="000D0789" w:rsidRPr="003001B7" w:rsidRDefault="000D0789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0D0789" w14:paraId="2F346CC8" w14:textId="77777777" w:rsidTr="008648E6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4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836F02E" w14:textId="77777777" w:rsidR="000D0789" w:rsidRPr="003001B7" w:rsidRDefault="000D0789" w:rsidP="003A647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EA8F49F" w14:textId="77777777" w:rsidR="000D0789" w:rsidRPr="003001B7" w:rsidRDefault="000D0789" w:rsidP="003A64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D3E6B" w14:textId="77777777" w:rsidR="000D0789" w:rsidRDefault="000D0789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11073BA" w14:textId="77777777" w:rsidR="000D0789" w:rsidRPr="003001B7" w:rsidRDefault="000D0789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0D0789" w14:paraId="76F978B9" w14:textId="77777777" w:rsidTr="008648E6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4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93DEFB4" w14:textId="77777777" w:rsidR="000D0789" w:rsidRPr="003001B7" w:rsidRDefault="000D0789" w:rsidP="003A647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82184F7" w14:textId="77777777" w:rsidR="000D0789" w:rsidRPr="003001B7" w:rsidRDefault="000D0789" w:rsidP="003A64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8F6B087" w14:textId="77777777" w:rsidR="000D0789" w:rsidRDefault="000D0789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ADEF8BF" w14:textId="77777777" w:rsidR="000D0789" w:rsidRPr="003001B7" w:rsidRDefault="000D0789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0D0789" w14:paraId="4126D97F" w14:textId="77777777" w:rsidTr="008648E6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4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B993A08" w14:textId="77777777" w:rsidR="000D0789" w:rsidRPr="003001B7" w:rsidRDefault="000D0789" w:rsidP="003A647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054233E" w14:textId="77777777" w:rsidR="000D0789" w:rsidRPr="003001B7" w:rsidRDefault="000D0789" w:rsidP="003A64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6D8CF4C" w14:textId="77777777" w:rsidR="000D0789" w:rsidRDefault="000D0789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6958547" w14:textId="77777777" w:rsidR="000D0789" w:rsidRPr="003001B7" w:rsidRDefault="000D0789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0D0789" w14:paraId="4412FE49" w14:textId="77777777" w:rsidTr="008648E6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4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A72BBC6" w14:textId="77777777" w:rsidR="000D0789" w:rsidRPr="003001B7" w:rsidRDefault="000D0789" w:rsidP="003A647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E9A5E36" w14:textId="77777777" w:rsidR="000D0789" w:rsidRPr="003001B7" w:rsidRDefault="000D0789" w:rsidP="003A64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1D422B" w14:textId="77777777" w:rsidR="000D0789" w:rsidRDefault="000D0789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4802B8A" w14:textId="77777777" w:rsidR="000D0789" w:rsidRPr="003001B7" w:rsidRDefault="000D0789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0D0789" w14:paraId="190EDB46" w14:textId="77777777" w:rsidTr="008648E6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4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7B2165B" w14:textId="77777777" w:rsidR="000D0789" w:rsidRPr="003001B7" w:rsidRDefault="000D0789" w:rsidP="003A647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61060BF" w14:textId="77777777" w:rsidR="000D0789" w:rsidRPr="003001B7" w:rsidRDefault="000D0789" w:rsidP="003A64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D5C685C" w14:textId="77777777" w:rsidR="000D0789" w:rsidRDefault="000D0789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D1C7DB2" w14:textId="77777777" w:rsidR="000D0789" w:rsidRPr="003001B7" w:rsidRDefault="000D0789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0D0789" w14:paraId="36EB9A82" w14:textId="77777777" w:rsidTr="008648E6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4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9FEDC73" w14:textId="77777777" w:rsidR="000D0789" w:rsidRPr="003001B7" w:rsidRDefault="000D0789" w:rsidP="003A647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15C27AD" w14:textId="77777777" w:rsidR="000D0789" w:rsidRPr="003001B7" w:rsidRDefault="000D0789" w:rsidP="003A64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6B1A5F" w14:textId="77777777" w:rsidR="000D0789" w:rsidRDefault="000D0789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2DF9889" w14:textId="77777777" w:rsidR="000D0789" w:rsidRPr="003001B7" w:rsidRDefault="000D0789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</w:tbl>
    <w:p w14:paraId="079345CC" w14:textId="77777777" w:rsidR="00AC3EEF" w:rsidRDefault="00AC3EEF" w:rsidP="00AC3EEF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18"/>
        </w:rPr>
      </w:pPr>
    </w:p>
    <w:p w14:paraId="37E94B0C" w14:textId="77777777" w:rsidR="00AC3EEF" w:rsidRDefault="00AC3EEF" w:rsidP="00AC3EEF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18"/>
        </w:rPr>
      </w:pPr>
    </w:p>
    <w:p w14:paraId="0BF0DE15" w14:textId="77777777" w:rsidR="00AC3EEF" w:rsidRDefault="00AC3EEF" w:rsidP="00AC3EEF">
      <w:pPr>
        <w:tabs>
          <w:tab w:val="left" w:pos="-1142"/>
          <w:tab w:val="left" w:pos="-806"/>
          <w:tab w:val="left" w:pos="543"/>
          <w:tab w:val="left" w:pos="4852"/>
          <w:tab w:val="left" w:pos="5760"/>
        </w:tabs>
        <w:jc w:val="both"/>
        <w:rPr>
          <w:rFonts w:ascii="Arial" w:hAnsi="Arial" w:cs="Arial"/>
          <w:sz w:val="18"/>
        </w:rPr>
      </w:pPr>
    </w:p>
    <w:p w14:paraId="3284937C" w14:textId="77777777" w:rsidR="00AC3EEF" w:rsidRDefault="00AC3EEF" w:rsidP="00AC3EEF">
      <w:pPr>
        <w:tabs>
          <w:tab w:val="left" w:pos="-1142"/>
          <w:tab w:val="left" w:pos="-806"/>
          <w:tab w:val="left" w:pos="543"/>
          <w:tab w:val="left" w:pos="4852"/>
          <w:tab w:val="left" w:pos="5760"/>
        </w:tabs>
        <w:jc w:val="both"/>
        <w:rPr>
          <w:rFonts w:ascii="Arial" w:hAnsi="Arial" w:cs="Arial"/>
          <w:sz w:val="1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67"/>
        <w:gridCol w:w="5386"/>
      </w:tblGrid>
      <w:tr w:rsidR="00AC3EEF" w14:paraId="3168C51C" w14:textId="77777777" w:rsidTr="003A6477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3756" w:type="dxa"/>
            <w:tcBorders>
              <w:bottom w:val="single" w:sz="4" w:space="0" w:color="auto"/>
            </w:tcBorders>
            <w:vAlign w:val="bottom"/>
          </w:tcPr>
          <w:p w14:paraId="231ADD4E" w14:textId="77777777" w:rsidR="00AC3EEF" w:rsidRDefault="00AC3EEF" w:rsidP="003A6477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fldChar w:fldCharType="begin">
                <w:ffData>
                  <w:name w:val="Text52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 Narrow" w:hAnsi="Arial Narrow"/>
                <w:b/>
              </w:rPr>
              <w:instrText xml:space="preserve"> FORMTEXT </w:instrText>
            </w:r>
            <w:r>
              <w:rPr>
                <w:rFonts w:ascii="Arial Narrow" w:hAnsi="Arial Narrow"/>
                <w:b/>
              </w:rPr>
            </w:r>
            <w:r>
              <w:rPr>
                <w:rFonts w:ascii="Arial Narrow" w:hAnsi="Arial Narrow"/>
                <w:b/>
              </w:rPr>
              <w:fldChar w:fldCharType="separate"/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567" w:type="dxa"/>
          </w:tcPr>
          <w:p w14:paraId="58A8CA55" w14:textId="77777777" w:rsidR="00AC3EEF" w:rsidRDefault="00AC3EEF" w:rsidP="003A6477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5386" w:type="dxa"/>
            <w:tcBorders>
              <w:bottom w:val="single" w:sz="4" w:space="0" w:color="auto"/>
            </w:tcBorders>
            <w:vAlign w:val="bottom"/>
          </w:tcPr>
          <w:p w14:paraId="5E670647" w14:textId="77777777" w:rsidR="00AC3EEF" w:rsidRDefault="00AC3EEF" w:rsidP="003A6477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</w:tr>
      <w:tr w:rsidR="00AC3EEF" w14:paraId="032FAAB5" w14:textId="77777777" w:rsidTr="003A6477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323" w:type="dxa"/>
            <w:gridSpan w:val="2"/>
          </w:tcPr>
          <w:p w14:paraId="1B5E8B8E" w14:textId="77777777" w:rsidR="00AC3EEF" w:rsidRDefault="00AC3EEF" w:rsidP="003A6477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(Ort und Datum)</w:t>
            </w:r>
          </w:p>
        </w:tc>
        <w:tc>
          <w:tcPr>
            <w:tcW w:w="5386" w:type="dxa"/>
          </w:tcPr>
          <w:p w14:paraId="151C8BE6" w14:textId="77777777" w:rsidR="00AC3EEF" w:rsidRDefault="00D405E3" w:rsidP="003A6477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Unterschrift der verantw. Fachaufsicht</w:t>
            </w:r>
            <w:r w:rsidR="008648E6">
              <w:rPr>
                <w:rFonts w:ascii="Arial" w:hAnsi="Arial" w:cs="Arial"/>
                <w:sz w:val="16"/>
                <w:szCs w:val="16"/>
              </w:rPr>
              <w:t>(en)</w:t>
            </w:r>
            <w:r>
              <w:rPr>
                <w:rFonts w:ascii="Arial" w:hAnsi="Arial" w:cs="Arial"/>
                <w:sz w:val="16"/>
              </w:rPr>
              <w:t>)</w:t>
            </w:r>
          </w:p>
        </w:tc>
      </w:tr>
    </w:tbl>
    <w:p w14:paraId="56B4A56A" w14:textId="77777777" w:rsidR="0014173C" w:rsidRDefault="0014173C">
      <w:pPr>
        <w:tabs>
          <w:tab w:val="left" w:pos="567"/>
        </w:tabs>
        <w:rPr>
          <w:rFonts w:ascii="Arial" w:hAnsi="Arial" w:cs="Arial"/>
          <w:b/>
          <w:bCs/>
          <w:sz w:val="22"/>
        </w:rPr>
      </w:pPr>
      <w:r>
        <w:rPr>
          <w:sz w:val="18"/>
        </w:rPr>
        <w:br w:type="page"/>
      </w:r>
      <w:r>
        <w:rPr>
          <w:rFonts w:ascii="Arial" w:hAnsi="Arial" w:cs="Arial"/>
          <w:b/>
          <w:bCs/>
          <w:sz w:val="22"/>
        </w:rPr>
        <w:lastRenderedPageBreak/>
        <w:t>8.1</w:t>
      </w:r>
      <w:r>
        <w:rPr>
          <w:rFonts w:ascii="Arial" w:hAnsi="Arial" w:cs="Arial"/>
          <w:b/>
          <w:bCs/>
          <w:sz w:val="22"/>
        </w:rPr>
        <w:tab/>
        <w:t>Verantwortliche Fachaufsicht</w:t>
      </w:r>
      <w:r w:rsidR="009E4875">
        <w:rPr>
          <w:rFonts w:ascii="Arial" w:hAnsi="Arial" w:cs="Arial"/>
          <w:b/>
          <w:bCs/>
          <w:sz w:val="22"/>
        </w:rPr>
        <w:t xml:space="preserve"> gem. 6.2 der W 120-1: 2012-08</w:t>
      </w:r>
    </w:p>
    <w:p w14:paraId="6B3AAE2C" w14:textId="77777777" w:rsidR="0014173C" w:rsidRDefault="0014173C">
      <w:pPr>
        <w:tabs>
          <w:tab w:val="left" w:pos="543"/>
          <w:tab w:val="right" w:leader="dot" w:pos="9614"/>
        </w:tabs>
        <w:spacing w:line="480" w:lineRule="auto"/>
        <w:jc w:val="both"/>
        <w:rPr>
          <w:rFonts w:ascii="Arial" w:hAnsi="Arial" w:cs="Arial"/>
          <w:bCs/>
          <w:sz w:val="14"/>
        </w:rPr>
      </w:pPr>
      <w:r>
        <w:rPr>
          <w:rFonts w:ascii="Arial" w:hAnsi="Arial" w:cs="Arial"/>
          <w:sz w:val="14"/>
          <w:szCs w:val="16"/>
        </w:rPr>
        <w:tab/>
        <w:t>Je Fachaufsicht ist ein getrenntes Blatt zu verwenden (falls mehrere Seiten benötigt werden, Vorlage kopieren)</w:t>
      </w:r>
      <w:r>
        <w:rPr>
          <w:rFonts w:ascii="Arial" w:hAnsi="Arial" w:cs="Arial"/>
          <w:b/>
          <w:bCs/>
          <w:sz w:val="14"/>
          <w:szCs w:val="16"/>
        </w:rPr>
        <w:t>.</w:t>
      </w:r>
    </w:p>
    <w:tbl>
      <w:tblPr>
        <w:tblW w:w="9781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686"/>
        <w:gridCol w:w="1843"/>
        <w:gridCol w:w="425"/>
        <w:gridCol w:w="1276"/>
        <w:gridCol w:w="425"/>
        <w:gridCol w:w="1701"/>
        <w:gridCol w:w="425"/>
      </w:tblGrid>
      <w:tr w:rsidR="0058253E" w14:paraId="7AF02090" w14:textId="77777777" w:rsidTr="0058253E">
        <w:tblPrEx>
          <w:tblCellMar>
            <w:top w:w="0" w:type="dxa"/>
            <w:bottom w:w="0" w:type="dxa"/>
          </w:tblCellMar>
        </w:tblPrEx>
        <w:trPr>
          <w:cantSplit/>
          <w:trHeight w:val="624"/>
        </w:trPr>
        <w:tc>
          <w:tcPr>
            <w:tcW w:w="3686" w:type="dxa"/>
          </w:tcPr>
          <w:p w14:paraId="4538B696" w14:textId="77777777" w:rsidR="0058253E" w:rsidRDefault="0058253E" w:rsidP="0058253E">
            <w:pPr>
              <w:spacing w:after="100" w:afterAutospacing="1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 xml:space="preserve">Gruppe </w:t>
            </w:r>
            <w:r>
              <w:rPr>
                <w:rFonts w:ascii="Arial" w:hAnsi="Arial" w:cs="Arial"/>
                <w:sz w:val="16"/>
                <w:szCs w:val="16"/>
              </w:rPr>
              <w:t>(bitte Zutreffendes ankre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>
              <w:rPr>
                <w:rFonts w:ascii="Arial" w:hAnsi="Arial" w:cs="Arial"/>
                <w:sz w:val="16"/>
                <w:szCs w:val="16"/>
              </w:rPr>
              <w:t>zen</w:t>
            </w:r>
            <w:r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1843" w:type="dxa"/>
          </w:tcPr>
          <w:p w14:paraId="2BC161D9" w14:textId="77777777" w:rsidR="0058253E" w:rsidRDefault="0058253E" w:rsidP="0058253E">
            <w:pPr>
              <w:spacing w:after="100" w:afterAutospacing="1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Ausbau (A) und Bo</w:t>
            </w:r>
            <w:r>
              <w:rPr>
                <w:rFonts w:ascii="Arial" w:hAnsi="Arial" w:cs="Arial"/>
                <w:b/>
                <w:bCs/>
              </w:rPr>
              <w:t>h</w:t>
            </w:r>
            <w:r>
              <w:rPr>
                <w:rFonts w:ascii="Arial" w:hAnsi="Arial" w:cs="Arial"/>
                <w:b/>
                <w:bCs/>
              </w:rPr>
              <w:t>ren (B)</w:t>
            </w:r>
          </w:p>
        </w:tc>
        <w:tc>
          <w:tcPr>
            <w:tcW w:w="425" w:type="dxa"/>
          </w:tcPr>
          <w:p w14:paraId="34D39501" w14:textId="77777777" w:rsidR="0058253E" w:rsidRPr="0058253E" w:rsidRDefault="0058253E" w:rsidP="0058253E">
            <w:pPr>
              <w:spacing w:after="100" w:afterAutospacing="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8253E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253E"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58253E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Pr="0058253E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</w:tcPr>
          <w:p w14:paraId="340812AB" w14:textId="77777777" w:rsidR="0058253E" w:rsidRDefault="0058253E" w:rsidP="0058253E">
            <w:pPr>
              <w:spacing w:after="100" w:afterAutospacing="1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Regenerie-rung (R)</w:t>
            </w:r>
          </w:p>
        </w:tc>
        <w:tc>
          <w:tcPr>
            <w:tcW w:w="425" w:type="dxa"/>
          </w:tcPr>
          <w:p w14:paraId="34C0F2A7" w14:textId="77777777" w:rsidR="0058253E" w:rsidRPr="0058253E" w:rsidRDefault="0058253E" w:rsidP="0058253E">
            <w:pPr>
              <w:spacing w:after="100" w:afterAutospacing="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8253E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253E"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58253E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Pr="0058253E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</w:tcPr>
          <w:p w14:paraId="6929C3E9" w14:textId="77777777" w:rsidR="0058253E" w:rsidRDefault="0058253E" w:rsidP="0058253E">
            <w:pPr>
              <w:spacing w:after="100" w:afterAutospacing="1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Sanierung und Rückbau (S)</w:t>
            </w:r>
          </w:p>
        </w:tc>
        <w:tc>
          <w:tcPr>
            <w:tcW w:w="425" w:type="dxa"/>
          </w:tcPr>
          <w:p w14:paraId="024DBA48" w14:textId="77777777" w:rsidR="0058253E" w:rsidRPr="0058253E" w:rsidRDefault="0058253E" w:rsidP="0058253E">
            <w:pPr>
              <w:tabs>
                <w:tab w:val="right" w:leader="dot" w:pos="9614"/>
              </w:tabs>
              <w:spacing w:after="100" w:afterAutospacing="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8253E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253E"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58253E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Pr="0058253E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tc>
      </w:tr>
    </w:tbl>
    <w:p w14:paraId="691E2E4C" w14:textId="77777777" w:rsidR="0014173C" w:rsidRDefault="0014173C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18"/>
        </w:rPr>
      </w:pPr>
    </w:p>
    <w:tbl>
      <w:tblPr>
        <w:tblW w:w="9784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130"/>
        <w:gridCol w:w="87"/>
        <w:gridCol w:w="479"/>
        <w:gridCol w:w="710"/>
        <w:gridCol w:w="33"/>
        <w:gridCol w:w="1242"/>
        <w:gridCol w:w="283"/>
        <w:gridCol w:w="851"/>
        <w:gridCol w:w="853"/>
        <w:gridCol w:w="439"/>
        <w:gridCol w:w="129"/>
        <w:gridCol w:w="138"/>
        <w:gridCol w:w="713"/>
        <w:gridCol w:w="992"/>
        <w:gridCol w:w="1705"/>
      </w:tblGrid>
      <w:tr w:rsidR="0014173C" w14:paraId="12F6EFA0" w14:textId="77777777" w:rsidTr="001222F5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1219" w:type="dxa"/>
            <w:gridSpan w:val="2"/>
            <w:vAlign w:val="center"/>
          </w:tcPr>
          <w:p w14:paraId="45E2FF70" w14:textId="77777777"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Name   </w:t>
            </w:r>
            <w:proofErr w:type="gramStart"/>
            <w:r>
              <w:rPr>
                <w:rFonts w:ascii="Arial" w:hAnsi="Arial" w:cs="Arial"/>
              </w:rPr>
              <w:t xml:space="preserve">  :</w:t>
            </w:r>
            <w:proofErr w:type="gramEnd"/>
          </w:p>
        </w:tc>
        <w:tc>
          <w:tcPr>
            <w:tcW w:w="3598" w:type="dxa"/>
            <w:gridSpan w:val="6"/>
            <w:tcBorders>
              <w:bottom w:val="single" w:sz="4" w:space="0" w:color="auto"/>
            </w:tcBorders>
            <w:vAlign w:val="center"/>
          </w:tcPr>
          <w:p w14:paraId="306E3FC2" w14:textId="77777777"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0" w:name="Text86"/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  <w:bookmarkEnd w:id="0"/>
          </w:p>
        </w:tc>
        <w:tc>
          <w:tcPr>
            <w:tcW w:w="1292" w:type="dxa"/>
            <w:gridSpan w:val="2"/>
            <w:vAlign w:val="center"/>
          </w:tcPr>
          <w:p w14:paraId="1090C7AD" w14:textId="77777777"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Vorname  :</w:t>
            </w:r>
            <w:proofErr w:type="gramEnd"/>
          </w:p>
        </w:tc>
        <w:tc>
          <w:tcPr>
            <w:tcW w:w="3675" w:type="dxa"/>
            <w:gridSpan w:val="5"/>
            <w:tcBorders>
              <w:bottom w:val="single" w:sz="4" w:space="0" w:color="auto"/>
            </w:tcBorders>
            <w:vAlign w:val="center"/>
          </w:tcPr>
          <w:p w14:paraId="1D48F54B" w14:textId="77777777"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14173C" w14:paraId="2CFAB68A" w14:textId="77777777" w:rsidTr="001222F5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1219" w:type="dxa"/>
            <w:gridSpan w:val="2"/>
            <w:vAlign w:val="center"/>
          </w:tcPr>
          <w:p w14:paraId="26539B80" w14:textId="77777777"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geb. </w:t>
            </w:r>
            <w:proofErr w:type="gramStart"/>
            <w:r>
              <w:rPr>
                <w:rFonts w:ascii="Arial" w:hAnsi="Arial" w:cs="Arial"/>
              </w:rPr>
              <w:t>am  :</w:t>
            </w:r>
            <w:proofErr w:type="gramEnd"/>
          </w:p>
        </w:tc>
        <w:tc>
          <w:tcPr>
            <w:tcW w:w="8565" w:type="dxa"/>
            <w:gridSpan w:val="13"/>
            <w:vAlign w:val="center"/>
          </w:tcPr>
          <w:p w14:paraId="70815730" w14:textId="77777777" w:rsidR="0014173C" w:rsidRDefault="0014173C">
            <w:pPr>
              <w:pStyle w:val="Kopfzeile"/>
              <w:tabs>
                <w:tab w:val="clear" w:pos="4536"/>
                <w:tab w:val="clear" w:pos="907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14173C" w14:paraId="352EEEFD" w14:textId="77777777" w:rsidTr="001222F5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1698" w:type="dxa"/>
            <w:gridSpan w:val="3"/>
            <w:vAlign w:val="center"/>
          </w:tcPr>
          <w:p w14:paraId="29398767" w14:textId="77777777" w:rsidR="0014173C" w:rsidRDefault="0014173C">
            <w:pPr>
              <w:pStyle w:val="Kopfzeile"/>
              <w:tabs>
                <w:tab w:val="clear" w:pos="4536"/>
                <w:tab w:val="clear" w:pos="9072"/>
                <w:tab w:val="right" w:pos="1298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Abschluss als</w:t>
            </w:r>
            <w:proofErr w:type="gramStart"/>
            <w:r>
              <w:rPr>
                <w:rFonts w:ascii="Arial" w:hAnsi="Arial" w:cs="Arial"/>
              </w:rPr>
              <w:tab/>
              <w:t xml:space="preserve">  :</w:t>
            </w:r>
            <w:proofErr w:type="gramEnd"/>
          </w:p>
        </w:tc>
        <w:tc>
          <w:tcPr>
            <w:tcW w:w="8086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0C47E5" w14:textId="77777777"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14173C" w14:paraId="02E0D6B3" w14:textId="77777777" w:rsidTr="001222F5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1698" w:type="dxa"/>
            <w:gridSpan w:val="3"/>
            <w:vAlign w:val="center"/>
          </w:tcPr>
          <w:p w14:paraId="64932EBC" w14:textId="77777777"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Datum  </w:t>
            </w:r>
            <w:proofErr w:type="gramStart"/>
            <w:r>
              <w:rPr>
                <w:rFonts w:ascii="Arial" w:hAnsi="Arial" w:cs="Arial"/>
              </w:rPr>
              <w:t xml:space="preserve">  :</w:t>
            </w:r>
            <w:proofErr w:type="gramEnd"/>
          </w:p>
        </w:tc>
        <w:tc>
          <w:tcPr>
            <w:tcW w:w="8086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74BF6E" w14:textId="77777777"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14173C" w14:paraId="6265EB48" w14:textId="77777777" w:rsidTr="001222F5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2408" w:type="dxa"/>
            <w:gridSpan w:val="4"/>
            <w:vAlign w:val="center"/>
          </w:tcPr>
          <w:p w14:paraId="06994EB2" w14:textId="77777777" w:rsidR="0014173C" w:rsidRDefault="0014173C">
            <w:pPr>
              <w:pStyle w:val="Kopfzeile"/>
              <w:tabs>
                <w:tab w:val="clear" w:pos="4536"/>
                <w:tab w:val="clear" w:pos="9072"/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Frühere Täti</w:t>
            </w:r>
            <w:r>
              <w:rPr>
                <w:rFonts w:ascii="Arial" w:hAnsi="Arial" w:cs="Arial"/>
                <w:bCs/>
              </w:rPr>
              <w:t>g</w:t>
            </w:r>
            <w:r>
              <w:rPr>
                <w:rFonts w:ascii="Arial" w:hAnsi="Arial" w:cs="Arial"/>
                <w:bCs/>
              </w:rPr>
              <w:t xml:space="preserve">keit bei  </w:t>
            </w:r>
            <w:proofErr w:type="gramStart"/>
            <w:r>
              <w:rPr>
                <w:rFonts w:ascii="Arial" w:hAnsi="Arial" w:cs="Arial"/>
                <w:bCs/>
              </w:rPr>
              <w:t xml:space="preserve">  :</w:t>
            </w:r>
            <w:proofErr w:type="gramEnd"/>
          </w:p>
        </w:tc>
        <w:tc>
          <w:tcPr>
            <w:tcW w:w="7376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6CC8F3" w14:textId="77777777"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E86250" w:rsidRPr="0058253E" w14:paraId="1D60E4C6" w14:textId="77777777" w:rsidTr="001222F5">
        <w:tblPrEx>
          <w:tblCellMar>
            <w:top w:w="0" w:type="dxa"/>
            <w:bottom w:w="0" w:type="dxa"/>
          </w:tblCellMar>
        </w:tblPrEx>
        <w:trPr>
          <w:cantSplit/>
          <w:trHeight w:val="369"/>
        </w:trPr>
        <w:tc>
          <w:tcPr>
            <w:tcW w:w="5668" w:type="dxa"/>
            <w:gridSpan w:val="9"/>
            <w:vMerge w:val="restart"/>
            <w:vAlign w:val="center"/>
          </w:tcPr>
          <w:p w14:paraId="7B0011FA" w14:textId="77777777" w:rsidR="00E86250" w:rsidRPr="0058253E" w:rsidRDefault="00E86250" w:rsidP="002F0107">
            <w:pPr>
              <w:tabs>
                <w:tab w:val="left" w:pos="6156"/>
                <w:tab w:val="left" w:pos="7914"/>
                <w:tab w:val="right" w:leader="dot" w:pos="9614"/>
              </w:tabs>
              <w:spacing w:line="276" w:lineRule="auto"/>
              <w:rPr>
                <w:rFonts w:ascii="Arial" w:hAnsi="Arial" w:cs="Arial"/>
                <w:bCs/>
              </w:rPr>
            </w:pPr>
            <w:r w:rsidRPr="0058253E">
              <w:rPr>
                <w:rFonts w:ascii="Arial" w:hAnsi="Arial" w:cs="Arial"/>
                <w:bCs/>
              </w:rPr>
              <w:t>Ausnahmegenehmigung</w:t>
            </w:r>
            <w:r>
              <w:rPr>
                <w:rFonts w:ascii="Arial" w:hAnsi="Arial" w:cs="Arial"/>
                <w:bCs/>
              </w:rPr>
              <w:t xml:space="preserve"> nach § 7a/b, § 8 und § 9 der Han</w:t>
            </w:r>
            <w:r>
              <w:rPr>
                <w:rFonts w:ascii="Arial" w:hAnsi="Arial" w:cs="Arial"/>
                <w:bCs/>
              </w:rPr>
              <w:t>d</w:t>
            </w:r>
            <w:r>
              <w:rPr>
                <w:rFonts w:ascii="Arial" w:hAnsi="Arial" w:cs="Arial"/>
                <w:bCs/>
              </w:rPr>
              <w:t>werksordnung inkl. Ausstellungs- bzw. Gültigkeitsd</w:t>
            </w:r>
            <w:r>
              <w:rPr>
                <w:rFonts w:ascii="Arial" w:hAnsi="Arial" w:cs="Arial"/>
                <w:bCs/>
              </w:rPr>
              <w:t>a</w:t>
            </w:r>
            <w:r>
              <w:rPr>
                <w:rFonts w:ascii="Arial" w:hAnsi="Arial" w:cs="Arial"/>
                <w:bCs/>
              </w:rPr>
              <w:t>tum:</w:t>
            </w:r>
          </w:p>
        </w:tc>
        <w:tc>
          <w:tcPr>
            <w:tcW w:w="568" w:type="dxa"/>
            <w:gridSpan w:val="2"/>
            <w:vAlign w:val="center"/>
          </w:tcPr>
          <w:p w14:paraId="4CBEA871" w14:textId="77777777" w:rsidR="00E86250" w:rsidRPr="0058253E" w:rsidRDefault="00E86250" w:rsidP="002F010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fldChar w:fldCharType="begin">
                <w:ffData>
                  <w:name w:val="Kontrollkästchen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 w:val="22"/>
              </w:rPr>
              <w:instrText xml:space="preserve"> FORMCHECKBOX </w:instrText>
            </w:r>
            <w:r>
              <w:rPr>
                <w:rFonts w:ascii="Arial" w:hAnsi="Arial" w:cs="Arial"/>
                <w:b/>
                <w:bCs/>
                <w:sz w:val="22"/>
              </w:rPr>
            </w:r>
            <w:r>
              <w:rPr>
                <w:rFonts w:ascii="Arial" w:hAnsi="Arial" w:cs="Arial"/>
                <w:b/>
                <w:bCs/>
                <w:sz w:val="22"/>
              </w:rPr>
              <w:fldChar w:fldCharType="end"/>
            </w:r>
          </w:p>
        </w:tc>
        <w:tc>
          <w:tcPr>
            <w:tcW w:w="851" w:type="dxa"/>
            <w:gridSpan w:val="2"/>
            <w:vAlign w:val="center"/>
          </w:tcPr>
          <w:p w14:paraId="4950E45F" w14:textId="77777777" w:rsidR="00E86250" w:rsidRPr="0058253E" w:rsidRDefault="00E86250" w:rsidP="002F010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ja</w:t>
            </w:r>
          </w:p>
        </w:tc>
        <w:tc>
          <w:tcPr>
            <w:tcW w:w="992" w:type="dxa"/>
            <w:vAlign w:val="center"/>
          </w:tcPr>
          <w:p w14:paraId="3F55EAE0" w14:textId="77777777" w:rsidR="00E86250" w:rsidRPr="0058253E" w:rsidRDefault="00C24A0C" w:rsidP="002F010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Datum: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vAlign w:val="center"/>
          </w:tcPr>
          <w:p w14:paraId="5E206F76" w14:textId="77777777" w:rsidR="00E86250" w:rsidRPr="0058253E" w:rsidRDefault="00E86250" w:rsidP="002F010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E86250" w:rsidRPr="0058253E" w14:paraId="38E9C981" w14:textId="77777777" w:rsidTr="001222F5">
        <w:tblPrEx>
          <w:tblCellMar>
            <w:top w:w="0" w:type="dxa"/>
            <w:bottom w:w="0" w:type="dxa"/>
          </w:tblCellMar>
        </w:tblPrEx>
        <w:trPr>
          <w:cantSplit/>
          <w:trHeight w:val="368"/>
        </w:trPr>
        <w:tc>
          <w:tcPr>
            <w:tcW w:w="5668" w:type="dxa"/>
            <w:gridSpan w:val="9"/>
            <w:vMerge/>
            <w:vAlign w:val="center"/>
          </w:tcPr>
          <w:p w14:paraId="293550C7" w14:textId="77777777" w:rsidR="00E86250" w:rsidRPr="0058253E" w:rsidRDefault="00E86250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568" w:type="dxa"/>
            <w:gridSpan w:val="2"/>
            <w:vAlign w:val="center"/>
          </w:tcPr>
          <w:p w14:paraId="7D68BBC1" w14:textId="77777777" w:rsidR="00E86250" w:rsidRPr="0058253E" w:rsidRDefault="00E86250" w:rsidP="002F010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fldChar w:fldCharType="begin">
                <w:ffData>
                  <w:name w:val="Kontrollkästchen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 w:val="22"/>
              </w:rPr>
              <w:instrText xml:space="preserve"> FORMCHECKBOX </w:instrText>
            </w:r>
            <w:r>
              <w:rPr>
                <w:rFonts w:ascii="Arial" w:hAnsi="Arial" w:cs="Arial"/>
                <w:b/>
                <w:bCs/>
                <w:sz w:val="22"/>
              </w:rPr>
            </w:r>
            <w:r>
              <w:rPr>
                <w:rFonts w:ascii="Arial" w:hAnsi="Arial" w:cs="Arial"/>
                <w:b/>
                <w:bCs/>
                <w:sz w:val="22"/>
              </w:rPr>
              <w:fldChar w:fldCharType="end"/>
            </w:r>
          </w:p>
        </w:tc>
        <w:tc>
          <w:tcPr>
            <w:tcW w:w="851" w:type="dxa"/>
            <w:gridSpan w:val="2"/>
            <w:vAlign w:val="center"/>
          </w:tcPr>
          <w:p w14:paraId="35F7D6AC" w14:textId="77777777" w:rsidR="00E86250" w:rsidRPr="0058253E" w:rsidRDefault="00E86250" w:rsidP="002F010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nein</w:t>
            </w:r>
          </w:p>
        </w:tc>
        <w:tc>
          <w:tcPr>
            <w:tcW w:w="992" w:type="dxa"/>
            <w:vAlign w:val="center"/>
          </w:tcPr>
          <w:p w14:paraId="7FF34C30" w14:textId="77777777" w:rsidR="00E86250" w:rsidRPr="0058253E" w:rsidRDefault="00E86250" w:rsidP="002F010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1705" w:type="dxa"/>
            <w:tcBorders>
              <w:top w:val="single" w:sz="4" w:space="0" w:color="auto"/>
            </w:tcBorders>
            <w:vAlign w:val="center"/>
          </w:tcPr>
          <w:p w14:paraId="33BEC71F" w14:textId="77777777" w:rsidR="00E86250" w:rsidRPr="0058253E" w:rsidRDefault="00E86250" w:rsidP="002F010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Cs/>
              </w:rPr>
            </w:pPr>
          </w:p>
        </w:tc>
      </w:tr>
      <w:tr w:rsidR="0014173C" w14:paraId="12EB87BB" w14:textId="77777777" w:rsidTr="001222F5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219" w:type="dxa"/>
            <w:gridSpan w:val="2"/>
            <w:vAlign w:val="center"/>
          </w:tcPr>
          <w:p w14:paraId="7BE41A26" w14:textId="77777777"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von       </w:t>
            </w:r>
            <w:proofErr w:type="gramStart"/>
            <w:r>
              <w:rPr>
                <w:rFonts w:ascii="Arial" w:hAnsi="Arial" w:cs="Arial"/>
              </w:rPr>
              <w:t xml:space="preserve">  :</w:t>
            </w:r>
            <w:proofErr w:type="gramEnd"/>
          </w:p>
        </w:tc>
        <w:tc>
          <w:tcPr>
            <w:tcW w:w="1222" w:type="dxa"/>
            <w:gridSpan w:val="3"/>
            <w:tcBorders>
              <w:bottom w:val="single" w:sz="4" w:space="0" w:color="auto"/>
            </w:tcBorders>
            <w:vAlign w:val="center"/>
          </w:tcPr>
          <w:p w14:paraId="78CC1E29" w14:textId="77777777"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242" w:type="dxa"/>
            <w:vAlign w:val="center"/>
          </w:tcPr>
          <w:p w14:paraId="49ADFC8F" w14:textId="77777777"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bis         </w:t>
            </w:r>
            <w:proofErr w:type="gramStart"/>
            <w:r>
              <w:rPr>
                <w:rFonts w:ascii="Arial" w:hAnsi="Arial" w:cs="Arial"/>
              </w:rPr>
              <w:t xml:space="preserve">  :</w:t>
            </w:r>
            <w:proofErr w:type="gramEnd"/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32BEE8EB" w14:textId="77777777"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60FA5995" w14:textId="77777777"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als   </w:t>
            </w:r>
            <w:proofErr w:type="gramStart"/>
            <w:r>
              <w:rPr>
                <w:rFonts w:ascii="Arial" w:hAnsi="Arial" w:cs="Arial"/>
              </w:rPr>
              <w:t xml:space="preserve">  :</w:t>
            </w:r>
            <w:proofErr w:type="gramEnd"/>
          </w:p>
        </w:tc>
        <w:tc>
          <w:tcPr>
            <w:tcW w:w="4116" w:type="dxa"/>
            <w:gridSpan w:val="6"/>
            <w:tcBorders>
              <w:bottom w:val="single" w:sz="4" w:space="0" w:color="auto"/>
            </w:tcBorders>
            <w:vAlign w:val="center"/>
          </w:tcPr>
          <w:p w14:paraId="7F4B9DA4" w14:textId="77777777"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8"/>
                  <w:enabled/>
                  <w:calcOnExit w:val="0"/>
                  <w:textInput>
                    <w:maxLength w:val="60"/>
                  </w:textInput>
                </w:ffData>
              </w:fldChar>
            </w:r>
            <w:bookmarkStart w:id="1" w:name="Text88"/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  <w:bookmarkEnd w:id="1"/>
          </w:p>
        </w:tc>
      </w:tr>
      <w:tr w:rsidR="0014173C" w14:paraId="1DE45676" w14:textId="77777777" w:rsidTr="001222F5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2408" w:type="dxa"/>
            <w:gridSpan w:val="4"/>
            <w:vAlign w:val="center"/>
          </w:tcPr>
          <w:p w14:paraId="70C2BAD1" w14:textId="77777777"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Frühere Tätigkeit bei</w:t>
            </w:r>
            <w:r w:rsidR="007F5310">
              <w:rPr>
                <w:rFonts w:ascii="Arial" w:hAnsi="Arial" w:cs="Arial"/>
              </w:rPr>
              <w:t xml:space="preserve">  </w:t>
            </w:r>
            <w:proofErr w:type="gramStart"/>
            <w:r w:rsidR="007F531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:</w:t>
            </w:r>
            <w:proofErr w:type="gramEnd"/>
          </w:p>
        </w:tc>
        <w:tc>
          <w:tcPr>
            <w:tcW w:w="7376" w:type="dxa"/>
            <w:gridSpan w:val="11"/>
            <w:tcBorders>
              <w:bottom w:val="single" w:sz="4" w:space="0" w:color="auto"/>
            </w:tcBorders>
            <w:vAlign w:val="center"/>
          </w:tcPr>
          <w:p w14:paraId="7985D25E" w14:textId="77777777"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14173C" w14:paraId="25677118" w14:textId="77777777" w:rsidTr="001222F5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219" w:type="dxa"/>
            <w:gridSpan w:val="2"/>
            <w:vAlign w:val="center"/>
          </w:tcPr>
          <w:p w14:paraId="5BD5BF83" w14:textId="77777777"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von       </w:t>
            </w:r>
            <w:proofErr w:type="gramStart"/>
            <w:r>
              <w:rPr>
                <w:rFonts w:ascii="Arial" w:hAnsi="Arial" w:cs="Arial"/>
              </w:rPr>
              <w:t xml:space="preserve">  :</w:t>
            </w:r>
            <w:proofErr w:type="gramEnd"/>
          </w:p>
        </w:tc>
        <w:tc>
          <w:tcPr>
            <w:tcW w:w="1222" w:type="dxa"/>
            <w:gridSpan w:val="3"/>
            <w:tcBorders>
              <w:bottom w:val="single" w:sz="4" w:space="0" w:color="auto"/>
            </w:tcBorders>
            <w:vAlign w:val="center"/>
          </w:tcPr>
          <w:p w14:paraId="3220EBD8" w14:textId="77777777"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14:paraId="34047C7C" w14:textId="77777777"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bis         </w:t>
            </w:r>
            <w:proofErr w:type="gramStart"/>
            <w:r>
              <w:rPr>
                <w:rFonts w:ascii="Arial" w:hAnsi="Arial" w:cs="Arial"/>
              </w:rPr>
              <w:t xml:space="preserve">  :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2871AC" w14:textId="77777777"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499D980B" w14:textId="77777777"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als   </w:t>
            </w:r>
            <w:proofErr w:type="gramStart"/>
            <w:r>
              <w:rPr>
                <w:rFonts w:ascii="Arial" w:hAnsi="Arial" w:cs="Arial"/>
              </w:rPr>
              <w:t xml:space="preserve">  :</w:t>
            </w:r>
            <w:proofErr w:type="gramEnd"/>
          </w:p>
        </w:tc>
        <w:tc>
          <w:tcPr>
            <w:tcW w:w="411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DEBF8E" w14:textId="77777777"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14173C" w14:paraId="5F96256A" w14:textId="77777777" w:rsidTr="001222F5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3683" w:type="dxa"/>
            <w:gridSpan w:val="6"/>
            <w:vAlign w:val="center"/>
          </w:tcPr>
          <w:p w14:paraId="0C6A7CA4" w14:textId="77777777"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Derzeitige Funktion im </w:t>
            </w:r>
            <w:proofErr w:type="gramStart"/>
            <w:r>
              <w:rPr>
                <w:rFonts w:ascii="Arial" w:hAnsi="Arial" w:cs="Arial"/>
              </w:rPr>
              <w:t>Unterne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</w:rPr>
              <w:t>men :</w:t>
            </w:r>
            <w:proofErr w:type="gramEnd"/>
          </w:p>
        </w:tc>
        <w:tc>
          <w:tcPr>
            <w:tcW w:w="6101" w:type="dxa"/>
            <w:gridSpan w:val="9"/>
            <w:tcBorders>
              <w:bottom w:val="single" w:sz="4" w:space="0" w:color="auto"/>
            </w:tcBorders>
            <w:vAlign w:val="center"/>
          </w:tcPr>
          <w:p w14:paraId="6C3C47AA" w14:textId="77777777"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14173C" w14:paraId="68CBB2D2" w14:textId="77777777" w:rsidTr="001222F5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5670" w:type="dxa"/>
            <w:gridSpan w:val="9"/>
            <w:vAlign w:val="center"/>
          </w:tcPr>
          <w:p w14:paraId="1E2639A3" w14:textId="77777777" w:rsidR="0014173C" w:rsidRDefault="0014173C" w:rsidP="00C24A0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Fest</w:t>
            </w:r>
            <w:r w:rsidR="00C24A0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im antragstellenden Unternehmen ang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 xml:space="preserve">stellt seit      </w:t>
            </w:r>
            <w:r w:rsidR="001222F5">
              <w:rPr>
                <w:rFonts w:ascii="Arial" w:hAnsi="Arial" w:cs="Arial"/>
              </w:rPr>
              <w:t xml:space="preserve">  </w:t>
            </w:r>
            <w:proofErr w:type="gramStart"/>
            <w:r w:rsidR="001222F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:</w:t>
            </w:r>
            <w:proofErr w:type="gramEnd"/>
          </w:p>
        </w:tc>
        <w:tc>
          <w:tcPr>
            <w:tcW w:w="4114" w:type="dxa"/>
            <w:gridSpan w:val="6"/>
            <w:tcBorders>
              <w:bottom w:val="single" w:sz="4" w:space="0" w:color="auto"/>
            </w:tcBorders>
            <w:vAlign w:val="center"/>
          </w:tcPr>
          <w:p w14:paraId="3B7DEBCC" w14:textId="77777777" w:rsidR="0014173C" w:rsidRDefault="001222F5" w:rsidP="00C24A0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14173C" w:rsidRPr="00C24A0C" w14:paraId="08681BE1" w14:textId="77777777" w:rsidTr="00C24A0C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9784" w:type="dxa"/>
            <w:gridSpan w:val="15"/>
            <w:vAlign w:val="center"/>
          </w:tcPr>
          <w:p w14:paraId="69980797" w14:textId="77777777" w:rsidR="00C24A0C" w:rsidRPr="00C24A0C" w:rsidRDefault="00C24A0C" w:rsidP="002F0107">
            <w:pPr>
              <w:tabs>
                <w:tab w:val="left" w:pos="6156"/>
                <w:tab w:val="left" w:pos="7914"/>
                <w:tab w:val="right" w:leader="dot" w:pos="9614"/>
              </w:tabs>
              <w:jc w:val="both"/>
              <w:rPr>
                <w:rFonts w:ascii="Arial" w:hAnsi="Arial" w:cs="Arial"/>
                <w:b/>
                <w:bCs/>
                <w:iCs/>
              </w:rPr>
            </w:pPr>
            <w:r w:rsidRPr="00C24A0C">
              <w:rPr>
                <w:rFonts w:ascii="Arial" w:hAnsi="Arial" w:cs="Arial"/>
                <w:iCs/>
              </w:rPr>
              <w:t>Die verantwo</w:t>
            </w:r>
            <w:r>
              <w:rPr>
                <w:rFonts w:ascii="Arial" w:hAnsi="Arial" w:cs="Arial"/>
                <w:iCs/>
              </w:rPr>
              <w:t>r</w:t>
            </w:r>
            <w:r w:rsidRPr="00C24A0C">
              <w:rPr>
                <w:rFonts w:ascii="Arial" w:hAnsi="Arial" w:cs="Arial"/>
                <w:iCs/>
              </w:rPr>
              <w:t>tliche Fachaufsicht muss den Schwerpunkt ihrer beruflichen Tätigkeit</w:t>
            </w:r>
            <w:r>
              <w:rPr>
                <w:rFonts w:ascii="Arial" w:hAnsi="Arial" w:cs="Arial"/>
                <w:iCs/>
              </w:rPr>
              <w:t xml:space="preserve"> nachweislich im bea</w:t>
            </w:r>
            <w:r>
              <w:rPr>
                <w:rFonts w:ascii="Arial" w:hAnsi="Arial" w:cs="Arial"/>
                <w:iCs/>
              </w:rPr>
              <w:t>n</w:t>
            </w:r>
            <w:r>
              <w:rPr>
                <w:rFonts w:ascii="Arial" w:hAnsi="Arial" w:cs="Arial"/>
                <w:iCs/>
              </w:rPr>
              <w:t>tragenden Unternehmen haben.</w:t>
            </w:r>
          </w:p>
        </w:tc>
      </w:tr>
      <w:tr w:rsidR="0014173C" w14:paraId="2014645A" w14:textId="77777777" w:rsidTr="001222F5">
        <w:tblPrEx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3966" w:type="dxa"/>
            <w:gridSpan w:val="7"/>
            <w:vAlign w:val="bottom"/>
          </w:tcPr>
          <w:p w14:paraId="1D02290F" w14:textId="77777777"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bereits anerkannt als verantwortliche</w:t>
            </w:r>
          </w:p>
          <w:p w14:paraId="76EDDF44" w14:textId="77777777" w:rsidR="0014173C" w:rsidRDefault="0014173C">
            <w:pPr>
              <w:pStyle w:val="Kopfzeile"/>
              <w:tabs>
                <w:tab w:val="clear" w:pos="4536"/>
                <w:tab w:val="clear" w:pos="907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Fac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</w:rPr>
              <w:t xml:space="preserve">aufsicht nach DVGW-Arbeitsblatt   </w:t>
            </w:r>
            <w:proofErr w:type="gramStart"/>
            <w:r>
              <w:rPr>
                <w:rFonts w:ascii="Arial" w:hAnsi="Arial" w:cs="Arial"/>
              </w:rPr>
              <w:t xml:space="preserve">  :</w:t>
            </w:r>
            <w:proofErr w:type="gramEnd"/>
            <w:r>
              <w:rPr>
                <w:rFonts w:ascii="Arial" w:hAnsi="Arial" w:cs="Arial"/>
              </w:rPr>
              <w:t xml:space="preserve">                                      </w:t>
            </w:r>
          </w:p>
        </w:tc>
        <w:tc>
          <w:tcPr>
            <w:tcW w:w="2410" w:type="dxa"/>
            <w:gridSpan w:val="5"/>
            <w:tcBorders>
              <w:bottom w:val="single" w:sz="4" w:space="0" w:color="auto"/>
            </w:tcBorders>
            <w:vAlign w:val="bottom"/>
          </w:tcPr>
          <w:p w14:paraId="1E9B2419" w14:textId="77777777"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3" w:type="dxa"/>
            <w:gridSpan w:val="2"/>
            <w:vAlign w:val="bottom"/>
          </w:tcPr>
          <w:p w14:paraId="40C4983E" w14:textId="77777777"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 der Gruppe: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vAlign w:val="bottom"/>
          </w:tcPr>
          <w:p w14:paraId="51114F19" w14:textId="77777777"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14173C" w14:paraId="16FE70B3" w14:textId="77777777" w:rsidTr="001222F5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131" w:type="dxa"/>
            <w:vAlign w:val="bottom"/>
          </w:tcPr>
          <w:p w14:paraId="495A843F" w14:textId="77777777"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bei Firma:</w:t>
            </w:r>
          </w:p>
        </w:tc>
        <w:tc>
          <w:tcPr>
            <w:tcW w:w="2835" w:type="dxa"/>
            <w:gridSpan w:val="6"/>
            <w:tcBorders>
              <w:bottom w:val="single" w:sz="4" w:space="0" w:color="auto"/>
            </w:tcBorders>
            <w:vAlign w:val="bottom"/>
          </w:tcPr>
          <w:p w14:paraId="30903D87" w14:textId="77777777"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14:paraId="28953950" w14:textId="77777777"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von :</w:t>
            </w:r>
            <w:proofErr w:type="gramEnd"/>
          </w:p>
        </w:tc>
        <w:tc>
          <w:tcPr>
            <w:tcW w:w="155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C480A9" w14:textId="77777777"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3" w:type="dxa"/>
            <w:gridSpan w:val="2"/>
            <w:vAlign w:val="bottom"/>
          </w:tcPr>
          <w:p w14:paraId="3088C1FD" w14:textId="77777777"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bis:</w:t>
            </w: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86E4A6" w14:textId="77777777"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14173C" w14:paraId="7492032D" w14:textId="77777777" w:rsidTr="001222F5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3966" w:type="dxa"/>
            <w:gridSpan w:val="7"/>
            <w:vAlign w:val="bottom"/>
          </w:tcPr>
          <w:p w14:paraId="3A3645F0" w14:textId="77777777" w:rsidR="0014173C" w:rsidRDefault="0014173C">
            <w:pPr>
              <w:pStyle w:val="Kopfzeile"/>
              <w:tabs>
                <w:tab w:val="clear" w:pos="4536"/>
                <w:tab w:val="clear" w:pos="907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bereits anerkannt als verantwortliche Fac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</w:rPr>
              <w:t xml:space="preserve">aufsicht nach DVGW-Arbeitsblatt   </w:t>
            </w:r>
            <w:proofErr w:type="gramStart"/>
            <w:r>
              <w:rPr>
                <w:rFonts w:ascii="Arial" w:hAnsi="Arial" w:cs="Arial"/>
              </w:rPr>
              <w:t xml:space="preserve">  :</w:t>
            </w:r>
            <w:proofErr w:type="gramEnd"/>
          </w:p>
        </w:tc>
        <w:tc>
          <w:tcPr>
            <w:tcW w:w="2410" w:type="dxa"/>
            <w:gridSpan w:val="5"/>
            <w:tcBorders>
              <w:bottom w:val="single" w:sz="4" w:space="0" w:color="auto"/>
            </w:tcBorders>
            <w:vAlign w:val="bottom"/>
          </w:tcPr>
          <w:p w14:paraId="4F25E9E5" w14:textId="77777777"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3" w:type="dxa"/>
            <w:gridSpan w:val="2"/>
            <w:vAlign w:val="bottom"/>
          </w:tcPr>
          <w:p w14:paraId="7C8ACAA2" w14:textId="77777777"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 der Gruppe: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vAlign w:val="bottom"/>
          </w:tcPr>
          <w:p w14:paraId="738C9DE3" w14:textId="77777777"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14173C" w14:paraId="7229E367" w14:textId="77777777" w:rsidTr="001222F5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131" w:type="dxa"/>
            <w:vAlign w:val="bottom"/>
          </w:tcPr>
          <w:p w14:paraId="2090BCFA" w14:textId="77777777"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bei Firma:</w:t>
            </w:r>
          </w:p>
        </w:tc>
        <w:tc>
          <w:tcPr>
            <w:tcW w:w="2835" w:type="dxa"/>
            <w:gridSpan w:val="6"/>
            <w:tcBorders>
              <w:bottom w:val="single" w:sz="4" w:space="0" w:color="auto"/>
            </w:tcBorders>
            <w:vAlign w:val="bottom"/>
          </w:tcPr>
          <w:p w14:paraId="6BAE7E63" w14:textId="77777777"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14:paraId="20338551" w14:textId="77777777"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von :</w:t>
            </w:r>
            <w:proofErr w:type="gramEnd"/>
          </w:p>
        </w:tc>
        <w:tc>
          <w:tcPr>
            <w:tcW w:w="155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8E36E2" w14:textId="77777777"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3" w:type="dxa"/>
            <w:gridSpan w:val="2"/>
            <w:vAlign w:val="bottom"/>
          </w:tcPr>
          <w:p w14:paraId="31DC80BA" w14:textId="77777777"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bis:</w:t>
            </w: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432686" w14:textId="77777777"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</w:tbl>
    <w:p w14:paraId="4C05E904" w14:textId="77777777" w:rsidR="0014173C" w:rsidRDefault="0014173C">
      <w:pPr>
        <w:rPr>
          <w:rFonts w:ascii="Arial" w:hAnsi="Arial" w:cs="Arial"/>
        </w:rPr>
      </w:pPr>
    </w:p>
    <w:p w14:paraId="19C92F5F" w14:textId="77777777" w:rsidR="0014173C" w:rsidRDefault="0014173C">
      <w:pPr>
        <w:tabs>
          <w:tab w:val="left" w:pos="6156"/>
          <w:tab w:val="left" w:pos="7914"/>
          <w:tab w:val="right" w:leader="dot" w:pos="9614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Mir ist bekannt, dass ich umfangreiche Fachkenntnisse im beantragten Bereich nachweisen muss. Dazu zählen: einschlägige öffentlich-rechtliche Vorschriften, Unfallverhütungsvorschriften und tec</w:t>
      </w:r>
      <w:r>
        <w:rPr>
          <w:rFonts w:ascii="Arial" w:hAnsi="Arial" w:cs="Arial"/>
          <w:b/>
          <w:bCs/>
        </w:rPr>
        <w:t>h</w:t>
      </w:r>
      <w:r>
        <w:rPr>
          <w:rFonts w:ascii="Arial" w:hAnsi="Arial" w:cs="Arial"/>
          <w:b/>
          <w:bCs/>
        </w:rPr>
        <w:t>nische Regeln. Diese Kenntnisse werden in einem Fachgespräch überprüft.</w:t>
      </w:r>
    </w:p>
    <w:p w14:paraId="562B1F16" w14:textId="77777777" w:rsidR="002F0107" w:rsidRDefault="0014173C">
      <w:pPr>
        <w:tabs>
          <w:tab w:val="left" w:pos="6156"/>
          <w:tab w:val="left" w:pos="7914"/>
          <w:tab w:val="right" w:leader="dot" w:pos="9614"/>
        </w:tabs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Der Nachweis über eine mindestens </w:t>
      </w:r>
      <w:r w:rsidR="00585D4F">
        <w:rPr>
          <w:rFonts w:ascii="Arial" w:hAnsi="Arial" w:cs="Arial"/>
          <w:b/>
          <w:bCs/>
        </w:rPr>
        <w:t>fünf</w:t>
      </w:r>
      <w:r>
        <w:rPr>
          <w:rFonts w:ascii="Arial" w:hAnsi="Arial" w:cs="Arial"/>
          <w:b/>
          <w:bCs/>
        </w:rPr>
        <w:t xml:space="preserve">jährige praktische Tätigkeit </w:t>
      </w:r>
      <w:r w:rsidR="00585D4F">
        <w:rPr>
          <w:rFonts w:ascii="Arial" w:hAnsi="Arial" w:cs="Arial"/>
          <w:b/>
          <w:bCs/>
        </w:rPr>
        <w:t>in einem Bohr-, Brunnenbau- oder Brunnenregenerierungsunternehmen</w:t>
      </w:r>
      <w:r>
        <w:rPr>
          <w:rFonts w:ascii="Arial" w:hAnsi="Arial" w:cs="Arial"/>
          <w:b/>
          <w:bCs/>
        </w:rPr>
        <w:t xml:space="preserve">, liegt dem Antrag in Form von Referenzen bei. </w:t>
      </w:r>
    </w:p>
    <w:p w14:paraId="4F546516" w14:textId="77777777" w:rsidR="0014173C" w:rsidRDefault="00585D4F">
      <w:pPr>
        <w:tabs>
          <w:tab w:val="left" w:pos="6156"/>
          <w:tab w:val="left" w:pos="7914"/>
          <w:tab w:val="right" w:leader="dot" w:pos="9614"/>
        </w:tabs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Mir ist bekannt, dass ich mind. alle 2 Jahre</w:t>
      </w:r>
      <w:r w:rsidR="00E06D5C">
        <w:rPr>
          <w:rFonts w:ascii="Arial" w:hAnsi="Arial" w:cs="Arial"/>
          <w:b/>
          <w:bCs/>
        </w:rPr>
        <w:t xml:space="preserve"> an einer einschlägigen firmenex</w:t>
      </w:r>
      <w:r>
        <w:rPr>
          <w:rFonts w:ascii="Arial" w:hAnsi="Arial" w:cs="Arial"/>
          <w:b/>
          <w:bCs/>
        </w:rPr>
        <w:t>ternen Fortbildungsma</w:t>
      </w:r>
      <w:r>
        <w:rPr>
          <w:rFonts w:ascii="Arial" w:hAnsi="Arial" w:cs="Arial"/>
          <w:b/>
          <w:bCs/>
        </w:rPr>
        <w:t>ß</w:t>
      </w:r>
      <w:r>
        <w:rPr>
          <w:rFonts w:ascii="Arial" w:hAnsi="Arial" w:cs="Arial"/>
          <w:b/>
          <w:bCs/>
        </w:rPr>
        <w:t>nahme tei</w:t>
      </w:r>
      <w:r>
        <w:rPr>
          <w:rFonts w:ascii="Arial" w:hAnsi="Arial" w:cs="Arial"/>
          <w:b/>
          <w:bCs/>
        </w:rPr>
        <w:t>l</w:t>
      </w:r>
      <w:r>
        <w:rPr>
          <w:rFonts w:ascii="Arial" w:hAnsi="Arial" w:cs="Arial"/>
          <w:b/>
          <w:bCs/>
        </w:rPr>
        <w:t>nehmen muss und ich diese auch nachweisen kann.</w:t>
      </w:r>
    </w:p>
    <w:p w14:paraId="73B6CB84" w14:textId="77777777" w:rsidR="0014173C" w:rsidRDefault="0014173C">
      <w:pPr>
        <w:tabs>
          <w:tab w:val="left" w:pos="6156"/>
          <w:tab w:val="left" w:pos="7914"/>
          <w:tab w:val="right" w:leader="dot" w:pos="9614"/>
        </w:tabs>
        <w:jc w:val="both"/>
        <w:rPr>
          <w:rFonts w:ascii="Arial" w:hAnsi="Arial" w:cs="Arial"/>
          <w:b/>
          <w:bCs/>
          <w:sz w:val="16"/>
        </w:rPr>
      </w:pPr>
    </w:p>
    <w:p w14:paraId="46AA6E94" w14:textId="77777777" w:rsidR="0014173C" w:rsidRDefault="0014173C">
      <w:pPr>
        <w:tabs>
          <w:tab w:val="left" w:pos="6156"/>
          <w:tab w:val="left" w:pos="7914"/>
          <w:tab w:val="right" w:leader="dot" w:pos="9614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Ich bin seit dem Jahr </w:t>
      </w:r>
      <w:r>
        <w:rPr>
          <w:rFonts w:ascii="Arial" w:hAnsi="Arial" w:cs="Arial"/>
          <w:b/>
          <w:bCs/>
          <w:u w:val="single"/>
        </w:rPr>
        <w:fldChar w:fldCharType="begin">
          <w:ffData>
            <w:name w:val="Text85"/>
            <w:enabled/>
            <w:calcOnExit w:val="0"/>
            <w:textInput>
              <w:maxLength w:val="10"/>
            </w:textInput>
          </w:ffData>
        </w:fldChar>
      </w:r>
      <w:bookmarkStart w:id="2" w:name="Text85"/>
      <w:r>
        <w:rPr>
          <w:rFonts w:ascii="Arial" w:hAnsi="Arial" w:cs="Arial"/>
          <w:b/>
          <w:bCs/>
          <w:u w:val="single"/>
        </w:rPr>
        <w:instrText xml:space="preserve"> FORMTEXT </w:instrText>
      </w:r>
      <w:r>
        <w:rPr>
          <w:rFonts w:ascii="Arial" w:hAnsi="Arial" w:cs="Arial"/>
          <w:b/>
          <w:bCs/>
          <w:u w:val="single"/>
        </w:rPr>
      </w:r>
      <w:r>
        <w:rPr>
          <w:rFonts w:ascii="Arial" w:hAnsi="Arial" w:cs="Arial"/>
          <w:b/>
          <w:bCs/>
          <w:u w:val="single"/>
        </w:rPr>
        <w:fldChar w:fldCharType="separate"/>
      </w:r>
      <w:r>
        <w:rPr>
          <w:rFonts w:ascii="Arial" w:hAnsi="Arial" w:cs="Arial"/>
          <w:b/>
          <w:bCs/>
          <w:noProof/>
          <w:u w:val="single"/>
        </w:rPr>
        <w:t> </w:t>
      </w:r>
      <w:r>
        <w:rPr>
          <w:rFonts w:ascii="Arial" w:hAnsi="Arial" w:cs="Arial"/>
          <w:b/>
          <w:bCs/>
          <w:noProof/>
          <w:u w:val="single"/>
        </w:rPr>
        <w:t> </w:t>
      </w:r>
      <w:r>
        <w:rPr>
          <w:rFonts w:ascii="Arial" w:hAnsi="Arial" w:cs="Arial"/>
          <w:b/>
          <w:bCs/>
          <w:noProof/>
          <w:u w:val="single"/>
        </w:rPr>
        <w:t> </w:t>
      </w:r>
      <w:r>
        <w:rPr>
          <w:rFonts w:ascii="Arial" w:hAnsi="Arial" w:cs="Arial"/>
          <w:b/>
          <w:bCs/>
          <w:noProof/>
          <w:u w:val="single"/>
        </w:rPr>
        <w:t> </w:t>
      </w:r>
      <w:r>
        <w:rPr>
          <w:rFonts w:ascii="Arial" w:hAnsi="Arial" w:cs="Arial"/>
          <w:b/>
          <w:bCs/>
          <w:noProof/>
          <w:u w:val="single"/>
        </w:rPr>
        <w:t> </w:t>
      </w:r>
      <w:r>
        <w:rPr>
          <w:rFonts w:ascii="Arial" w:hAnsi="Arial" w:cs="Arial"/>
          <w:b/>
          <w:bCs/>
          <w:u w:val="single"/>
        </w:rPr>
        <w:fldChar w:fldCharType="end"/>
      </w:r>
      <w:bookmarkEnd w:id="2"/>
      <w:r>
        <w:rPr>
          <w:rFonts w:ascii="Arial" w:hAnsi="Arial" w:cs="Arial"/>
        </w:rPr>
        <w:t xml:space="preserve"> </w:t>
      </w:r>
      <w:r w:rsidR="00585D4F">
        <w:rPr>
          <w:rFonts w:ascii="Arial" w:hAnsi="Arial" w:cs="Arial"/>
        </w:rPr>
        <w:t>im Brunnenbau</w:t>
      </w:r>
      <w:r>
        <w:rPr>
          <w:rFonts w:ascii="Arial" w:hAnsi="Arial" w:cs="Arial"/>
        </w:rPr>
        <w:t xml:space="preserve"> tätig.</w:t>
      </w:r>
    </w:p>
    <w:p w14:paraId="136105B3" w14:textId="77777777" w:rsidR="0014173C" w:rsidRDefault="0014173C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16"/>
        </w:rPr>
      </w:pPr>
    </w:p>
    <w:p w14:paraId="0C246704" w14:textId="77777777" w:rsidR="0014173C" w:rsidRDefault="0014173C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16"/>
        </w:rPr>
      </w:pPr>
    </w:p>
    <w:p w14:paraId="6B90C6C3" w14:textId="77777777" w:rsidR="0014173C" w:rsidRDefault="0014173C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67"/>
        <w:gridCol w:w="5386"/>
        <w:gridCol w:w="69"/>
      </w:tblGrid>
      <w:tr w:rsidR="0014173C" w14:paraId="4D479318" w14:textId="77777777">
        <w:tblPrEx>
          <w:tblCellMar>
            <w:top w:w="0" w:type="dxa"/>
            <w:bottom w:w="0" w:type="dxa"/>
          </w:tblCellMar>
        </w:tblPrEx>
        <w:trPr>
          <w:hidden/>
        </w:trPr>
        <w:tc>
          <w:tcPr>
            <w:tcW w:w="9778" w:type="dxa"/>
            <w:gridSpan w:val="4"/>
            <w:tcBorders>
              <w:bottom w:val="nil"/>
            </w:tcBorders>
          </w:tcPr>
          <w:p w14:paraId="2C261D87" w14:textId="77777777" w:rsidR="0014173C" w:rsidRDefault="0014173C">
            <w:pPr>
              <w:rPr>
                <w:rFonts w:ascii="Arial" w:hAnsi="Arial" w:cs="Arial"/>
                <w:vanish/>
              </w:rPr>
            </w:pPr>
          </w:p>
        </w:tc>
      </w:tr>
      <w:tr w:rsidR="0014173C" w14:paraId="2B18FD1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9" w:type="dxa"/>
          <w:trHeight w:val="456"/>
        </w:trPr>
        <w:tc>
          <w:tcPr>
            <w:tcW w:w="3756" w:type="dxa"/>
            <w:tcBorders>
              <w:bottom w:val="single" w:sz="4" w:space="0" w:color="auto"/>
            </w:tcBorders>
            <w:vAlign w:val="bottom"/>
          </w:tcPr>
          <w:p w14:paraId="4DE2CB65" w14:textId="77777777" w:rsidR="0014173C" w:rsidRDefault="0014173C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fldChar w:fldCharType="begin">
                <w:ffData>
                  <w:name w:val="Text52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 Narrow" w:hAnsi="Arial Narrow"/>
                <w:b/>
              </w:rPr>
              <w:instrText xml:space="preserve"> FORMTEXT </w:instrText>
            </w:r>
            <w:r>
              <w:rPr>
                <w:rFonts w:ascii="Arial Narrow" w:hAnsi="Arial Narrow"/>
                <w:b/>
              </w:rPr>
            </w:r>
            <w:r>
              <w:rPr>
                <w:rFonts w:ascii="Arial Narrow" w:hAnsi="Arial Narrow"/>
                <w:b/>
              </w:rPr>
              <w:fldChar w:fldCharType="separate"/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567" w:type="dxa"/>
          </w:tcPr>
          <w:p w14:paraId="10A1CD11" w14:textId="77777777" w:rsidR="0014173C" w:rsidRDefault="0014173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5386" w:type="dxa"/>
            <w:tcBorders>
              <w:bottom w:val="single" w:sz="4" w:space="0" w:color="auto"/>
            </w:tcBorders>
            <w:vAlign w:val="bottom"/>
          </w:tcPr>
          <w:p w14:paraId="2A44C3D1" w14:textId="77777777" w:rsidR="0014173C" w:rsidRDefault="0014173C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</w:tr>
      <w:tr w:rsidR="0014173C" w14:paraId="34B79A1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9" w:type="dxa"/>
          <w:trHeight w:val="284"/>
        </w:trPr>
        <w:tc>
          <w:tcPr>
            <w:tcW w:w="4323" w:type="dxa"/>
            <w:gridSpan w:val="2"/>
          </w:tcPr>
          <w:p w14:paraId="78B174B3" w14:textId="77777777" w:rsidR="0014173C" w:rsidRDefault="0014173C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(Ort und Datum)</w:t>
            </w:r>
          </w:p>
        </w:tc>
        <w:tc>
          <w:tcPr>
            <w:tcW w:w="5386" w:type="dxa"/>
          </w:tcPr>
          <w:p w14:paraId="4AD6FD13" w14:textId="77777777" w:rsidR="0014173C" w:rsidRDefault="0014173C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Unterschrift der verantw. Fachaufsicht</w:t>
            </w:r>
            <w:r>
              <w:rPr>
                <w:rFonts w:ascii="Arial" w:hAnsi="Arial" w:cs="Arial"/>
                <w:sz w:val="16"/>
              </w:rPr>
              <w:t>)</w:t>
            </w:r>
          </w:p>
        </w:tc>
      </w:tr>
    </w:tbl>
    <w:p w14:paraId="029F5C8B" w14:textId="77777777" w:rsidR="003A6477" w:rsidRDefault="0014173C" w:rsidP="003A6477">
      <w:pPr>
        <w:tabs>
          <w:tab w:val="left" w:pos="567"/>
        </w:tabs>
        <w:rPr>
          <w:rFonts w:ascii="Arial" w:hAnsi="Arial" w:cs="Arial"/>
          <w:b/>
          <w:bCs/>
          <w:sz w:val="22"/>
        </w:rPr>
      </w:pPr>
      <w:r>
        <w:rPr>
          <w:rFonts w:ascii="Arial" w:hAnsi="Arial"/>
          <w:b/>
          <w:sz w:val="16"/>
        </w:rPr>
        <w:br w:type="page"/>
      </w:r>
      <w:r w:rsidR="003A6477">
        <w:rPr>
          <w:rFonts w:ascii="Arial" w:hAnsi="Arial" w:cs="Arial"/>
          <w:b/>
          <w:bCs/>
          <w:sz w:val="22"/>
        </w:rPr>
        <w:lastRenderedPageBreak/>
        <w:t>8.2</w:t>
      </w:r>
      <w:r w:rsidR="003A6477">
        <w:rPr>
          <w:rFonts w:ascii="Arial" w:hAnsi="Arial" w:cs="Arial"/>
          <w:b/>
          <w:bCs/>
          <w:sz w:val="22"/>
        </w:rPr>
        <w:tab/>
      </w:r>
      <w:r w:rsidR="00592CF3">
        <w:rPr>
          <w:rFonts w:ascii="Arial" w:hAnsi="Arial" w:cs="Arial"/>
          <w:b/>
          <w:bCs/>
          <w:sz w:val="22"/>
        </w:rPr>
        <w:t>Bauleitende</w:t>
      </w:r>
      <w:r w:rsidR="003A6477">
        <w:rPr>
          <w:rFonts w:ascii="Arial" w:hAnsi="Arial" w:cs="Arial"/>
          <w:b/>
          <w:bCs/>
          <w:sz w:val="22"/>
        </w:rPr>
        <w:t xml:space="preserve"> Fach</w:t>
      </w:r>
      <w:r w:rsidR="00592CF3">
        <w:rPr>
          <w:rFonts w:ascii="Arial" w:hAnsi="Arial" w:cs="Arial"/>
          <w:b/>
          <w:bCs/>
          <w:sz w:val="22"/>
        </w:rPr>
        <w:t>kraft</w:t>
      </w:r>
      <w:r w:rsidR="003A6477">
        <w:rPr>
          <w:rFonts w:ascii="Arial" w:hAnsi="Arial" w:cs="Arial"/>
          <w:b/>
          <w:bCs/>
          <w:sz w:val="22"/>
        </w:rPr>
        <w:t xml:space="preserve"> gem. 6.</w:t>
      </w:r>
      <w:r w:rsidR="00592CF3">
        <w:rPr>
          <w:rFonts w:ascii="Arial" w:hAnsi="Arial" w:cs="Arial"/>
          <w:b/>
          <w:bCs/>
          <w:sz w:val="22"/>
        </w:rPr>
        <w:t>3</w:t>
      </w:r>
      <w:r w:rsidR="003A6477">
        <w:rPr>
          <w:rFonts w:ascii="Arial" w:hAnsi="Arial" w:cs="Arial"/>
          <w:b/>
          <w:bCs/>
          <w:sz w:val="22"/>
        </w:rPr>
        <w:t xml:space="preserve"> der W 120-1: 2012-08</w:t>
      </w:r>
    </w:p>
    <w:p w14:paraId="36AE0176" w14:textId="77777777" w:rsidR="003A6477" w:rsidRDefault="00592CF3" w:rsidP="003A6477">
      <w:pPr>
        <w:tabs>
          <w:tab w:val="left" w:pos="543"/>
          <w:tab w:val="right" w:leader="dot" w:pos="9614"/>
        </w:tabs>
        <w:spacing w:line="480" w:lineRule="auto"/>
        <w:jc w:val="both"/>
        <w:rPr>
          <w:rFonts w:ascii="Arial" w:hAnsi="Arial" w:cs="Arial"/>
          <w:bCs/>
          <w:sz w:val="14"/>
        </w:rPr>
      </w:pPr>
      <w:r>
        <w:rPr>
          <w:rFonts w:ascii="Arial" w:hAnsi="Arial" w:cs="Arial"/>
          <w:sz w:val="14"/>
          <w:szCs w:val="16"/>
        </w:rPr>
        <w:tab/>
        <w:t>Je Fachkraft</w:t>
      </w:r>
      <w:r w:rsidR="003A6477">
        <w:rPr>
          <w:rFonts w:ascii="Arial" w:hAnsi="Arial" w:cs="Arial"/>
          <w:sz w:val="14"/>
          <w:szCs w:val="16"/>
        </w:rPr>
        <w:t xml:space="preserve"> ist ein getrenntes Blatt zu verwenden (falls mehrere Seiten benötigt werden, Vorlage kopieren)</w:t>
      </w:r>
      <w:r w:rsidR="003A6477">
        <w:rPr>
          <w:rFonts w:ascii="Arial" w:hAnsi="Arial" w:cs="Arial"/>
          <w:b/>
          <w:bCs/>
          <w:sz w:val="14"/>
          <w:szCs w:val="16"/>
        </w:rPr>
        <w:t>.</w:t>
      </w:r>
    </w:p>
    <w:tbl>
      <w:tblPr>
        <w:tblW w:w="9781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686"/>
        <w:gridCol w:w="1843"/>
        <w:gridCol w:w="425"/>
        <w:gridCol w:w="1276"/>
        <w:gridCol w:w="425"/>
        <w:gridCol w:w="1701"/>
        <w:gridCol w:w="425"/>
      </w:tblGrid>
      <w:tr w:rsidR="003A6477" w14:paraId="3956B8F1" w14:textId="77777777" w:rsidTr="003A6477">
        <w:tblPrEx>
          <w:tblCellMar>
            <w:top w:w="0" w:type="dxa"/>
            <w:bottom w:w="0" w:type="dxa"/>
          </w:tblCellMar>
        </w:tblPrEx>
        <w:trPr>
          <w:cantSplit/>
          <w:trHeight w:val="624"/>
        </w:trPr>
        <w:tc>
          <w:tcPr>
            <w:tcW w:w="3686" w:type="dxa"/>
          </w:tcPr>
          <w:p w14:paraId="4C7AD1DA" w14:textId="77777777" w:rsidR="003A6477" w:rsidRDefault="003A6477" w:rsidP="003A6477">
            <w:pPr>
              <w:spacing w:after="100" w:afterAutospacing="1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 xml:space="preserve">Gruppe </w:t>
            </w:r>
            <w:r>
              <w:rPr>
                <w:rFonts w:ascii="Arial" w:hAnsi="Arial" w:cs="Arial"/>
                <w:sz w:val="16"/>
                <w:szCs w:val="16"/>
              </w:rPr>
              <w:t>(bitte Zutreffendes ankre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>
              <w:rPr>
                <w:rFonts w:ascii="Arial" w:hAnsi="Arial" w:cs="Arial"/>
                <w:sz w:val="16"/>
                <w:szCs w:val="16"/>
              </w:rPr>
              <w:t>zen</w:t>
            </w:r>
            <w:r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1843" w:type="dxa"/>
          </w:tcPr>
          <w:p w14:paraId="1ED17BB4" w14:textId="77777777" w:rsidR="003A6477" w:rsidRDefault="003A6477" w:rsidP="003A6477">
            <w:pPr>
              <w:spacing w:after="100" w:afterAutospacing="1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Ausbau (A) und Bo</w:t>
            </w:r>
            <w:r>
              <w:rPr>
                <w:rFonts w:ascii="Arial" w:hAnsi="Arial" w:cs="Arial"/>
                <w:b/>
                <w:bCs/>
              </w:rPr>
              <w:t>h</w:t>
            </w:r>
            <w:r>
              <w:rPr>
                <w:rFonts w:ascii="Arial" w:hAnsi="Arial" w:cs="Arial"/>
                <w:b/>
                <w:bCs/>
              </w:rPr>
              <w:t>ren (B)</w:t>
            </w:r>
          </w:p>
        </w:tc>
        <w:tc>
          <w:tcPr>
            <w:tcW w:w="425" w:type="dxa"/>
          </w:tcPr>
          <w:p w14:paraId="65836442" w14:textId="77777777" w:rsidR="003A6477" w:rsidRPr="0058253E" w:rsidRDefault="003A6477" w:rsidP="003A6477">
            <w:pPr>
              <w:spacing w:after="100" w:afterAutospacing="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8253E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253E"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58253E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Pr="0058253E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</w:tcPr>
          <w:p w14:paraId="7CAA16D5" w14:textId="77777777" w:rsidR="003A6477" w:rsidRDefault="003A6477" w:rsidP="003A6477">
            <w:pPr>
              <w:spacing w:after="100" w:afterAutospacing="1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Regenerie-rung (R)</w:t>
            </w:r>
          </w:p>
        </w:tc>
        <w:tc>
          <w:tcPr>
            <w:tcW w:w="425" w:type="dxa"/>
          </w:tcPr>
          <w:p w14:paraId="243AE7EF" w14:textId="77777777" w:rsidR="003A6477" w:rsidRPr="0058253E" w:rsidRDefault="003A6477" w:rsidP="003A6477">
            <w:pPr>
              <w:spacing w:after="100" w:afterAutospacing="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8253E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253E"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58253E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Pr="0058253E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</w:tcPr>
          <w:p w14:paraId="02E08DBA" w14:textId="77777777" w:rsidR="003A6477" w:rsidRDefault="003A6477" w:rsidP="003A6477">
            <w:pPr>
              <w:spacing w:after="100" w:afterAutospacing="1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Sanierung und Rückbau (S)</w:t>
            </w:r>
          </w:p>
        </w:tc>
        <w:tc>
          <w:tcPr>
            <w:tcW w:w="425" w:type="dxa"/>
          </w:tcPr>
          <w:p w14:paraId="7BA9BA23" w14:textId="77777777" w:rsidR="003A6477" w:rsidRPr="0058253E" w:rsidRDefault="003A6477" w:rsidP="003A6477">
            <w:pPr>
              <w:tabs>
                <w:tab w:val="right" w:leader="dot" w:pos="9614"/>
              </w:tabs>
              <w:spacing w:after="100" w:afterAutospacing="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8253E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253E"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58253E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Pr="0058253E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tc>
      </w:tr>
    </w:tbl>
    <w:p w14:paraId="4F01D96E" w14:textId="77777777" w:rsidR="003A6477" w:rsidRDefault="003A6477" w:rsidP="003A6477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18"/>
        </w:rPr>
      </w:pPr>
    </w:p>
    <w:tbl>
      <w:tblPr>
        <w:tblW w:w="9784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130"/>
        <w:gridCol w:w="87"/>
        <w:gridCol w:w="479"/>
        <w:gridCol w:w="710"/>
        <w:gridCol w:w="33"/>
        <w:gridCol w:w="1242"/>
        <w:gridCol w:w="283"/>
        <w:gridCol w:w="851"/>
        <w:gridCol w:w="853"/>
        <w:gridCol w:w="439"/>
        <w:gridCol w:w="129"/>
        <w:gridCol w:w="138"/>
        <w:gridCol w:w="713"/>
        <w:gridCol w:w="992"/>
        <w:gridCol w:w="1705"/>
      </w:tblGrid>
      <w:tr w:rsidR="003A6477" w14:paraId="15D56A0C" w14:textId="77777777" w:rsidTr="00592CF3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1219" w:type="dxa"/>
            <w:gridSpan w:val="2"/>
            <w:vAlign w:val="center"/>
          </w:tcPr>
          <w:p w14:paraId="14FF2FAC" w14:textId="77777777" w:rsidR="003A6477" w:rsidRDefault="003A6477" w:rsidP="003A6477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Name   </w:t>
            </w:r>
            <w:proofErr w:type="gramStart"/>
            <w:r>
              <w:rPr>
                <w:rFonts w:ascii="Arial" w:hAnsi="Arial" w:cs="Arial"/>
              </w:rPr>
              <w:t xml:space="preserve">  :</w:t>
            </w:r>
            <w:proofErr w:type="gramEnd"/>
          </w:p>
        </w:tc>
        <w:tc>
          <w:tcPr>
            <w:tcW w:w="3598" w:type="dxa"/>
            <w:gridSpan w:val="6"/>
            <w:tcBorders>
              <w:bottom w:val="single" w:sz="4" w:space="0" w:color="auto"/>
            </w:tcBorders>
            <w:vAlign w:val="center"/>
          </w:tcPr>
          <w:p w14:paraId="1CD4A3BE" w14:textId="77777777" w:rsidR="003A6477" w:rsidRDefault="003A6477" w:rsidP="003A6477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292" w:type="dxa"/>
            <w:gridSpan w:val="2"/>
            <w:vAlign w:val="center"/>
          </w:tcPr>
          <w:p w14:paraId="249A63BA" w14:textId="77777777" w:rsidR="003A6477" w:rsidRDefault="003A6477" w:rsidP="003A647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Vorname  :</w:t>
            </w:r>
            <w:proofErr w:type="gramEnd"/>
          </w:p>
        </w:tc>
        <w:tc>
          <w:tcPr>
            <w:tcW w:w="3675" w:type="dxa"/>
            <w:gridSpan w:val="5"/>
            <w:tcBorders>
              <w:bottom w:val="single" w:sz="4" w:space="0" w:color="auto"/>
            </w:tcBorders>
            <w:vAlign w:val="center"/>
          </w:tcPr>
          <w:p w14:paraId="51F096C8" w14:textId="77777777" w:rsidR="003A6477" w:rsidRDefault="003A6477" w:rsidP="003A647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3A6477" w14:paraId="1B8EDB3A" w14:textId="77777777" w:rsidTr="00592CF3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1219" w:type="dxa"/>
            <w:gridSpan w:val="2"/>
            <w:vAlign w:val="center"/>
          </w:tcPr>
          <w:p w14:paraId="37521DB6" w14:textId="77777777" w:rsidR="003A6477" w:rsidRDefault="003A6477" w:rsidP="003A6477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geb. </w:t>
            </w:r>
            <w:proofErr w:type="gramStart"/>
            <w:r>
              <w:rPr>
                <w:rFonts w:ascii="Arial" w:hAnsi="Arial" w:cs="Arial"/>
              </w:rPr>
              <w:t>am  :</w:t>
            </w:r>
            <w:proofErr w:type="gramEnd"/>
          </w:p>
        </w:tc>
        <w:tc>
          <w:tcPr>
            <w:tcW w:w="8565" w:type="dxa"/>
            <w:gridSpan w:val="13"/>
            <w:vAlign w:val="center"/>
          </w:tcPr>
          <w:p w14:paraId="644A904E" w14:textId="77777777" w:rsidR="003A6477" w:rsidRDefault="003A6477" w:rsidP="003A6477">
            <w:pPr>
              <w:pStyle w:val="Kopfzeile"/>
              <w:tabs>
                <w:tab w:val="clear" w:pos="4536"/>
                <w:tab w:val="clear" w:pos="907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3A6477" w14:paraId="17AE0952" w14:textId="77777777" w:rsidTr="00592CF3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1698" w:type="dxa"/>
            <w:gridSpan w:val="3"/>
            <w:vAlign w:val="center"/>
          </w:tcPr>
          <w:p w14:paraId="527D0035" w14:textId="77777777" w:rsidR="003A6477" w:rsidRDefault="003A6477" w:rsidP="003A6477">
            <w:pPr>
              <w:pStyle w:val="Kopfzeile"/>
              <w:tabs>
                <w:tab w:val="clear" w:pos="4536"/>
                <w:tab w:val="clear" w:pos="9072"/>
                <w:tab w:val="right" w:pos="1298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Abschluss als</w:t>
            </w:r>
            <w:proofErr w:type="gramStart"/>
            <w:r>
              <w:rPr>
                <w:rFonts w:ascii="Arial" w:hAnsi="Arial" w:cs="Arial"/>
              </w:rPr>
              <w:tab/>
              <w:t xml:space="preserve">  :</w:t>
            </w:r>
            <w:proofErr w:type="gramEnd"/>
          </w:p>
        </w:tc>
        <w:tc>
          <w:tcPr>
            <w:tcW w:w="8086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7DDDAD" w14:textId="77777777" w:rsidR="003A6477" w:rsidRDefault="003A6477" w:rsidP="003A647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3A6477" w14:paraId="5E8E68CD" w14:textId="77777777" w:rsidTr="00592CF3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1698" w:type="dxa"/>
            <w:gridSpan w:val="3"/>
            <w:vAlign w:val="center"/>
          </w:tcPr>
          <w:p w14:paraId="0AA84F9B" w14:textId="77777777" w:rsidR="003A6477" w:rsidRDefault="003A6477" w:rsidP="003A6477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Datum  </w:t>
            </w:r>
            <w:proofErr w:type="gramStart"/>
            <w:r>
              <w:rPr>
                <w:rFonts w:ascii="Arial" w:hAnsi="Arial" w:cs="Arial"/>
              </w:rPr>
              <w:t xml:space="preserve">  :</w:t>
            </w:r>
            <w:proofErr w:type="gramEnd"/>
          </w:p>
        </w:tc>
        <w:tc>
          <w:tcPr>
            <w:tcW w:w="8086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02A55A" w14:textId="77777777" w:rsidR="003A6477" w:rsidRDefault="003A6477" w:rsidP="003A647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592CF3" w:rsidRPr="0058253E" w14:paraId="06AE4601" w14:textId="77777777" w:rsidTr="001222F5">
        <w:tblPrEx>
          <w:tblCellMar>
            <w:top w:w="0" w:type="dxa"/>
            <w:bottom w:w="0" w:type="dxa"/>
          </w:tblCellMar>
        </w:tblPrEx>
        <w:trPr>
          <w:cantSplit/>
          <w:trHeight w:val="369"/>
        </w:trPr>
        <w:tc>
          <w:tcPr>
            <w:tcW w:w="5668" w:type="dxa"/>
            <w:gridSpan w:val="9"/>
            <w:vMerge w:val="restart"/>
            <w:vAlign w:val="center"/>
          </w:tcPr>
          <w:p w14:paraId="18576B19" w14:textId="77777777" w:rsidR="00592CF3" w:rsidRPr="0058253E" w:rsidRDefault="00592CF3" w:rsidP="002F0107">
            <w:pPr>
              <w:tabs>
                <w:tab w:val="left" w:pos="6156"/>
                <w:tab w:val="left" w:pos="7914"/>
                <w:tab w:val="right" w:leader="dot" w:pos="9614"/>
              </w:tabs>
              <w:spacing w:line="276" w:lineRule="auto"/>
              <w:rPr>
                <w:rFonts w:ascii="Arial" w:hAnsi="Arial" w:cs="Arial"/>
                <w:bCs/>
              </w:rPr>
            </w:pPr>
            <w:r w:rsidRPr="0058253E">
              <w:rPr>
                <w:rFonts w:ascii="Arial" w:hAnsi="Arial" w:cs="Arial"/>
                <w:bCs/>
              </w:rPr>
              <w:t>Ausnahmegenehmigung</w:t>
            </w:r>
            <w:r>
              <w:rPr>
                <w:rFonts w:ascii="Arial" w:hAnsi="Arial" w:cs="Arial"/>
                <w:bCs/>
              </w:rPr>
              <w:t xml:space="preserve"> nach § 7a/b, § 8 und § 9 der Han</w:t>
            </w:r>
            <w:r>
              <w:rPr>
                <w:rFonts w:ascii="Arial" w:hAnsi="Arial" w:cs="Arial"/>
                <w:bCs/>
              </w:rPr>
              <w:t>d</w:t>
            </w:r>
            <w:r>
              <w:rPr>
                <w:rFonts w:ascii="Arial" w:hAnsi="Arial" w:cs="Arial"/>
                <w:bCs/>
              </w:rPr>
              <w:t>werksordnung inkl. Ausstellungs- bzw. Gültigkeitsd</w:t>
            </w:r>
            <w:r>
              <w:rPr>
                <w:rFonts w:ascii="Arial" w:hAnsi="Arial" w:cs="Arial"/>
                <w:bCs/>
              </w:rPr>
              <w:t>a</w:t>
            </w:r>
            <w:r>
              <w:rPr>
                <w:rFonts w:ascii="Arial" w:hAnsi="Arial" w:cs="Arial"/>
                <w:bCs/>
              </w:rPr>
              <w:t>tum:</w:t>
            </w:r>
          </w:p>
        </w:tc>
        <w:tc>
          <w:tcPr>
            <w:tcW w:w="568" w:type="dxa"/>
            <w:gridSpan w:val="2"/>
            <w:vAlign w:val="center"/>
          </w:tcPr>
          <w:p w14:paraId="6CB463C3" w14:textId="77777777" w:rsidR="00592CF3" w:rsidRPr="0058253E" w:rsidRDefault="00592CF3" w:rsidP="009A489D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fldChar w:fldCharType="begin">
                <w:ffData>
                  <w:name w:val="Kontrollkästchen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 w:val="22"/>
              </w:rPr>
              <w:instrText xml:space="preserve"> FORMCHECKBOX </w:instrText>
            </w:r>
            <w:r>
              <w:rPr>
                <w:rFonts w:ascii="Arial" w:hAnsi="Arial" w:cs="Arial"/>
                <w:b/>
                <w:bCs/>
                <w:sz w:val="22"/>
              </w:rPr>
            </w:r>
            <w:r>
              <w:rPr>
                <w:rFonts w:ascii="Arial" w:hAnsi="Arial" w:cs="Arial"/>
                <w:b/>
                <w:bCs/>
                <w:sz w:val="22"/>
              </w:rPr>
              <w:fldChar w:fldCharType="end"/>
            </w:r>
          </w:p>
        </w:tc>
        <w:tc>
          <w:tcPr>
            <w:tcW w:w="851" w:type="dxa"/>
            <w:gridSpan w:val="2"/>
            <w:vAlign w:val="center"/>
          </w:tcPr>
          <w:p w14:paraId="5F642D31" w14:textId="77777777" w:rsidR="00592CF3" w:rsidRPr="0058253E" w:rsidRDefault="00592CF3" w:rsidP="009A489D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ja</w:t>
            </w:r>
          </w:p>
        </w:tc>
        <w:tc>
          <w:tcPr>
            <w:tcW w:w="992" w:type="dxa"/>
            <w:vAlign w:val="center"/>
          </w:tcPr>
          <w:p w14:paraId="2126ACA9" w14:textId="77777777" w:rsidR="00592CF3" w:rsidRPr="0058253E" w:rsidRDefault="00592CF3" w:rsidP="009A489D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Datum: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vAlign w:val="center"/>
          </w:tcPr>
          <w:p w14:paraId="63BA8C89" w14:textId="77777777" w:rsidR="00592CF3" w:rsidRPr="0058253E" w:rsidRDefault="00592CF3" w:rsidP="009A489D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592CF3" w:rsidRPr="0058253E" w14:paraId="1005DDC8" w14:textId="77777777" w:rsidTr="001222F5">
        <w:tblPrEx>
          <w:tblCellMar>
            <w:top w:w="0" w:type="dxa"/>
            <w:bottom w:w="0" w:type="dxa"/>
          </w:tblCellMar>
        </w:tblPrEx>
        <w:trPr>
          <w:cantSplit/>
          <w:trHeight w:val="368"/>
        </w:trPr>
        <w:tc>
          <w:tcPr>
            <w:tcW w:w="5668" w:type="dxa"/>
            <w:gridSpan w:val="9"/>
            <w:vMerge/>
            <w:vAlign w:val="center"/>
          </w:tcPr>
          <w:p w14:paraId="66C04CDB" w14:textId="77777777" w:rsidR="00592CF3" w:rsidRPr="0058253E" w:rsidRDefault="00592CF3" w:rsidP="009A489D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568" w:type="dxa"/>
            <w:gridSpan w:val="2"/>
            <w:vAlign w:val="center"/>
          </w:tcPr>
          <w:p w14:paraId="7A516C1C" w14:textId="77777777" w:rsidR="00592CF3" w:rsidRPr="0058253E" w:rsidRDefault="00592CF3" w:rsidP="009A489D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fldChar w:fldCharType="begin">
                <w:ffData>
                  <w:name w:val="Kontrollkästchen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 w:val="22"/>
              </w:rPr>
              <w:instrText xml:space="preserve"> FORMCHECKBOX </w:instrText>
            </w:r>
            <w:r>
              <w:rPr>
                <w:rFonts w:ascii="Arial" w:hAnsi="Arial" w:cs="Arial"/>
                <w:b/>
                <w:bCs/>
                <w:sz w:val="22"/>
              </w:rPr>
            </w:r>
            <w:r>
              <w:rPr>
                <w:rFonts w:ascii="Arial" w:hAnsi="Arial" w:cs="Arial"/>
                <w:b/>
                <w:bCs/>
                <w:sz w:val="22"/>
              </w:rPr>
              <w:fldChar w:fldCharType="end"/>
            </w:r>
          </w:p>
        </w:tc>
        <w:tc>
          <w:tcPr>
            <w:tcW w:w="851" w:type="dxa"/>
            <w:gridSpan w:val="2"/>
            <w:vAlign w:val="center"/>
          </w:tcPr>
          <w:p w14:paraId="20AD665C" w14:textId="77777777" w:rsidR="00592CF3" w:rsidRPr="0058253E" w:rsidRDefault="00592CF3" w:rsidP="009A489D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nein</w:t>
            </w:r>
          </w:p>
        </w:tc>
        <w:tc>
          <w:tcPr>
            <w:tcW w:w="992" w:type="dxa"/>
            <w:vAlign w:val="center"/>
          </w:tcPr>
          <w:p w14:paraId="373C9863" w14:textId="77777777" w:rsidR="00592CF3" w:rsidRPr="0058253E" w:rsidRDefault="00592CF3" w:rsidP="009A489D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1705" w:type="dxa"/>
            <w:tcBorders>
              <w:top w:val="single" w:sz="4" w:space="0" w:color="auto"/>
            </w:tcBorders>
            <w:vAlign w:val="center"/>
          </w:tcPr>
          <w:p w14:paraId="2AAED3F3" w14:textId="77777777" w:rsidR="00592CF3" w:rsidRPr="0058253E" w:rsidRDefault="00592CF3" w:rsidP="009A489D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Cs/>
              </w:rPr>
            </w:pPr>
          </w:p>
        </w:tc>
      </w:tr>
      <w:tr w:rsidR="003A6477" w14:paraId="2CA47F18" w14:textId="77777777" w:rsidTr="00592CF3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2408" w:type="dxa"/>
            <w:gridSpan w:val="4"/>
            <w:vAlign w:val="center"/>
          </w:tcPr>
          <w:p w14:paraId="4C1A0697" w14:textId="77777777" w:rsidR="003A6477" w:rsidRDefault="003A6477" w:rsidP="003A6477">
            <w:pPr>
              <w:pStyle w:val="Kopfzeile"/>
              <w:tabs>
                <w:tab w:val="clear" w:pos="4536"/>
                <w:tab w:val="clear" w:pos="9072"/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Frühere Täti</w:t>
            </w:r>
            <w:r>
              <w:rPr>
                <w:rFonts w:ascii="Arial" w:hAnsi="Arial" w:cs="Arial"/>
                <w:bCs/>
              </w:rPr>
              <w:t>g</w:t>
            </w:r>
            <w:r>
              <w:rPr>
                <w:rFonts w:ascii="Arial" w:hAnsi="Arial" w:cs="Arial"/>
                <w:bCs/>
              </w:rPr>
              <w:t>keit bei</w:t>
            </w:r>
            <w:r w:rsidR="007F5310">
              <w:rPr>
                <w:rFonts w:ascii="Arial" w:hAnsi="Arial" w:cs="Arial"/>
                <w:bCs/>
              </w:rPr>
              <w:t xml:space="preserve">  </w:t>
            </w:r>
            <w:proofErr w:type="gramStart"/>
            <w:r w:rsidR="007F5310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 xml:space="preserve"> :</w:t>
            </w:r>
            <w:proofErr w:type="gramEnd"/>
          </w:p>
        </w:tc>
        <w:tc>
          <w:tcPr>
            <w:tcW w:w="7376" w:type="dxa"/>
            <w:gridSpan w:val="11"/>
            <w:tcBorders>
              <w:bottom w:val="single" w:sz="4" w:space="0" w:color="auto"/>
            </w:tcBorders>
            <w:vAlign w:val="center"/>
          </w:tcPr>
          <w:p w14:paraId="1D7BACE5" w14:textId="77777777" w:rsidR="003A6477" w:rsidRDefault="003A6477" w:rsidP="003A647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3A6477" w14:paraId="575A510C" w14:textId="77777777" w:rsidTr="00592CF3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219" w:type="dxa"/>
            <w:gridSpan w:val="2"/>
            <w:vAlign w:val="center"/>
          </w:tcPr>
          <w:p w14:paraId="3DAC9482" w14:textId="77777777" w:rsidR="003A6477" w:rsidRDefault="003A6477" w:rsidP="003A6477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von       </w:t>
            </w:r>
            <w:proofErr w:type="gramStart"/>
            <w:r>
              <w:rPr>
                <w:rFonts w:ascii="Arial" w:hAnsi="Arial" w:cs="Arial"/>
              </w:rPr>
              <w:t xml:space="preserve">  :</w:t>
            </w:r>
            <w:proofErr w:type="gramEnd"/>
          </w:p>
        </w:tc>
        <w:tc>
          <w:tcPr>
            <w:tcW w:w="1222" w:type="dxa"/>
            <w:gridSpan w:val="3"/>
            <w:tcBorders>
              <w:bottom w:val="single" w:sz="4" w:space="0" w:color="auto"/>
            </w:tcBorders>
            <w:vAlign w:val="center"/>
          </w:tcPr>
          <w:p w14:paraId="20CA226F" w14:textId="77777777" w:rsidR="003A6477" w:rsidRDefault="003A6477" w:rsidP="003A647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242" w:type="dxa"/>
            <w:vAlign w:val="center"/>
          </w:tcPr>
          <w:p w14:paraId="0597C2B0" w14:textId="77777777" w:rsidR="003A6477" w:rsidRDefault="003A6477" w:rsidP="003A6477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bis         </w:t>
            </w:r>
            <w:proofErr w:type="gramStart"/>
            <w:r>
              <w:rPr>
                <w:rFonts w:ascii="Arial" w:hAnsi="Arial" w:cs="Arial"/>
              </w:rPr>
              <w:t xml:space="preserve">  :</w:t>
            </w:r>
            <w:proofErr w:type="gramEnd"/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A147C8E" w14:textId="77777777" w:rsidR="003A6477" w:rsidRDefault="003A6477" w:rsidP="003A647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6EFB2A47" w14:textId="77777777" w:rsidR="003A6477" w:rsidRDefault="003A6477" w:rsidP="003A6477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als   </w:t>
            </w:r>
            <w:proofErr w:type="gramStart"/>
            <w:r>
              <w:rPr>
                <w:rFonts w:ascii="Arial" w:hAnsi="Arial" w:cs="Arial"/>
              </w:rPr>
              <w:t xml:space="preserve">  :</w:t>
            </w:r>
            <w:proofErr w:type="gramEnd"/>
          </w:p>
        </w:tc>
        <w:tc>
          <w:tcPr>
            <w:tcW w:w="4116" w:type="dxa"/>
            <w:gridSpan w:val="6"/>
            <w:tcBorders>
              <w:bottom w:val="single" w:sz="4" w:space="0" w:color="auto"/>
            </w:tcBorders>
            <w:vAlign w:val="center"/>
          </w:tcPr>
          <w:p w14:paraId="3491C5B4" w14:textId="77777777" w:rsidR="003A6477" w:rsidRDefault="003A6477" w:rsidP="003A647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8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3A6477" w14:paraId="3D9014D8" w14:textId="77777777" w:rsidTr="00592CF3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2408" w:type="dxa"/>
            <w:gridSpan w:val="4"/>
            <w:vAlign w:val="center"/>
          </w:tcPr>
          <w:p w14:paraId="3EE41E37" w14:textId="77777777" w:rsidR="003A6477" w:rsidRDefault="003A6477" w:rsidP="003A6477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Frühere Tätigkeit bei</w:t>
            </w:r>
            <w:r w:rsidR="007F5310">
              <w:rPr>
                <w:rFonts w:ascii="Arial" w:hAnsi="Arial" w:cs="Arial"/>
              </w:rPr>
              <w:t xml:space="preserve">  </w:t>
            </w:r>
            <w:proofErr w:type="gramStart"/>
            <w:r w:rsidR="007F531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:</w:t>
            </w:r>
            <w:proofErr w:type="gramEnd"/>
          </w:p>
        </w:tc>
        <w:tc>
          <w:tcPr>
            <w:tcW w:w="7376" w:type="dxa"/>
            <w:gridSpan w:val="11"/>
            <w:tcBorders>
              <w:bottom w:val="single" w:sz="4" w:space="0" w:color="auto"/>
            </w:tcBorders>
            <w:vAlign w:val="center"/>
          </w:tcPr>
          <w:p w14:paraId="5067EA30" w14:textId="77777777" w:rsidR="003A6477" w:rsidRDefault="003A6477" w:rsidP="003A647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3A6477" w14:paraId="7A896676" w14:textId="77777777" w:rsidTr="00592CF3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219" w:type="dxa"/>
            <w:gridSpan w:val="2"/>
            <w:vAlign w:val="center"/>
          </w:tcPr>
          <w:p w14:paraId="5B7C8167" w14:textId="77777777" w:rsidR="003A6477" w:rsidRDefault="003A6477" w:rsidP="003A6477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von       </w:t>
            </w:r>
            <w:proofErr w:type="gramStart"/>
            <w:r>
              <w:rPr>
                <w:rFonts w:ascii="Arial" w:hAnsi="Arial" w:cs="Arial"/>
              </w:rPr>
              <w:t xml:space="preserve">  :</w:t>
            </w:r>
            <w:proofErr w:type="gramEnd"/>
          </w:p>
        </w:tc>
        <w:tc>
          <w:tcPr>
            <w:tcW w:w="1222" w:type="dxa"/>
            <w:gridSpan w:val="3"/>
            <w:tcBorders>
              <w:bottom w:val="single" w:sz="4" w:space="0" w:color="auto"/>
            </w:tcBorders>
            <w:vAlign w:val="center"/>
          </w:tcPr>
          <w:p w14:paraId="527D2B93" w14:textId="77777777" w:rsidR="003A6477" w:rsidRDefault="003A6477" w:rsidP="003A647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14:paraId="26FD9A78" w14:textId="77777777" w:rsidR="003A6477" w:rsidRDefault="003A6477" w:rsidP="003A6477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bis         </w:t>
            </w:r>
            <w:proofErr w:type="gramStart"/>
            <w:r>
              <w:rPr>
                <w:rFonts w:ascii="Arial" w:hAnsi="Arial" w:cs="Arial"/>
              </w:rPr>
              <w:t xml:space="preserve">  :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1BAEEE" w14:textId="77777777" w:rsidR="003A6477" w:rsidRDefault="003A6477" w:rsidP="003A647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4312C949" w14:textId="77777777" w:rsidR="003A6477" w:rsidRDefault="003A6477" w:rsidP="003A6477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als   </w:t>
            </w:r>
            <w:proofErr w:type="gramStart"/>
            <w:r>
              <w:rPr>
                <w:rFonts w:ascii="Arial" w:hAnsi="Arial" w:cs="Arial"/>
              </w:rPr>
              <w:t xml:space="preserve">  :</w:t>
            </w:r>
            <w:proofErr w:type="gramEnd"/>
          </w:p>
        </w:tc>
        <w:tc>
          <w:tcPr>
            <w:tcW w:w="411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C0D3C8" w14:textId="77777777" w:rsidR="003A6477" w:rsidRDefault="003A6477" w:rsidP="003A647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3A6477" w14:paraId="73BD3F93" w14:textId="77777777" w:rsidTr="00592CF3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3683" w:type="dxa"/>
            <w:gridSpan w:val="6"/>
            <w:vAlign w:val="center"/>
          </w:tcPr>
          <w:p w14:paraId="042CAFA9" w14:textId="77777777" w:rsidR="003A6477" w:rsidRDefault="003A6477" w:rsidP="003A6477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Derzeitige Funktion im </w:t>
            </w:r>
            <w:proofErr w:type="gramStart"/>
            <w:r>
              <w:rPr>
                <w:rFonts w:ascii="Arial" w:hAnsi="Arial" w:cs="Arial"/>
              </w:rPr>
              <w:t>Unterne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</w:rPr>
              <w:t>men :</w:t>
            </w:r>
            <w:proofErr w:type="gramEnd"/>
          </w:p>
        </w:tc>
        <w:tc>
          <w:tcPr>
            <w:tcW w:w="6101" w:type="dxa"/>
            <w:gridSpan w:val="9"/>
            <w:tcBorders>
              <w:bottom w:val="single" w:sz="4" w:space="0" w:color="auto"/>
            </w:tcBorders>
            <w:vAlign w:val="center"/>
          </w:tcPr>
          <w:p w14:paraId="415BA45C" w14:textId="77777777" w:rsidR="003A6477" w:rsidRDefault="003A6477" w:rsidP="003A647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3A6477" w14:paraId="0A5E4E4A" w14:textId="77777777" w:rsidTr="001222F5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5670" w:type="dxa"/>
            <w:gridSpan w:val="9"/>
            <w:vAlign w:val="center"/>
          </w:tcPr>
          <w:p w14:paraId="3E3CE8A8" w14:textId="77777777" w:rsidR="003A6477" w:rsidRDefault="00C622BC" w:rsidP="003A647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 w:rsidRPr="0000290F">
              <w:rPr>
                <w:rFonts w:ascii="Arial" w:hAnsi="Arial" w:cs="Arial"/>
                <w:bCs/>
              </w:rPr>
              <w:t>Im</w:t>
            </w:r>
            <w:r w:rsidRPr="0000290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antragsstellenden </w:t>
            </w:r>
            <w:r w:rsidRPr="0000290F">
              <w:rPr>
                <w:rFonts w:ascii="Arial" w:hAnsi="Arial" w:cs="Arial"/>
              </w:rPr>
              <w:t>Unternehmen ang</w:t>
            </w:r>
            <w:r w:rsidRPr="0000290F">
              <w:rPr>
                <w:rFonts w:ascii="Arial" w:hAnsi="Arial" w:cs="Arial"/>
              </w:rPr>
              <w:t>e</w:t>
            </w:r>
            <w:r w:rsidRPr="0000290F">
              <w:rPr>
                <w:rFonts w:ascii="Arial" w:hAnsi="Arial" w:cs="Arial"/>
              </w:rPr>
              <w:t>stellt seit</w:t>
            </w:r>
            <w:r>
              <w:rPr>
                <w:rFonts w:ascii="Arial" w:hAnsi="Arial" w:cs="Arial"/>
              </w:rPr>
              <w:t xml:space="preserve">          </w:t>
            </w:r>
            <w:r w:rsidR="001222F5">
              <w:rPr>
                <w:rFonts w:ascii="Arial" w:hAnsi="Arial" w:cs="Arial"/>
              </w:rPr>
              <w:t xml:space="preserve">     </w:t>
            </w:r>
            <w:proofErr w:type="gramStart"/>
            <w:r w:rsidR="001222F5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>:</w:t>
            </w:r>
            <w:proofErr w:type="gramEnd"/>
          </w:p>
        </w:tc>
        <w:tc>
          <w:tcPr>
            <w:tcW w:w="4114" w:type="dxa"/>
            <w:gridSpan w:val="6"/>
            <w:tcBorders>
              <w:bottom w:val="single" w:sz="4" w:space="0" w:color="auto"/>
            </w:tcBorders>
            <w:vAlign w:val="center"/>
          </w:tcPr>
          <w:p w14:paraId="41B6516B" w14:textId="77777777" w:rsidR="003A6477" w:rsidRDefault="003A6477" w:rsidP="003A647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3A6477" w14:paraId="0D16D7FA" w14:textId="77777777" w:rsidTr="00592CF3">
        <w:tblPrEx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3966" w:type="dxa"/>
            <w:gridSpan w:val="7"/>
            <w:vAlign w:val="bottom"/>
          </w:tcPr>
          <w:p w14:paraId="5EEE2D3F" w14:textId="77777777" w:rsidR="003A6477" w:rsidRDefault="003A6477" w:rsidP="003A647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bereits anerkannt als </w:t>
            </w:r>
            <w:r w:rsidR="0000290F">
              <w:rPr>
                <w:rFonts w:ascii="Arial" w:hAnsi="Arial" w:cs="Arial"/>
              </w:rPr>
              <w:t>bauleitende</w:t>
            </w:r>
          </w:p>
          <w:p w14:paraId="724AA4D9" w14:textId="77777777" w:rsidR="003A6477" w:rsidRDefault="003A6477" w:rsidP="0000290F">
            <w:pPr>
              <w:pStyle w:val="Kopfzeile"/>
              <w:tabs>
                <w:tab w:val="clear" w:pos="4536"/>
                <w:tab w:val="clear" w:pos="907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Fac</w:t>
            </w:r>
            <w:r>
              <w:rPr>
                <w:rFonts w:ascii="Arial" w:hAnsi="Arial" w:cs="Arial"/>
              </w:rPr>
              <w:t>h</w:t>
            </w:r>
            <w:r w:rsidR="0000290F">
              <w:rPr>
                <w:rFonts w:ascii="Arial" w:hAnsi="Arial" w:cs="Arial"/>
              </w:rPr>
              <w:t>kraft</w:t>
            </w:r>
            <w:r>
              <w:rPr>
                <w:rFonts w:ascii="Arial" w:hAnsi="Arial" w:cs="Arial"/>
              </w:rPr>
              <w:t xml:space="preserve"> nach DVGW-Arbeitsblatt     </w:t>
            </w:r>
            <w:r w:rsidR="008B382B">
              <w:rPr>
                <w:rFonts w:ascii="Arial" w:hAnsi="Arial" w:cs="Arial"/>
              </w:rPr>
              <w:t xml:space="preserve">   </w:t>
            </w:r>
            <w:proofErr w:type="gramStart"/>
            <w:r w:rsidR="008B382B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>:</w:t>
            </w:r>
            <w:proofErr w:type="gramEnd"/>
            <w:r>
              <w:rPr>
                <w:rFonts w:ascii="Arial" w:hAnsi="Arial" w:cs="Arial"/>
              </w:rPr>
              <w:t xml:space="preserve">                                      </w:t>
            </w:r>
          </w:p>
        </w:tc>
        <w:tc>
          <w:tcPr>
            <w:tcW w:w="2410" w:type="dxa"/>
            <w:gridSpan w:val="5"/>
            <w:tcBorders>
              <w:bottom w:val="single" w:sz="4" w:space="0" w:color="auto"/>
            </w:tcBorders>
            <w:vAlign w:val="bottom"/>
          </w:tcPr>
          <w:p w14:paraId="34A3064E" w14:textId="77777777" w:rsidR="003A6477" w:rsidRDefault="003A6477" w:rsidP="003A6477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3" w:type="dxa"/>
            <w:gridSpan w:val="2"/>
            <w:vAlign w:val="bottom"/>
          </w:tcPr>
          <w:p w14:paraId="6D35A058" w14:textId="77777777" w:rsidR="003A6477" w:rsidRDefault="003A6477" w:rsidP="003A647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 der Gruppe: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vAlign w:val="bottom"/>
          </w:tcPr>
          <w:p w14:paraId="3D555125" w14:textId="77777777" w:rsidR="003A6477" w:rsidRDefault="003A6477" w:rsidP="003A647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3A6477" w14:paraId="6C5AFB8A" w14:textId="77777777" w:rsidTr="00592CF3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131" w:type="dxa"/>
            <w:vAlign w:val="bottom"/>
          </w:tcPr>
          <w:p w14:paraId="40685C00" w14:textId="77777777" w:rsidR="003A6477" w:rsidRDefault="003A6477" w:rsidP="003A647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bei Firma:</w:t>
            </w:r>
          </w:p>
        </w:tc>
        <w:tc>
          <w:tcPr>
            <w:tcW w:w="2835" w:type="dxa"/>
            <w:gridSpan w:val="6"/>
            <w:tcBorders>
              <w:bottom w:val="single" w:sz="4" w:space="0" w:color="auto"/>
            </w:tcBorders>
            <w:vAlign w:val="bottom"/>
          </w:tcPr>
          <w:p w14:paraId="7E9E3F18" w14:textId="77777777" w:rsidR="003A6477" w:rsidRDefault="003A6477" w:rsidP="003A647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14:paraId="17E7666B" w14:textId="77777777" w:rsidR="003A6477" w:rsidRDefault="003A6477" w:rsidP="003A6477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von :</w:t>
            </w:r>
            <w:proofErr w:type="gramEnd"/>
          </w:p>
        </w:tc>
        <w:tc>
          <w:tcPr>
            <w:tcW w:w="155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50E386" w14:textId="77777777" w:rsidR="003A6477" w:rsidRDefault="003A6477" w:rsidP="003A6477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3" w:type="dxa"/>
            <w:gridSpan w:val="2"/>
            <w:vAlign w:val="bottom"/>
          </w:tcPr>
          <w:p w14:paraId="71355E8C" w14:textId="77777777" w:rsidR="003A6477" w:rsidRDefault="003A6477" w:rsidP="003A647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bis:</w:t>
            </w: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791D04" w14:textId="77777777" w:rsidR="003A6477" w:rsidRDefault="003A6477" w:rsidP="003A647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3A6477" w14:paraId="276CD41F" w14:textId="77777777" w:rsidTr="00592CF3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3966" w:type="dxa"/>
            <w:gridSpan w:val="7"/>
            <w:vAlign w:val="bottom"/>
          </w:tcPr>
          <w:p w14:paraId="7970DC35" w14:textId="77777777" w:rsidR="008B382B" w:rsidRDefault="008B382B" w:rsidP="008B382B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bereits anerkannt als bauleitende</w:t>
            </w:r>
          </w:p>
          <w:p w14:paraId="79BCDFDA" w14:textId="77777777" w:rsidR="003A6477" w:rsidRDefault="008B382B" w:rsidP="008B382B">
            <w:pPr>
              <w:pStyle w:val="Kopfzeile"/>
              <w:tabs>
                <w:tab w:val="clear" w:pos="4536"/>
                <w:tab w:val="clear" w:pos="907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Fac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</w:rPr>
              <w:t xml:space="preserve">kraft nach DVGW-Arbeitsblatt        </w:t>
            </w:r>
            <w:proofErr w:type="gramStart"/>
            <w:r>
              <w:rPr>
                <w:rFonts w:ascii="Arial" w:hAnsi="Arial" w:cs="Arial"/>
              </w:rPr>
              <w:t xml:space="preserve">  :</w:t>
            </w:r>
            <w:proofErr w:type="gramEnd"/>
            <w:r>
              <w:rPr>
                <w:rFonts w:ascii="Arial" w:hAnsi="Arial" w:cs="Arial"/>
              </w:rPr>
              <w:t xml:space="preserve">                                      </w:t>
            </w:r>
          </w:p>
        </w:tc>
        <w:tc>
          <w:tcPr>
            <w:tcW w:w="2410" w:type="dxa"/>
            <w:gridSpan w:val="5"/>
            <w:tcBorders>
              <w:bottom w:val="single" w:sz="4" w:space="0" w:color="auto"/>
            </w:tcBorders>
            <w:vAlign w:val="bottom"/>
          </w:tcPr>
          <w:p w14:paraId="5DE49F1C" w14:textId="77777777" w:rsidR="003A6477" w:rsidRDefault="003A6477" w:rsidP="003A6477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3" w:type="dxa"/>
            <w:gridSpan w:val="2"/>
            <w:vAlign w:val="bottom"/>
          </w:tcPr>
          <w:p w14:paraId="26B8EB30" w14:textId="77777777" w:rsidR="003A6477" w:rsidRDefault="003A6477" w:rsidP="003A647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 der Gruppe: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vAlign w:val="bottom"/>
          </w:tcPr>
          <w:p w14:paraId="1F234723" w14:textId="77777777" w:rsidR="003A6477" w:rsidRDefault="003A6477" w:rsidP="003A647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3A6477" w14:paraId="5513244D" w14:textId="77777777" w:rsidTr="00592CF3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131" w:type="dxa"/>
            <w:vAlign w:val="bottom"/>
          </w:tcPr>
          <w:p w14:paraId="15126AE7" w14:textId="77777777" w:rsidR="003A6477" w:rsidRDefault="003A6477" w:rsidP="003A647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bei Firma:</w:t>
            </w:r>
          </w:p>
        </w:tc>
        <w:tc>
          <w:tcPr>
            <w:tcW w:w="2835" w:type="dxa"/>
            <w:gridSpan w:val="6"/>
            <w:tcBorders>
              <w:bottom w:val="single" w:sz="4" w:space="0" w:color="auto"/>
            </w:tcBorders>
            <w:vAlign w:val="bottom"/>
          </w:tcPr>
          <w:p w14:paraId="7E9BD7E3" w14:textId="77777777" w:rsidR="003A6477" w:rsidRDefault="003A6477" w:rsidP="003A647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14:paraId="3BB6139B" w14:textId="77777777" w:rsidR="003A6477" w:rsidRDefault="003A6477" w:rsidP="003A6477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von :</w:t>
            </w:r>
            <w:proofErr w:type="gramEnd"/>
          </w:p>
        </w:tc>
        <w:tc>
          <w:tcPr>
            <w:tcW w:w="155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31AE9C3" w14:textId="77777777" w:rsidR="003A6477" w:rsidRDefault="003A6477" w:rsidP="003A6477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3" w:type="dxa"/>
            <w:gridSpan w:val="2"/>
            <w:vAlign w:val="bottom"/>
          </w:tcPr>
          <w:p w14:paraId="4A86D07B" w14:textId="77777777" w:rsidR="003A6477" w:rsidRDefault="003A6477" w:rsidP="003A647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bis:</w:t>
            </w: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F8D514" w14:textId="77777777" w:rsidR="003A6477" w:rsidRDefault="003A6477" w:rsidP="003A647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</w:tbl>
    <w:p w14:paraId="5A64751D" w14:textId="77777777" w:rsidR="003A6477" w:rsidRDefault="003A6477" w:rsidP="003A6477">
      <w:pPr>
        <w:rPr>
          <w:rFonts w:ascii="Arial" w:hAnsi="Arial" w:cs="Arial"/>
        </w:rPr>
      </w:pPr>
    </w:p>
    <w:p w14:paraId="5AEDBCE4" w14:textId="77777777" w:rsidR="00E06D5C" w:rsidRDefault="00E06D5C" w:rsidP="003A6477">
      <w:pPr>
        <w:tabs>
          <w:tab w:val="left" w:pos="6156"/>
          <w:tab w:val="left" w:pos="7914"/>
          <w:tab w:val="right" w:leader="dot" w:pos="9614"/>
        </w:tabs>
        <w:jc w:val="both"/>
        <w:rPr>
          <w:rFonts w:ascii="Arial" w:hAnsi="Arial" w:cs="Arial"/>
          <w:b/>
          <w:bCs/>
        </w:rPr>
      </w:pPr>
    </w:p>
    <w:p w14:paraId="6D744B1F" w14:textId="77777777" w:rsidR="004237A7" w:rsidRDefault="004237A7" w:rsidP="003A6477">
      <w:pPr>
        <w:tabs>
          <w:tab w:val="left" w:pos="6156"/>
          <w:tab w:val="left" w:pos="7914"/>
          <w:tab w:val="right" w:leader="dot" w:pos="9614"/>
        </w:tabs>
        <w:jc w:val="both"/>
        <w:rPr>
          <w:rFonts w:ascii="Arial" w:hAnsi="Arial" w:cs="Arial"/>
          <w:b/>
          <w:bCs/>
        </w:rPr>
      </w:pPr>
    </w:p>
    <w:p w14:paraId="2172CB5E" w14:textId="77777777" w:rsidR="003A6477" w:rsidRDefault="003A6477" w:rsidP="003A6477">
      <w:pPr>
        <w:tabs>
          <w:tab w:val="left" w:pos="6156"/>
          <w:tab w:val="left" w:pos="7914"/>
          <w:tab w:val="right" w:leader="dot" w:pos="9614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Mir ist bekannt, dass ich </w:t>
      </w:r>
      <w:r w:rsidR="008B382B">
        <w:rPr>
          <w:rFonts w:ascii="Arial" w:hAnsi="Arial" w:cs="Arial"/>
          <w:b/>
          <w:bCs/>
        </w:rPr>
        <w:t>meine fachliche Qualifikation</w:t>
      </w:r>
      <w:r>
        <w:rPr>
          <w:rFonts w:ascii="Arial" w:hAnsi="Arial" w:cs="Arial"/>
          <w:b/>
          <w:bCs/>
        </w:rPr>
        <w:t xml:space="preserve"> im beantragten Bereich nachweisen</w:t>
      </w:r>
      <w:r w:rsidR="008B382B">
        <w:rPr>
          <w:rFonts w:ascii="Arial" w:hAnsi="Arial" w:cs="Arial"/>
          <w:b/>
          <w:bCs/>
        </w:rPr>
        <w:t xml:space="preserve"> können</w:t>
      </w:r>
      <w:r>
        <w:rPr>
          <w:rFonts w:ascii="Arial" w:hAnsi="Arial" w:cs="Arial"/>
          <w:b/>
          <w:bCs/>
        </w:rPr>
        <w:t xml:space="preserve"> muss. Diese </w:t>
      </w:r>
      <w:r w:rsidR="008B382B">
        <w:rPr>
          <w:rFonts w:ascii="Arial" w:hAnsi="Arial" w:cs="Arial"/>
          <w:b/>
          <w:bCs/>
        </w:rPr>
        <w:t>Dokumente können auf Anforderung</w:t>
      </w:r>
      <w:r w:rsidR="001222F5">
        <w:rPr>
          <w:rFonts w:ascii="Arial" w:hAnsi="Arial" w:cs="Arial"/>
          <w:b/>
          <w:bCs/>
        </w:rPr>
        <w:t xml:space="preserve"> durch die Experten vor Ort oder auf Verlangen der Zertifizierungsstelle</w:t>
      </w:r>
      <w:r w:rsidR="008B382B">
        <w:rPr>
          <w:rFonts w:ascii="Arial" w:hAnsi="Arial" w:cs="Arial"/>
          <w:b/>
          <w:bCs/>
        </w:rPr>
        <w:t xml:space="preserve"> eingesehen we</w:t>
      </w:r>
      <w:r w:rsidR="008B382B">
        <w:rPr>
          <w:rFonts w:ascii="Arial" w:hAnsi="Arial" w:cs="Arial"/>
          <w:b/>
          <w:bCs/>
        </w:rPr>
        <w:t>r</w:t>
      </w:r>
      <w:r w:rsidR="008B382B">
        <w:rPr>
          <w:rFonts w:ascii="Arial" w:hAnsi="Arial" w:cs="Arial"/>
          <w:b/>
          <w:bCs/>
        </w:rPr>
        <w:t>den</w:t>
      </w:r>
      <w:r>
        <w:rPr>
          <w:rFonts w:ascii="Arial" w:hAnsi="Arial" w:cs="Arial"/>
          <w:b/>
          <w:bCs/>
        </w:rPr>
        <w:t>.</w:t>
      </w:r>
    </w:p>
    <w:p w14:paraId="4BF0863A" w14:textId="77777777" w:rsidR="003A6477" w:rsidRDefault="003A6477" w:rsidP="003A6477">
      <w:pPr>
        <w:tabs>
          <w:tab w:val="left" w:pos="6156"/>
          <w:tab w:val="left" w:pos="7914"/>
          <w:tab w:val="right" w:leader="dot" w:pos="9614"/>
        </w:tabs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Der Na</w:t>
      </w:r>
      <w:r w:rsidR="008B382B">
        <w:rPr>
          <w:rFonts w:ascii="Arial" w:hAnsi="Arial" w:cs="Arial"/>
          <w:b/>
          <w:bCs/>
        </w:rPr>
        <w:t>chweis über eine mindestens drei</w:t>
      </w:r>
      <w:r>
        <w:rPr>
          <w:rFonts w:ascii="Arial" w:hAnsi="Arial" w:cs="Arial"/>
          <w:b/>
          <w:bCs/>
        </w:rPr>
        <w:t xml:space="preserve">jährige praktische Tätigkeit </w:t>
      </w:r>
      <w:r w:rsidR="008B382B">
        <w:rPr>
          <w:rFonts w:ascii="Arial" w:hAnsi="Arial" w:cs="Arial"/>
          <w:b/>
          <w:bCs/>
        </w:rPr>
        <w:t>im</w:t>
      </w:r>
      <w:r>
        <w:rPr>
          <w:rFonts w:ascii="Arial" w:hAnsi="Arial" w:cs="Arial"/>
          <w:b/>
          <w:bCs/>
        </w:rPr>
        <w:t xml:space="preserve"> Brunnenbau</w:t>
      </w:r>
      <w:r w:rsidR="008B382B">
        <w:rPr>
          <w:rFonts w:ascii="Arial" w:hAnsi="Arial" w:cs="Arial"/>
          <w:b/>
          <w:bCs/>
        </w:rPr>
        <w:t xml:space="preserve"> </w:t>
      </w:r>
      <w:r w:rsidR="00E45F5F">
        <w:rPr>
          <w:rFonts w:ascii="Arial" w:hAnsi="Arial" w:cs="Arial"/>
          <w:b/>
          <w:bCs/>
        </w:rPr>
        <w:t>kann im Bedarf</w:t>
      </w:r>
      <w:r w:rsidR="00E45F5F">
        <w:rPr>
          <w:rFonts w:ascii="Arial" w:hAnsi="Arial" w:cs="Arial"/>
          <w:b/>
          <w:bCs/>
        </w:rPr>
        <w:t>s</w:t>
      </w:r>
      <w:r w:rsidR="00E45F5F">
        <w:rPr>
          <w:rFonts w:ascii="Arial" w:hAnsi="Arial" w:cs="Arial"/>
          <w:b/>
          <w:bCs/>
        </w:rPr>
        <w:t>fall auf Anforderung durch</w:t>
      </w:r>
      <w:r w:rsidR="004237A7">
        <w:rPr>
          <w:rFonts w:ascii="Arial" w:hAnsi="Arial" w:cs="Arial"/>
          <w:b/>
          <w:bCs/>
        </w:rPr>
        <w:t xml:space="preserve"> Referenzen belegt werden</w:t>
      </w:r>
      <w:r>
        <w:rPr>
          <w:rFonts w:ascii="Arial" w:hAnsi="Arial" w:cs="Arial"/>
          <w:b/>
          <w:bCs/>
        </w:rPr>
        <w:t xml:space="preserve">. </w:t>
      </w:r>
    </w:p>
    <w:p w14:paraId="655A37EF" w14:textId="77777777" w:rsidR="004237A7" w:rsidRDefault="004237A7" w:rsidP="003A6477">
      <w:pPr>
        <w:tabs>
          <w:tab w:val="left" w:pos="6156"/>
          <w:tab w:val="left" w:pos="7914"/>
          <w:tab w:val="right" w:leader="dot" w:pos="9614"/>
        </w:tabs>
        <w:jc w:val="both"/>
        <w:rPr>
          <w:rFonts w:ascii="Arial" w:hAnsi="Arial" w:cs="Arial"/>
          <w:b/>
          <w:bCs/>
          <w:sz w:val="16"/>
        </w:rPr>
      </w:pPr>
    </w:p>
    <w:p w14:paraId="5120B5FF" w14:textId="77777777" w:rsidR="003A6477" w:rsidRDefault="003A6477" w:rsidP="003A6477">
      <w:pPr>
        <w:tabs>
          <w:tab w:val="left" w:pos="6156"/>
          <w:tab w:val="left" w:pos="7914"/>
          <w:tab w:val="right" w:leader="dot" w:pos="9614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Ich bin seit dem Jahr </w:t>
      </w:r>
      <w:r>
        <w:rPr>
          <w:rFonts w:ascii="Arial" w:hAnsi="Arial" w:cs="Arial"/>
          <w:b/>
          <w:bCs/>
          <w:u w:val="single"/>
        </w:rPr>
        <w:fldChar w:fldCharType="begin">
          <w:ffData>
            <w:name w:val="Text85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b/>
          <w:bCs/>
          <w:u w:val="single"/>
        </w:rPr>
        <w:instrText xml:space="preserve"> FORMTEXT </w:instrText>
      </w:r>
      <w:r>
        <w:rPr>
          <w:rFonts w:ascii="Arial" w:hAnsi="Arial" w:cs="Arial"/>
          <w:b/>
          <w:bCs/>
          <w:u w:val="single"/>
        </w:rPr>
      </w:r>
      <w:r>
        <w:rPr>
          <w:rFonts w:ascii="Arial" w:hAnsi="Arial" w:cs="Arial"/>
          <w:b/>
          <w:bCs/>
          <w:u w:val="single"/>
        </w:rPr>
        <w:fldChar w:fldCharType="separate"/>
      </w:r>
      <w:r>
        <w:rPr>
          <w:rFonts w:ascii="Arial" w:hAnsi="Arial" w:cs="Arial"/>
          <w:b/>
          <w:bCs/>
          <w:noProof/>
          <w:u w:val="single"/>
        </w:rPr>
        <w:t> </w:t>
      </w:r>
      <w:r>
        <w:rPr>
          <w:rFonts w:ascii="Arial" w:hAnsi="Arial" w:cs="Arial"/>
          <w:b/>
          <w:bCs/>
          <w:noProof/>
          <w:u w:val="single"/>
        </w:rPr>
        <w:t> </w:t>
      </w:r>
      <w:r>
        <w:rPr>
          <w:rFonts w:ascii="Arial" w:hAnsi="Arial" w:cs="Arial"/>
          <w:b/>
          <w:bCs/>
          <w:noProof/>
          <w:u w:val="single"/>
        </w:rPr>
        <w:t> </w:t>
      </w:r>
      <w:r>
        <w:rPr>
          <w:rFonts w:ascii="Arial" w:hAnsi="Arial" w:cs="Arial"/>
          <w:b/>
          <w:bCs/>
          <w:noProof/>
          <w:u w:val="single"/>
        </w:rPr>
        <w:t> </w:t>
      </w:r>
      <w:r>
        <w:rPr>
          <w:rFonts w:ascii="Arial" w:hAnsi="Arial" w:cs="Arial"/>
          <w:b/>
          <w:bCs/>
          <w:noProof/>
          <w:u w:val="single"/>
        </w:rPr>
        <w:t> </w:t>
      </w:r>
      <w:r>
        <w:rPr>
          <w:rFonts w:ascii="Arial" w:hAnsi="Arial" w:cs="Arial"/>
          <w:b/>
          <w:bCs/>
          <w:u w:val="single"/>
        </w:rPr>
        <w:fldChar w:fldCharType="end"/>
      </w:r>
      <w:r>
        <w:rPr>
          <w:rFonts w:ascii="Arial" w:hAnsi="Arial" w:cs="Arial"/>
        </w:rPr>
        <w:t xml:space="preserve"> im Brunnenbau tätig.</w:t>
      </w:r>
    </w:p>
    <w:p w14:paraId="6EF2E03C" w14:textId="77777777" w:rsidR="003A6477" w:rsidRDefault="003A6477" w:rsidP="003A6477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16"/>
        </w:rPr>
      </w:pPr>
    </w:p>
    <w:p w14:paraId="76914D83" w14:textId="77777777" w:rsidR="003A6477" w:rsidRDefault="003A6477" w:rsidP="003A6477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16"/>
        </w:rPr>
      </w:pPr>
    </w:p>
    <w:p w14:paraId="3F579433" w14:textId="77777777" w:rsidR="003A6477" w:rsidRDefault="003A6477" w:rsidP="003A6477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67"/>
        <w:gridCol w:w="5386"/>
        <w:gridCol w:w="69"/>
      </w:tblGrid>
      <w:tr w:rsidR="003A6477" w14:paraId="4B286EC1" w14:textId="77777777" w:rsidTr="003A6477">
        <w:tblPrEx>
          <w:tblCellMar>
            <w:top w:w="0" w:type="dxa"/>
            <w:bottom w:w="0" w:type="dxa"/>
          </w:tblCellMar>
        </w:tblPrEx>
        <w:trPr>
          <w:hidden/>
        </w:trPr>
        <w:tc>
          <w:tcPr>
            <w:tcW w:w="9778" w:type="dxa"/>
            <w:gridSpan w:val="4"/>
            <w:tcBorders>
              <w:bottom w:val="nil"/>
            </w:tcBorders>
          </w:tcPr>
          <w:p w14:paraId="1DDD3AE0" w14:textId="77777777" w:rsidR="003A6477" w:rsidRDefault="003A6477" w:rsidP="003A6477">
            <w:pPr>
              <w:rPr>
                <w:rFonts w:ascii="Arial" w:hAnsi="Arial" w:cs="Arial"/>
                <w:vanish/>
              </w:rPr>
            </w:pPr>
          </w:p>
        </w:tc>
      </w:tr>
      <w:tr w:rsidR="003A6477" w14:paraId="31E14B63" w14:textId="77777777" w:rsidTr="003A64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9" w:type="dxa"/>
          <w:trHeight w:val="456"/>
        </w:trPr>
        <w:tc>
          <w:tcPr>
            <w:tcW w:w="3756" w:type="dxa"/>
            <w:tcBorders>
              <w:bottom w:val="single" w:sz="4" w:space="0" w:color="auto"/>
            </w:tcBorders>
            <w:vAlign w:val="bottom"/>
          </w:tcPr>
          <w:p w14:paraId="692DB19C" w14:textId="77777777" w:rsidR="003A6477" w:rsidRDefault="003A6477" w:rsidP="003A6477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fldChar w:fldCharType="begin">
                <w:ffData>
                  <w:name w:val="Text52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 Narrow" w:hAnsi="Arial Narrow"/>
                <w:b/>
              </w:rPr>
              <w:instrText xml:space="preserve"> FORMTEXT </w:instrText>
            </w:r>
            <w:r>
              <w:rPr>
                <w:rFonts w:ascii="Arial Narrow" w:hAnsi="Arial Narrow"/>
                <w:b/>
              </w:rPr>
            </w:r>
            <w:r>
              <w:rPr>
                <w:rFonts w:ascii="Arial Narrow" w:hAnsi="Arial Narrow"/>
                <w:b/>
              </w:rPr>
              <w:fldChar w:fldCharType="separate"/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567" w:type="dxa"/>
          </w:tcPr>
          <w:p w14:paraId="1903A32A" w14:textId="77777777" w:rsidR="003A6477" w:rsidRDefault="003A6477" w:rsidP="003A6477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5386" w:type="dxa"/>
            <w:tcBorders>
              <w:bottom w:val="single" w:sz="4" w:space="0" w:color="auto"/>
            </w:tcBorders>
            <w:vAlign w:val="bottom"/>
          </w:tcPr>
          <w:p w14:paraId="3B972E8B" w14:textId="77777777" w:rsidR="003A6477" w:rsidRDefault="003A6477" w:rsidP="003A6477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</w:tr>
      <w:tr w:rsidR="003A6477" w14:paraId="56950DC2" w14:textId="77777777" w:rsidTr="003A64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9" w:type="dxa"/>
          <w:trHeight w:val="284"/>
        </w:trPr>
        <w:tc>
          <w:tcPr>
            <w:tcW w:w="4323" w:type="dxa"/>
            <w:gridSpan w:val="2"/>
          </w:tcPr>
          <w:p w14:paraId="2B15D3FB" w14:textId="77777777" w:rsidR="003A6477" w:rsidRDefault="003A6477" w:rsidP="003A6477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(Ort und Datum)</w:t>
            </w:r>
          </w:p>
        </w:tc>
        <w:tc>
          <w:tcPr>
            <w:tcW w:w="5386" w:type="dxa"/>
          </w:tcPr>
          <w:p w14:paraId="7F7214CE" w14:textId="77777777" w:rsidR="003A6477" w:rsidRDefault="003A6477" w:rsidP="004237A7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Unterschrift der </w:t>
            </w:r>
            <w:r w:rsidR="004237A7">
              <w:rPr>
                <w:rFonts w:ascii="Arial" w:hAnsi="Arial" w:cs="Arial"/>
                <w:sz w:val="16"/>
                <w:szCs w:val="16"/>
              </w:rPr>
              <w:t>bauleitenden Fachkraft</w:t>
            </w:r>
            <w:r>
              <w:rPr>
                <w:rFonts w:ascii="Arial" w:hAnsi="Arial" w:cs="Arial"/>
                <w:sz w:val="16"/>
              </w:rPr>
              <w:t>)</w:t>
            </w:r>
          </w:p>
        </w:tc>
      </w:tr>
    </w:tbl>
    <w:p w14:paraId="2F3DAD1C" w14:textId="77777777" w:rsidR="0014173C" w:rsidRDefault="0014173C" w:rsidP="003A6477">
      <w:pPr>
        <w:tabs>
          <w:tab w:val="left" w:pos="-1142"/>
          <w:tab w:val="left" w:pos="543"/>
          <w:tab w:val="left" w:pos="4852"/>
          <w:tab w:val="left" w:pos="5670"/>
          <w:tab w:val="left" w:pos="6804"/>
          <w:tab w:val="left" w:pos="7371"/>
        </w:tabs>
        <w:jc w:val="both"/>
        <w:rPr>
          <w:rFonts w:ascii="Arial" w:hAnsi="Arial" w:cs="Arial"/>
          <w:b/>
          <w:bCs/>
          <w:sz w:val="22"/>
        </w:rPr>
      </w:pPr>
    </w:p>
    <w:p w14:paraId="6C26D8A5" w14:textId="77777777" w:rsidR="0014173C" w:rsidRPr="004237A7" w:rsidRDefault="0014173C" w:rsidP="004237A7">
      <w:pPr>
        <w:tabs>
          <w:tab w:val="left" w:pos="-1142"/>
          <w:tab w:val="left" w:pos="-806"/>
          <w:tab w:val="left" w:pos="4852"/>
          <w:tab w:val="left" w:pos="5760"/>
        </w:tabs>
        <w:ind w:left="567" w:hanging="567"/>
        <w:jc w:val="both"/>
        <w:rPr>
          <w:rFonts w:ascii="Arial" w:hAnsi="Arial" w:cs="Arial"/>
          <w:b/>
          <w:bCs/>
          <w:sz w:val="22"/>
        </w:rPr>
      </w:pPr>
      <w:r>
        <w:rPr>
          <w:rFonts w:ascii="Arial" w:hAnsi="Arial"/>
          <w:b/>
          <w:sz w:val="16"/>
        </w:rPr>
        <w:br w:type="page"/>
      </w:r>
      <w:r>
        <w:rPr>
          <w:rFonts w:ascii="Arial" w:hAnsi="Arial" w:cs="Arial"/>
          <w:b/>
          <w:bCs/>
          <w:sz w:val="22"/>
        </w:rPr>
        <w:lastRenderedPageBreak/>
        <w:t>9.</w:t>
      </w:r>
      <w:r>
        <w:rPr>
          <w:rFonts w:ascii="Arial" w:hAnsi="Arial" w:cs="Arial"/>
          <w:b/>
          <w:bCs/>
          <w:sz w:val="22"/>
        </w:rPr>
        <w:tab/>
        <w:t>Ausstattung mit Geräten und Werkzeugen</w:t>
      </w:r>
      <w:r w:rsidR="004237A7">
        <w:rPr>
          <w:rFonts w:ascii="Arial" w:hAnsi="Arial" w:cs="Arial"/>
          <w:b/>
          <w:bCs/>
          <w:sz w:val="22"/>
        </w:rPr>
        <w:t>, gerätetechnische Ausrüstung für Brunne</w:t>
      </w:r>
      <w:r w:rsidR="004237A7">
        <w:rPr>
          <w:rFonts w:ascii="Arial" w:hAnsi="Arial" w:cs="Arial"/>
          <w:b/>
          <w:bCs/>
          <w:sz w:val="22"/>
        </w:rPr>
        <w:t>n</w:t>
      </w:r>
      <w:r w:rsidR="004237A7">
        <w:rPr>
          <w:rFonts w:ascii="Arial" w:hAnsi="Arial" w:cs="Arial"/>
          <w:b/>
          <w:bCs/>
          <w:sz w:val="22"/>
        </w:rPr>
        <w:t>bauarbeiten gem. 7</w:t>
      </w:r>
      <w:r w:rsidR="007F5310">
        <w:rPr>
          <w:rFonts w:ascii="Arial" w:hAnsi="Arial" w:cs="Arial"/>
          <w:b/>
          <w:bCs/>
          <w:sz w:val="22"/>
        </w:rPr>
        <w:t>.</w:t>
      </w:r>
      <w:r w:rsidR="004237A7">
        <w:rPr>
          <w:rFonts w:ascii="Arial" w:hAnsi="Arial" w:cs="Arial"/>
          <w:b/>
          <w:bCs/>
          <w:sz w:val="22"/>
        </w:rPr>
        <w:t xml:space="preserve"> der W 120-1: 2012-08 </w:t>
      </w:r>
    </w:p>
    <w:p w14:paraId="29522B1A" w14:textId="77777777" w:rsidR="0014173C" w:rsidRDefault="0014173C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851"/>
        <w:gridCol w:w="4819"/>
        <w:gridCol w:w="1559"/>
      </w:tblGrid>
      <w:tr w:rsidR="00D84A93" w:rsidRPr="00D84A93" w14:paraId="6681D36C" w14:textId="77777777" w:rsidTr="00B12E4C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2480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504C5358" w14:textId="77777777" w:rsidR="00D84A93" w:rsidRPr="00D84A93" w:rsidRDefault="000D461D">
            <w:pPr>
              <w:pStyle w:val="berschrift5"/>
              <w:tabs>
                <w:tab w:val="clear" w:pos="567"/>
              </w:tabs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Bezeichnung</w:t>
            </w:r>
          </w:p>
          <w:p w14:paraId="1B263B13" w14:textId="77777777" w:rsidR="00D84A93" w:rsidRPr="00D84A93" w:rsidRDefault="00D84A93" w:rsidP="004237A7">
            <w:pPr>
              <w:rPr>
                <w:b/>
              </w:rPr>
            </w:pPr>
            <w:r w:rsidRPr="00D84A93">
              <w:rPr>
                <w:rFonts w:ascii="Arial" w:hAnsi="Arial" w:cs="Arial"/>
                <w:b/>
                <w:sz w:val="22"/>
                <w:szCs w:val="22"/>
              </w:rPr>
              <w:t>Gerät</w:t>
            </w:r>
            <w:r w:rsidR="0024330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D84A93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6C394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D84A93">
              <w:rPr>
                <w:rFonts w:ascii="Arial" w:hAnsi="Arial" w:cs="Arial"/>
                <w:b/>
                <w:sz w:val="22"/>
                <w:szCs w:val="22"/>
              </w:rPr>
              <w:t>Werkzeug</w:t>
            </w:r>
          </w:p>
        </w:tc>
        <w:tc>
          <w:tcPr>
            <w:tcW w:w="5670" w:type="dxa"/>
            <w:gridSpan w:val="2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24B51528" w14:textId="77777777" w:rsidR="00D84A93" w:rsidRPr="00D84A93" w:rsidRDefault="00D84A93">
            <w:pPr>
              <w:pStyle w:val="berschrift5"/>
              <w:rPr>
                <w:rFonts w:ascii="Arial" w:hAnsi="Arial" w:cs="Arial"/>
                <w:szCs w:val="22"/>
              </w:rPr>
            </w:pPr>
            <w:r w:rsidRPr="00D84A93">
              <w:rPr>
                <w:rFonts w:ascii="Arial" w:hAnsi="Arial" w:cs="Arial"/>
                <w:szCs w:val="22"/>
              </w:rPr>
              <w:t>ggf. weitere Spezifikationen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51F95D6C" w14:textId="77777777" w:rsidR="00D84A93" w:rsidRPr="00D84A93" w:rsidRDefault="00D84A93">
            <w:pPr>
              <w:pStyle w:val="berschrift1"/>
              <w:jc w:val="center"/>
              <w:rPr>
                <w:rFonts w:cs="Arial"/>
                <w:sz w:val="22"/>
                <w:szCs w:val="22"/>
              </w:rPr>
            </w:pPr>
            <w:r w:rsidRPr="00D84A93">
              <w:rPr>
                <w:rFonts w:cs="Arial"/>
                <w:sz w:val="22"/>
                <w:szCs w:val="22"/>
              </w:rPr>
              <w:t>A</w:t>
            </w:r>
            <w:r w:rsidRPr="00D84A93">
              <w:rPr>
                <w:rFonts w:cs="Arial"/>
                <w:sz w:val="22"/>
                <w:szCs w:val="22"/>
              </w:rPr>
              <w:t>n</w:t>
            </w:r>
            <w:r w:rsidRPr="00D84A93">
              <w:rPr>
                <w:rFonts w:cs="Arial"/>
                <w:sz w:val="22"/>
                <w:szCs w:val="22"/>
              </w:rPr>
              <w:t>zahl</w:t>
            </w:r>
          </w:p>
        </w:tc>
      </w:tr>
      <w:tr w:rsidR="00D84A93" w14:paraId="170599DB" w14:textId="77777777" w:rsidTr="007F5310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98B240" w14:textId="77777777" w:rsidR="00D84A93" w:rsidRDefault="00D84A93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>Bauw</w:t>
            </w:r>
            <w:r>
              <w:rPr>
                <w:rFonts w:ascii="Arial" w:hAnsi="Arial" w:cs="Arial"/>
                <w:bCs/>
                <w:szCs w:val="22"/>
              </w:rPr>
              <w:t>a</w:t>
            </w:r>
            <w:r>
              <w:rPr>
                <w:rFonts w:ascii="Arial" w:hAnsi="Arial" w:cs="Arial"/>
                <w:bCs/>
                <w:szCs w:val="22"/>
              </w:rPr>
              <w:t>gen</w:t>
            </w:r>
            <w:r w:rsidR="00243301">
              <w:rPr>
                <w:rFonts w:ascii="Arial" w:hAnsi="Arial" w:cs="Arial"/>
                <w:bCs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Cs w:val="22"/>
              </w:rPr>
              <w:t>/ Container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FAF6D4" w14:textId="77777777" w:rsidR="00D84A93" w:rsidRDefault="00D84A93">
            <w:pPr>
              <w:pStyle w:val="Kopfzeile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BD1A0" w14:textId="77777777" w:rsidR="00D84A93" w:rsidRDefault="00D84A93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D84A93" w14:paraId="7B1312BB" w14:textId="77777777" w:rsidTr="008124C0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2480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4CEC18E9" w14:textId="77777777" w:rsidR="00D84A93" w:rsidRDefault="00D84A93">
            <w:pPr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>Montag</w:t>
            </w:r>
            <w:r>
              <w:rPr>
                <w:rFonts w:ascii="Arial" w:hAnsi="Arial" w:cs="Arial"/>
                <w:bCs/>
                <w:szCs w:val="22"/>
              </w:rPr>
              <w:t>e</w:t>
            </w:r>
            <w:r>
              <w:rPr>
                <w:rFonts w:ascii="Arial" w:hAnsi="Arial" w:cs="Arial"/>
                <w:bCs/>
                <w:szCs w:val="22"/>
              </w:rPr>
              <w:t>wagen mit kpl. Ausrü</w:t>
            </w:r>
            <w:r>
              <w:rPr>
                <w:rFonts w:ascii="Arial" w:hAnsi="Arial" w:cs="Arial"/>
                <w:bCs/>
                <w:szCs w:val="22"/>
              </w:rPr>
              <w:t>s</w:t>
            </w:r>
            <w:r>
              <w:rPr>
                <w:rFonts w:ascii="Arial" w:hAnsi="Arial" w:cs="Arial"/>
                <w:bCs/>
                <w:szCs w:val="22"/>
              </w:rPr>
              <w:t>tung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8847EE2" w14:textId="77777777" w:rsidR="00D84A93" w:rsidRDefault="00D84A93">
            <w:pPr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2E046E95" w14:textId="77777777" w:rsidR="00D84A93" w:rsidRDefault="00D84A93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1222F5" w14:paraId="14EBF54D" w14:textId="77777777" w:rsidTr="007F5310">
        <w:tblPrEx>
          <w:tblCellMar>
            <w:top w:w="0" w:type="dxa"/>
            <w:bottom w:w="0" w:type="dxa"/>
          </w:tblCellMar>
        </w:tblPrEx>
        <w:trPr>
          <w:cantSplit/>
          <w:trHeight w:val="610"/>
        </w:trPr>
        <w:tc>
          <w:tcPr>
            <w:tcW w:w="2480" w:type="dxa"/>
            <w:shd w:val="clear" w:color="auto" w:fill="auto"/>
            <w:vAlign w:val="center"/>
          </w:tcPr>
          <w:p w14:paraId="25C29083" w14:textId="77777777" w:rsidR="001222F5" w:rsidRDefault="001222F5">
            <w:pPr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>Schweißg</w:t>
            </w:r>
            <w:r>
              <w:rPr>
                <w:rFonts w:ascii="Arial" w:hAnsi="Arial" w:cs="Arial"/>
                <w:bCs/>
                <w:szCs w:val="22"/>
              </w:rPr>
              <w:t>e</w:t>
            </w:r>
            <w:r>
              <w:rPr>
                <w:rFonts w:ascii="Arial" w:hAnsi="Arial" w:cs="Arial"/>
                <w:bCs/>
                <w:szCs w:val="22"/>
              </w:rPr>
              <w:t>räte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14:paraId="342EBFBE" w14:textId="77777777" w:rsidR="001222F5" w:rsidRDefault="001222F5" w:rsidP="009A489D">
            <w:pPr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07EA0D0" w14:textId="77777777" w:rsidR="001222F5" w:rsidRDefault="001222F5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B12E4C" w14:paraId="1B6B7B3D" w14:textId="77777777" w:rsidTr="008124C0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2480" w:type="dxa"/>
            <w:shd w:val="clear" w:color="auto" w:fill="D9D9D9"/>
            <w:vAlign w:val="center"/>
          </w:tcPr>
          <w:p w14:paraId="3B2E451E" w14:textId="77777777" w:rsidR="00B12E4C" w:rsidRDefault="00B12E4C" w:rsidP="009A489D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Feuerl</w:t>
            </w:r>
            <w:r>
              <w:rPr>
                <w:rFonts w:ascii="Arial" w:hAnsi="Arial" w:cs="Arial"/>
                <w:szCs w:val="22"/>
              </w:rPr>
              <w:t>ö</w:t>
            </w:r>
            <w:r>
              <w:rPr>
                <w:rFonts w:ascii="Arial" w:hAnsi="Arial" w:cs="Arial"/>
                <w:szCs w:val="22"/>
              </w:rPr>
              <w:t>scher</w:t>
            </w:r>
          </w:p>
        </w:tc>
        <w:tc>
          <w:tcPr>
            <w:tcW w:w="851" w:type="dxa"/>
            <w:tcBorders>
              <w:right w:val="nil"/>
            </w:tcBorders>
            <w:shd w:val="clear" w:color="auto" w:fill="D9D9D9"/>
            <w:vAlign w:val="center"/>
          </w:tcPr>
          <w:p w14:paraId="791E7370" w14:textId="77777777" w:rsidR="00B12E4C" w:rsidRDefault="00B12E4C" w:rsidP="002F0107">
            <w:pPr>
              <w:tabs>
                <w:tab w:val="left" w:pos="1489"/>
                <w:tab w:val="left" w:pos="3615"/>
              </w:tabs>
              <w:jc w:val="right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>Typ:</w:t>
            </w:r>
          </w:p>
        </w:tc>
        <w:tc>
          <w:tcPr>
            <w:tcW w:w="4819" w:type="dxa"/>
            <w:tcBorders>
              <w:left w:val="nil"/>
            </w:tcBorders>
            <w:shd w:val="clear" w:color="auto" w:fill="D9D9D9"/>
            <w:vAlign w:val="center"/>
          </w:tcPr>
          <w:p w14:paraId="203F88A0" w14:textId="77777777" w:rsidR="00B12E4C" w:rsidRDefault="00B12E4C" w:rsidP="009A489D">
            <w:pPr>
              <w:tabs>
                <w:tab w:val="left" w:pos="1489"/>
                <w:tab w:val="left" w:pos="3615"/>
              </w:tabs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40691C32" w14:textId="77777777" w:rsidR="00B12E4C" w:rsidRDefault="00B12E4C" w:rsidP="009A489D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B12E4C" w14:paraId="56550C57" w14:textId="77777777" w:rsidTr="007F5310">
        <w:tblPrEx>
          <w:tblCellMar>
            <w:top w:w="0" w:type="dxa"/>
            <w:bottom w:w="0" w:type="dxa"/>
          </w:tblCellMar>
        </w:tblPrEx>
        <w:trPr>
          <w:cantSplit/>
          <w:trHeight w:val="624"/>
        </w:trPr>
        <w:tc>
          <w:tcPr>
            <w:tcW w:w="2480" w:type="dxa"/>
            <w:shd w:val="clear" w:color="auto" w:fill="auto"/>
            <w:vAlign w:val="center"/>
          </w:tcPr>
          <w:p w14:paraId="05639B2C" w14:textId="77777777" w:rsidR="00B12E4C" w:rsidRDefault="00B12E4C" w:rsidP="009A489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Persönliche Schutzau</w:t>
            </w:r>
            <w:r>
              <w:rPr>
                <w:rFonts w:ascii="Arial" w:hAnsi="Arial" w:cs="Arial"/>
                <w:szCs w:val="22"/>
              </w:rPr>
              <w:t>s</w:t>
            </w:r>
            <w:r>
              <w:rPr>
                <w:rFonts w:ascii="Arial" w:hAnsi="Arial" w:cs="Arial"/>
                <w:szCs w:val="22"/>
              </w:rPr>
              <w:t>rüstung (PSA)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14:paraId="59448973" w14:textId="77777777" w:rsidR="00B12E4C" w:rsidRDefault="00B12E4C" w:rsidP="009A489D">
            <w:pPr>
              <w:tabs>
                <w:tab w:val="left" w:pos="1489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559EFE6" w14:textId="77777777" w:rsidR="00B12E4C" w:rsidRDefault="00B12E4C" w:rsidP="009A489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1222F5" w14:paraId="44ED9AB5" w14:textId="77777777" w:rsidTr="008124C0">
        <w:tblPrEx>
          <w:tblCellMar>
            <w:top w:w="0" w:type="dxa"/>
            <w:bottom w:w="0" w:type="dxa"/>
          </w:tblCellMar>
        </w:tblPrEx>
        <w:trPr>
          <w:cantSplit/>
          <w:trHeight w:val="624"/>
        </w:trPr>
        <w:tc>
          <w:tcPr>
            <w:tcW w:w="2480" w:type="dxa"/>
            <w:shd w:val="clear" w:color="auto" w:fill="D9D9D9"/>
            <w:vAlign w:val="center"/>
          </w:tcPr>
          <w:p w14:paraId="17C751E1" w14:textId="77777777" w:rsidR="001222F5" w:rsidRDefault="000D461D" w:rsidP="009A489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5670" w:type="dxa"/>
            <w:gridSpan w:val="2"/>
            <w:shd w:val="clear" w:color="auto" w:fill="D9D9D9"/>
            <w:vAlign w:val="center"/>
          </w:tcPr>
          <w:p w14:paraId="549CEA45" w14:textId="77777777" w:rsidR="001222F5" w:rsidRDefault="000D461D" w:rsidP="009A489D">
            <w:pPr>
              <w:tabs>
                <w:tab w:val="left" w:pos="1489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22D4487D" w14:textId="77777777" w:rsidR="001222F5" w:rsidRDefault="001222F5" w:rsidP="008124C0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0D461D" w14:paraId="65ECBAD7" w14:textId="77777777" w:rsidTr="007F5310">
        <w:tblPrEx>
          <w:tblCellMar>
            <w:top w:w="0" w:type="dxa"/>
            <w:bottom w:w="0" w:type="dxa"/>
          </w:tblCellMar>
        </w:tblPrEx>
        <w:trPr>
          <w:cantSplit/>
          <w:trHeight w:val="624"/>
        </w:trPr>
        <w:tc>
          <w:tcPr>
            <w:tcW w:w="2480" w:type="dxa"/>
            <w:shd w:val="clear" w:color="auto" w:fill="auto"/>
            <w:vAlign w:val="center"/>
          </w:tcPr>
          <w:p w14:paraId="6A54ED8A" w14:textId="77777777" w:rsidR="000D461D" w:rsidRDefault="000D461D" w:rsidP="009A489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14:paraId="5729B487" w14:textId="77777777" w:rsidR="000D461D" w:rsidRDefault="000D461D" w:rsidP="008124C0">
            <w:pPr>
              <w:tabs>
                <w:tab w:val="left" w:pos="1489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5FF805F" w14:textId="77777777" w:rsidR="000D461D" w:rsidRDefault="000D461D" w:rsidP="008124C0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0D461D" w14:paraId="11CB9949" w14:textId="77777777" w:rsidTr="008124C0">
        <w:tblPrEx>
          <w:tblCellMar>
            <w:top w:w="0" w:type="dxa"/>
            <w:bottom w:w="0" w:type="dxa"/>
          </w:tblCellMar>
        </w:tblPrEx>
        <w:trPr>
          <w:cantSplit/>
          <w:trHeight w:val="624"/>
        </w:trPr>
        <w:tc>
          <w:tcPr>
            <w:tcW w:w="2480" w:type="dxa"/>
            <w:shd w:val="clear" w:color="auto" w:fill="D9D9D9"/>
            <w:vAlign w:val="center"/>
          </w:tcPr>
          <w:p w14:paraId="45C8AD89" w14:textId="77777777" w:rsidR="000D461D" w:rsidRDefault="000D461D" w:rsidP="008124C0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5670" w:type="dxa"/>
            <w:gridSpan w:val="2"/>
            <w:shd w:val="clear" w:color="auto" w:fill="D9D9D9"/>
            <w:vAlign w:val="center"/>
          </w:tcPr>
          <w:p w14:paraId="3EB63C08" w14:textId="77777777" w:rsidR="000D461D" w:rsidRDefault="000D461D" w:rsidP="008124C0">
            <w:pPr>
              <w:tabs>
                <w:tab w:val="left" w:pos="1489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7029E1E2" w14:textId="77777777" w:rsidR="000D461D" w:rsidRDefault="000D461D" w:rsidP="008124C0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0D461D" w14:paraId="40D3C46A" w14:textId="77777777" w:rsidTr="007F5310">
        <w:tblPrEx>
          <w:tblCellMar>
            <w:top w:w="0" w:type="dxa"/>
            <w:bottom w:w="0" w:type="dxa"/>
          </w:tblCellMar>
        </w:tblPrEx>
        <w:trPr>
          <w:cantSplit/>
          <w:trHeight w:val="624"/>
        </w:trPr>
        <w:tc>
          <w:tcPr>
            <w:tcW w:w="2480" w:type="dxa"/>
            <w:shd w:val="clear" w:color="auto" w:fill="auto"/>
            <w:vAlign w:val="center"/>
          </w:tcPr>
          <w:p w14:paraId="4AC43480" w14:textId="77777777" w:rsidR="000D461D" w:rsidRDefault="000D461D" w:rsidP="008124C0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14:paraId="641EE811" w14:textId="77777777" w:rsidR="000D461D" w:rsidRDefault="000D461D" w:rsidP="008124C0">
            <w:pPr>
              <w:tabs>
                <w:tab w:val="left" w:pos="1489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B9BEA7" w14:textId="77777777" w:rsidR="000D461D" w:rsidRDefault="000D461D" w:rsidP="008124C0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0D461D" w14:paraId="487303F0" w14:textId="77777777" w:rsidTr="008124C0">
        <w:tblPrEx>
          <w:tblCellMar>
            <w:top w:w="0" w:type="dxa"/>
            <w:bottom w:w="0" w:type="dxa"/>
          </w:tblCellMar>
        </w:tblPrEx>
        <w:trPr>
          <w:cantSplit/>
          <w:trHeight w:val="624"/>
        </w:trPr>
        <w:tc>
          <w:tcPr>
            <w:tcW w:w="2480" w:type="dxa"/>
            <w:shd w:val="clear" w:color="auto" w:fill="D9D9D9"/>
            <w:vAlign w:val="center"/>
          </w:tcPr>
          <w:p w14:paraId="1722F5BF" w14:textId="77777777" w:rsidR="000D461D" w:rsidRDefault="000D461D" w:rsidP="008124C0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5670" w:type="dxa"/>
            <w:gridSpan w:val="2"/>
            <w:shd w:val="clear" w:color="auto" w:fill="D9D9D9"/>
            <w:vAlign w:val="center"/>
          </w:tcPr>
          <w:p w14:paraId="333A4EB2" w14:textId="77777777" w:rsidR="000D461D" w:rsidRDefault="000D461D" w:rsidP="008124C0">
            <w:pPr>
              <w:tabs>
                <w:tab w:val="left" w:pos="1489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5EE9BFE1" w14:textId="77777777" w:rsidR="000D461D" w:rsidRDefault="000D461D" w:rsidP="008124C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0D461D" w14:paraId="11E7BDEA" w14:textId="77777777" w:rsidTr="007F5310">
        <w:tblPrEx>
          <w:tblCellMar>
            <w:top w:w="0" w:type="dxa"/>
            <w:bottom w:w="0" w:type="dxa"/>
          </w:tblCellMar>
        </w:tblPrEx>
        <w:trPr>
          <w:cantSplit/>
          <w:trHeight w:val="624"/>
        </w:trPr>
        <w:tc>
          <w:tcPr>
            <w:tcW w:w="2480" w:type="dxa"/>
            <w:shd w:val="clear" w:color="auto" w:fill="auto"/>
            <w:vAlign w:val="center"/>
          </w:tcPr>
          <w:p w14:paraId="7F6AE8EC" w14:textId="77777777" w:rsidR="000D461D" w:rsidRDefault="000D461D" w:rsidP="008124C0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14:paraId="4376A4AA" w14:textId="77777777" w:rsidR="000D461D" w:rsidRDefault="000D461D" w:rsidP="008124C0">
            <w:pPr>
              <w:tabs>
                <w:tab w:val="left" w:pos="1489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997DC35" w14:textId="77777777" w:rsidR="000D461D" w:rsidRDefault="000D461D" w:rsidP="008124C0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0D461D" w14:paraId="035816E1" w14:textId="77777777" w:rsidTr="008124C0">
        <w:tblPrEx>
          <w:tblCellMar>
            <w:top w:w="0" w:type="dxa"/>
            <w:bottom w:w="0" w:type="dxa"/>
          </w:tblCellMar>
        </w:tblPrEx>
        <w:trPr>
          <w:cantSplit/>
          <w:trHeight w:val="624"/>
        </w:trPr>
        <w:tc>
          <w:tcPr>
            <w:tcW w:w="2480" w:type="dxa"/>
            <w:shd w:val="clear" w:color="auto" w:fill="D9D9D9"/>
            <w:vAlign w:val="center"/>
          </w:tcPr>
          <w:p w14:paraId="026D79A0" w14:textId="77777777" w:rsidR="000D461D" w:rsidRDefault="000D461D" w:rsidP="008124C0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5670" w:type="dxa"/>
            <w:gridSpan w:val="2"/>
            <w:shd w:val="clear" w:color="auto" w:fill="D9D9D9"/>
            <w:vAlign w:val="center"/>
          </w:tcPr>
          <w:p w14:paraId="3CDFAAC5" w14:textId="77777777" w:rsidR="000D461D" w:rsidRDefault="000D461D" w:rsidP="008124C0">
            <w:pPr>
              <w:tabs>
                <w:tab w:val="left" w:pos="1489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6BA71185" w14:textId="77777777" w:rsidR="000D461D" w:rsidRDefault="000D461D" w:rsidP="008124C0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0D461D" w14:paraId="61CD70AE" w14:textId="77777777" w:rsidTr="007F5310">
        <w:tblPrEx>
          <w:tblCellMar>
            <w:top w:w="0" w:type="dxa"/>
            <w:bottom w:w="0" w:type="dxa"/>
          </w:tblCellMar>
        </w:tblPrEx>
        <w:trPr>
          <w:cantSplit/>
          <w:trHeight w:val="624"/>
        </w:trPr>
        <w:tc>
          <w:tcPr>
            <w:tcW w:w="2480" w:type="dxa"/>
            <w:shd w:val="clear" w:color="auto" w:fill="auto"/>
            <w:vAlign w:val="center"/>
          </w:tcPr>
          <w:p w14:paraId="65725714" w14:textId="77777777" w:rsidR="000D461D" w:rsidRDefault="000D461D" w:rsidP="008124C0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14:paraId="6E8393F2" w14:textId="77777777" w:rsidR="000D461D" w:rsidRDefault="000D461D" w:rsidP="008124C0">
            <w:pPr>
              <w:tabs>
                <w:tab w:val="left" w:pos="1489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8CFAA84" w14:textId="77777777" w:rsidR="000D461D" w:rsidRDefault="000D461D" w:rsidP="008124C0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0D461D" w14:paraId="771A27E4" w14:textId="77777777" w:rsidTr="008124C0">
        <w:tblPrEx>
          <w:tblCellMar>
            <w:top w:w="0" w:type="dxa"/>
            <w:bottom w:w="0" w:type="dxa"/>
          </w:tblCellMar>
        </w:tblPrEx>
        <w:trPr>
          <w:cantSplit/>
          <w:trHeight w:val="624"/>
        </w:trPr>
        <w:tc>
          <w:tcPr>
            <w:tcW w:w="2480" w:type="dxa"/>
            <w:shd w:val="clear" w:color="auto" w:fill="D9D9D9"/>
            <w:vAlign w:val="center"/>
          </w:tcPr>
          <w:p w14:paraId="21689E2D" w14:textId="77777777" w:rsidR="000D461D" w:rsidRDefault="000D461D" w:rsidP="008124C0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5670" w:type="dxa"/>
            <w:gridSpan w:val="2"/>
            <w:shd w:val="clear" w:color="auto" w:fill="D9D9D9"/>
            <w:vAlign w:val="center"/>
          </w:tcPr>
          <w:p w14:paraId="4588EB74" w14:textId="77777777" w:rsidR="000D461D" w:rsidRDefault="000D461D" w:rsidP="008124C0">
            <w:pPr>
              <w:tabs>
                <w:tab w:val="left" w:pos="1489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30BDA971" w14:textId="77777777" w:rsidR="000D461D" w:rsidRDefault="000D461D" w:rsidP="008124C0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0D461D" w14:paraId="3DF4081A" w14:textId="77777777" w:rsidTr="007F5310">
        <w:tblPrEx>
          <w:tblCellMar>
            <w:top w:w="0" w:type="dxa"/>
            <w:bottom w:w="0" w:type="dxa"/>
          </w:tblCellMar>
        </w:tblPrEx>
        <w:trPr>
          <w:cantSplit/>
          <w:trHeight w:val="624"/>
        </w:trPr>
        <w:tc>
          <w:tcPr>
            <w:tcW w:w="2480" w:type="dxa"/>
            <w:shd w:val="clear" w:color="auto" w:fill="auto"/>
            <w:vAlign w:val="center"/>
          </w:tcPr>
          <w:p w14:paraId="41795FD9" w14:textId="77777777" w:rsidR="000D461D" w:rsidRDefault="000D461D" w:rsidP="008124C0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14:paraId="685ED1C9" w14:textId="77777777" w:rsidR="000D461D" w:rsidRDefault="000D461D" w:rsidP="008124C0">
            <w:pPr>
              <w:tabs>
                <w:tab w:val="left" w:pos="1489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8A2F093" w14:textId="77777777" w:rsidR="000D461D" w:rsidRDefault="000D461D" w:rsidP="008124C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0D461D" w14:paraId="559FB14C" w14:textId="77777777" w:rsidTr="008124C0">
        <w:tblPrEx>
          <w:tblCellMar>
            <w:top w:w="0" w:type="dxa"/>
            <w:bottom w:w="0" w:type="dxa"/>
          </w:tblCellMar>
        </w:tblPrEx>
        <w:trPr>
          <w:cantSplit/>
          <w:trHeight w:val="624"/>
        </w:trPr>
        <w:tc>
          <w:tcPr>
            <w:tcW w:w="2480" w:type="dxa"/>
            <w:shd w:val="clear" w:color="auto" w:fill="D9D9D9"/>
            <w:vAlign w:val="center"/>
          </w:tcPr>
          <w:p w14:paraId="55E798F9" w14:textId="77777777" w:rsidR="000D461D" w:rsidRDefault="000D461D" w:rsidP="008124C0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5670" w:type="dxa"/>
            <w:gridSpan w:val="2"/>
            <w:shd w:val="clear" w:color="auto" w:fill="D9D9D9"/>
            <w:vAlign w:val="center"/>
          </w:tcPr>
          <w:p w14:paraId="30E465E5" w14:textId="77777777" w:rsidR="000D461D" w:rsidRDefault="000D461D" w:rsidP="008124C0">
            <w:pPr>
              <w:tabs>
                <w:tab w:val="left" w:pos="1489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4525C913" w14:textId="77777777" w:rsidR="000D461D" w:rsidRDefault="000D461D" w:rsidP="009A489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0D461D" w14:paraId="375E6915" w14:textId="77777777" w:rsidTr="007F5310">
        <w:tblPrEx>
          <w:tblCellMar>
            <w:top w:w="0" w:type="dxa"/>
            <w:bottom w:w="0" w:type="dxa"/>
          </w:tblCellMar>
        </w:tblPrEx>
        <w:trPr>
          <w:cantSplit/>
          <w:trHeight w:val="624"/>
        </w:trPr>
        <w:tc>
          <w:tcPr>
            <w:tcW w:w="2480" w:type="dxa"/>
            <w:shd w:val="clear" w:color="auto" w:fill="auto"/>
            <w:vAlign w:val="center"/>
          </w:tcPr>
          <w:p w14:paraId="6A6190D1" w14:textId="77777777" w:rsidR="000D461D" w:rsidRDefault="000D461D" w:rsidP="008124C0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14:paraId="3BFD8475" w14:textId="77777777" w:rsidR="000D461D" w:rsidRDefault="000D461D" w:rsidP="009A489D">
            <w:pPr>
              <w:tabs>
                <w:tab w:val="left" w:pos="1489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7CF50E0" w14:textId="77777777" w:rsidR="000D461D" w:rsidRDefault="000D461D" w:rsidP="009A489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</w:tbl>
    <w:p w14:paraId="3BF21DF3" w14:textId="77777777" w:rsidR="00B12E4C" w:rsidRDefault="00B12E4C">
      <w:pPr>
        <w:pStyle w:val="Kopfzeile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p w14:paraId="5273CC84" w14:textId="77777777" w:rsidR="008C3856" w:rsidRDefault="008C3856">
      <w:pPr>
        <w:pStyle w:val="Kopfzeile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p w14:paraId="3F79CA9B" w14:textId="77777777" w:rsidR="00B12E4C" w:rsidRDefault="00B12E4C">
      <w:pPr>
        <w:pStyle w:val="Kopfzeile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67"/>
        <w:gridCol w:w="5386"/>
      </w:tblGrid>
      <w:tr w:rsidR="008C3856" w14:paraId="0264CA88" w14:textId="77777777" w:rsidTr="009A489D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3756" w:type="dxa"/>
            <w:tcBorders>
              <w:bottom w:val="single" w:sz="4" w:space="0" w:color="auto"/>
            </w:tcBorders>
            <w:vAlign w:val="bottom"/>
          </w:tcPr>
          <w:p w14:paraId="3E5E704E" w14:textId="77777777" w:rsidR="008C3856" w:rsidRDefault="008C3856" w:rsidP="009A489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fldChar w:fldCharType="begin">
                <w:ffData>
                  <w:name w:val="Text52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 Narrow" w:hAnsi="Arial Narrow"/>
                <w:b/>
              </w:rPr>
              <w:instrText xml:space="preserve"> FORMTEXT </w:instrText>
            </w:r>
            <w:r>
              <w:rPr>
                <w:rFonts w:ascii="Arial Narrow" w:hAnsi="Arial Narrow"/>
                <w:b/>
              </w:rPr>
            </w:r>
            <w:r>
              <w:rPr>
                <w:rFonts w:ascii="Arial Narrow" w:hAnsi="Arial Narrow"/>
                <w:b/>
              </w:rPr>
              <w:fldChar w:fldCharType="separate"/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567" w:type="dxa"/>
          </w:tcPr>
          <w:p w14:paraId="48072B90" w14:textId="77777777" w:rsidR="008C3856" w:rsidRDefault="008C3856" w:rsidP="009A489D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5386" w:type="dxa"/>
            <w:tcBorders>
              <w:bottom w:val="single" w:sz="4" w:space="0" w:color="auto"/>
            </w:tcBorders>
            <w:vAlign w:val="bottom"/>
          </w:tcPr>
          <w:p w14:paraId="561F1B3D" w14:textId="77777777" w:rsidR="008C3856" w:rsidRDefault="008C3856" w:rsidP="009A489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</w:tr>
      <w:tr w:rsidR="008C3856" w14:paraId="2C76FCFD" w14:textId="77777777" w:rsidTr="009A489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323" w:type="dxa"/>
            <w:gridSpan w:val="2"/>
          </w:tcPr>
          <w:p w14:paraId="6FBA6EF0" w14:textId="77777777" w:rsidR="008C3856" w:rsidRDefault="008C3856" w:rsidP="009A489D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(Ort und Datum)</w:t>
            </w:r>
          </w:p>
        </w:tc>
        <w:tc>
          <w:tcPr>
            <w:tcW w:w="5386" w:type="dxa"/>
          </w:tcPr>
          <w:p w14:paraId="5E3EDB7C" w14:textId="77777777" w:rsidR="008C3856" w:rsidRDefault="008C3856" w:rsidP="009A489D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(Unterschrift der </w:t>
            </w:r>
            <w:r>
              <w:rPr>
                <w:rFonts w:ascii="Arial" w:hAnsi="Arial" w:cs="Arial"/>
                <w:sz w:val="16"/>
                <w:szCs w:val="16"/>
              </w:rPr>
              <w:t>Geschäftsführung</w:t>
            </w:r>
            <w:r>
              <w:rPr>
                <w:rFonts w:ascii="Arial" w:hAnsi="Arial" w:cs="Arial"/>
                <w:sz w:val="16"/>
              </w:rPr>
              <w:t>)</w:t>
            </w:r>
          </w:p>
        </w:tc>
      </w:tr>
    </w:tbl>
    <w:p w14:paraId="6BD440B0" w14:textId="77777777" w:rsidR="008C3856" w:rsidRDefault="008C3856">
      <w:pPr>
        <w:pStyle w:val="Kopfzeile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p w14:paraId="48C2846B" w14:textId="77777777" w:rsidR="0014173C" w:rsidRDefault="0014173C">
      <w:pPr>
        <w:pStyle w:val="Kopfzeile"/>
        <w:tabs>
          <w:tab w:val="clear" w:pos="4536"/>
          <w:tab w:val="clear" w:pos="9072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695EC6AC" w14:textId="77777777" w:rsidR="00421DD9" w:rsidRPr="008D3647" w:rsidRDefault="00421DD9" w:rsidP="008D3647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D3647">
        <w:rPr>
          <w:rFonts w:ascii="Arial" w:hAnsi="Arial" w:cs="Arial"/>
          <w:b/>
          <w:bCs/>
          <w:sz w:val="24"/>
          <w:szCs w:val="24"/>
        </w:rPr>
        <w:t>Verpflichtungserklärung</w:t>
      </w:r>
    </w:p>
    <w:p w14:paraId="73F8B176" w14:textId="77777777" w:rsidR="008D3647" w:rsidRDefault="008D3647" w:rsidP="008B5199">
      <w:pPr>
        <w:spacing w:before="120" w:after="120" w:line="276" w:lineRule="auto"/>
        <w:rPr>
          <w:rFonts w:ascii="Arial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7654"/>
      </w:tblGrid>
      <w:tr w:rsidR="008D3647" w:rsidRPr="008D3647" w14:paraId="0673AA31" w14:textId="77777777" w:rsidTr="005C0C08">
        <w:tblPrEx>
          <w:tblCellMar>
            <w:top w:w="0" w:type="dxa"/>
            <w:bottom w:w="0" w:type="dxa"/>
          </w:tblCellMar>
        </w:tblPrEx>
        <w:trPr>
          <w:trHeight w:val="689"/>
        </w:trPr>
        <w:tc>
          <w:tcPr>
            <w:tcW w:w="2055" w:type="dxa"/>
            <w:vAlign w:val="bottom"/>
          </w:tcPr>
          <w:p w14:paraId="26BCFB2C" w14:textId="77777777" w:rsidR="008D3647" w:rsidRPr="005C0C08" w:rsidRDefault="008D3647" w:rsidP="009A489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C0C08">
              <w:rPr>
                <w:rFonts w:ascii="Arial" w:hAnsi="Arial" w:cs="Arial"/>
                <w:b/>
                <w:sz w:val="22"/>
                <w:szCs w:val="22"/>
              </w:rPr>
              <w:t>Das Unterne</w:t>
            </w:r>
            <w:r w:rsidRPr="005C0C08">
              <w:rPr>
                <w:rFonts w:ascii="Arial" w:hAnsi="Arial" w:cs="Arial"/>
                <w:b/>
                <w:sz w:val="22"/>
                <w:szCs w:val="22"/>
              </w:rPr>
              <w:t>h</w:t>
            </w:r>
            <w:r w:rsidRPr="005C0C08">
              <w:rPr>
                <w:rFonts w:ascii="Arial" w:hAnsi="Arial" w:cs="Arial"/>
                <w:b/>
                <w:sz w:val="22"/>
                <w:szCs w:val="22"/>
              </w:rPr>
              <w:t>men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bottom"/>
          </w:tcPr>
          <w:p w14:paraId="3AFC91D7" w14:textId="77777777" w:rsidR="008D3647" w:rsidRPr="008D3647" w:rsidRDefault="008D3647" w:rsidP="009A489D">
            <w:pPr>
              <w:rPr>
                <w:rFonts w:ascii="Arial" w:hAnsi="Arial"/>
                <w:b/>
                <w:sz w:val="24"/>
                <w:szCs w:val="24"/>
              </w:rPr>
            </w:pPr>
            <w:r w:rsidRPr="008D3647">
              <w:rPr>
                <w:rFonts w:ascii="Arial" w:hAnsi="Arial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D3647">
              <w:rPr>
                <w:rFonts w:ascii="Arial" w:hAnsi="Arial"/>
                <w:b/>
                <w:sz w:val="24"/>
                <w:szCs w:val="24"/>
              </w:rPr>
              <w:instrText xml:space="preserve"> FORMTEXT </w:instrText>
            </w:r>
            <w:r w:rsidRPr="008D3647">
              <w:rPr>
                <w:rFonts w:ascii="Arial" w:hAnsi="Arial"/>
                <w:b/>
                <w:sz w:val="24"/>
                <w:szCs w:val="24"/>
              </w:rPr>
            </w:r>
            <w:r w:rsidRPr="008D3647">
              <w:rPr>
                <w:rFonts w:ascii="Arial" w:hAnsi="Arial"/>
                <w:b/>
                <w:sz w:val="24"/>
                <w:szCs w:val="24"/>
              </w:rPr>
              <w:fldChar w:fldCharType="separate"/>
            </w:r>
            <w:r w:rsidRPr="008D3647">
              <w:rPr>
                <w:rFonts w:ascii="Arial" w:hAnsi="Arial"/>
                <w:b/>
                <w:noProof/>
                <w:sz w:val="24"/>
                <w:szCs w:val="24"/>
              </w:rPr>
              <w:t> </w:t>
            </w:r>
            <w:r w:rsidRPr="008D3647">
              <w:rPr>
                <w:rFonts w:ascii="Arial" w:hAnsi="Arial"/>
                <w:b/>
                <w:noProof/>
                <w:sz w:val="24"/>
                <w:szCs w:val="24"/>
              </w:rPr>
              <w:t> </w:t>
            </w:r>
            <w:r w:rsidRPr="008D3647">
              <w:rPr>
                <w:rFonts w:ascii="Arial" w:hAnsi="Arial"/>
                <w:b/>
                <w:noProof/>
                <w:sz w:val="24"/>
                <w:szCs w:val="24"/>
              </w:rPr>
              <w:t> </w:t>
            </w:r>
            <w:r w:rsidRPr="008D3647">
              <w:rPr>
                <w:rFonts w:ascii="Arial" w:hAnsi="Arial"/>
                <w:b/>
                <w:noProof/>
                <w:sz w:val="24"/>
                <w:szCs w:val="24"/>
              </w:rPr>
              <w:t> </w:t>
            </w:r>
            <w:r w:rsidRPr="008D3647">
              <w:rPr>
                <w:rFonts w:ascii="Arial" w:hAnsi="Arial"/>
                <w:b/>
                <w:noProof/>
                <w:sz w:val="24"/>
                <w:szCs w:val="24"/>
              </w:rPr>
              <w:t> </w:t>
            </w:r>
            <w:r w:rsidRPr="008D3647">
              <w:rPr>
                <w:rFonts w:ascii="Arial" w:hAnsi="Arial"/>
                <w:b/>
                <w:sz w:val="24"/>
                <w:szCs w:val="24"/>
              </w:rPr>
              <w:fldChar w:fldCharType="end"/>
            </w:r>
          </w:p>
        </w:tc>
      </w:tr>
      <w:tr w:rsidR="008D3647" w14:paraId="0B803E2A" w14:textId="77777777" w:rsidTr="005C0C0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2055" w:type="dxa"/>
          </w:tcPr>
          <w:p w14:paraId="1E54DF69" w14:textId="77777777" w:rsidR="008D3647" w:rsidRDefault="008D3647" w:rsidP="009A489D">
            <w:pPr>
              <w:rPr>
                <w:rFonts w:ascii="Arial" w:hAnsi="Arial"/>
                <w:sz w:val="14"/>
              </w:rPr>
            </w:pPr>
          </w:p>
        </w:tc>
        <w:tc>
          <w:tcPr>
            <w:tcW w:w="7654" w:type="dxa"/>
          </w:tcPr>
          <w:p w14:paraId="390B8F2B" w14:textId="77777777" w:rsidR="008D3647" w:rsidRDefault="008D3647" w:rsidP="00230B9A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</w:t>
            </w:r>
            <w:r w:rsidR="00230B9A">
              <w:rPr>
                <w:rFonts w:ascii="Arial" w:hAnsi="Arial" w:cs="Arial"/>
                <w:sz w:val="16"/>
              </w:rPr>
              <w:t>Name des (beantragten</w:t>
            </w:r>
            <w:r>
              <w:rPr>
                <w:rFonts w:ascii="Arial" w:hAnsi="Arial" w:cs="Arial"/>
                <w:sz w:val="16"/>
              </w:rPr>
              <w:t>)</w:t>
            </w:r>
            <w:r w:rsidR="00230B9A">
              <w:rPr>
                <w:rFonts w:ascii="Arial" w:hAnsi="Arial" w:cs="Arial"/>
                <w:sz w:val="16"/>
              </w:rPr>
              <w:t xml:space="preserve"> Zertifikatsinhabers)</w:t>
            </w:r>
          </w:p>
        </w:tc>
      </w:tr>
    </w:tbl>
    <w:p w14:paraId="51DD870E" w14:textId="77777777" w:rsidR="008D3647" w:rsidRDefault="008D3647" w:rsidP="008B5199">
      <w:pPr>
        <w:spacing w:before="120" w:after="120" w:line="276" w:lineRule="auto"/>
        <w:rPr>
          <w:rFonts w:ascii="Arial" w:hAnsi="Arial" w:cs="Arial"/>
        </w:rPr>
      </w:pPr>
    </w:p>
    <w:p w14:paraId="3A930DF6" w14:textId="77777777" w:rsidR="00421DD9" w:rsidRDefault="008D3647" w:rsidP="008B5199">
      <w:pPr>
        <w:spacing w:before="120" w:after="120" w:line="276" w:lineRule="auto"/>
        <w:rPr>
          <w:rFonts w:ascii="Arial" w:hAnsi="Arial" w:cs="Arial"/>
        </w:rPr>
      </w:pPr>
      <w:r>
        <w:rPr>
          <w:rFonts w:ascii="Arial" w:hAnsi="Arial" w:cs="Arial"/>
        </w:rPr>
        <w:t>verpflichtet sich hiermit,</w:t>
      </w:r>
    </w:p>
    <w:p w14:paraId="368B6318" w14:textId="77777777" w:rsidR="00230B9A" w:rsidRPr="00230B9A" w:rsidRDefault="00230B9A" w:rsidP="00230B9A">
      <w:pPr>
        <w:spacing w:before="120" w:after="120" w:line="276" w:lineRule="auto"/>
        <w:jc w:val="center"/>
        <w:rPr>
          <w:rFonts w:ascii="Arial" w:hAnsi="Arial" w:cs="Arial"/>
          <w:b/>
        </w:rPr>
      </w:pPr>
      <w:r w:rsidRPr="00230B9A">
        <w:rPr>
          <w:rFonts w:ascii="Arial" w:hAnsi="Arial" w:cs="Arial"/>
          <w:b/>
        </w:rPr>
        <w:t>Allgemeine Anforderungen</w:t>
      </w:r>
    </w:p>
    <w:p w14:paraId="1C65698F" w14:textId="77777777" w:rsidR="00FE1F7D" w:rsidRDefault="00230B9A" w:rsidP="008B0086">
      <w:pPr>
        <w:numPr>
          <w:ilvl w:val="0"/>
          <w:numId w:val="19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die einschlägigen Rechtsvorschriften, Unfallverhütungsvorschriften und Technischen Regeln für den entsprechenden Arbeitsbereich bzw. die entsprechenden Gruppen in der aktuellen Fassung vorz</w:t>
      </w:r>
      <w:r>
        <w:rPr>
          <w:rFonts w:ascii="Arial" w:hAnsi="Arial" w:cs="Arial"/>
        </w:rPr>
        <w:t>u</w:t>
      </w:r>
      <w:r>
        <w:rPr>
          <w:rFonts w:ascii="Arial" w:hAnsi="Arial" w:cs="Arial"/>
        </w:rPr>
        <w:t>halten und zu beachten</w:t>
      </w:r>
    </w:p>
    <w:p w14:paraId="798F649E" w14:textId="77777777" w:rsidR="00230B9A" w:rsidRDefault="00230B9A" w:rsidP="008B0086">
      <w:pPr>
        <w:numPr>
          <w:ilvl w:val="0"/>
          <w:numId w:val="19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Maßnahmen zur </w:t>
      </w:r>
      <w:r w:rsidR="00C95839">
        <w:rPr>
          <w:rFonts w:ascii="Arial" w:hAnsi="Arial" w:cs="Arial"/>
        </w:rPr>
        <w:t>Überprüfung von Bescheinigungen, Zeugnissen, Befähigungen etc. auf Gültigkeit festzulegen</w:t>
      </w:r>
    </w:p>
    <w:p w14:paraId="0D140128" w14:textId="77777777" w:rsidR="00C95839" w:rsidRDefault="00C95839" w:rsidP="008B0086">
      <w:pPr>
        <w:numPr>
          <w:ilvl w:val="0"/>
          <w:numId w:val="19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einen ausreichenden Versicherungsschutz abzuschließen</w:t>
      </w:r>
    </w:p>
    <w:p w14:paraId="537D0378" w14:textId="77777777" w:rsidR="00C95839" w:rsidRDefault="00C95839" w:rsidP="008B0086">
      <w:pPr>
        <w:numPr>
          <w:ilvl w:val="0"/>
          <w:numId w:val="19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ein betriebliches Managementsystem nach den Anforderungen des Abschnitts 8 des DVGW-Arbeitsblattes W 120-1</w:t>
      </w:r>
      <w:r w:rsidR="005C0C08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2012</w:t>
      </w:r>
      <w:r w:rsidR="005C0C08">
        <w:rPr>
          <w:rFonts w:ascii="Arial" w:hAnsi="Arial" w:cs="Arial"/>
        </w:rPr>
        <w:t>-08</w:t>
      </w:r>
      <w:r>
        <w:rPr>
          <w:rFonts w:ascii="Arial" w:hAnsi="Arial" w:cs="Arial"/>
        </w:rPr>
        <w:t xml:space="preserve"> ständig aktuell zu führen und danach zu verfahren</w:t>
      </w:r>
    </w:p>
    <w:p w14:paraId="7DFAE550" w14:textId="77777777" w:rsidR="00C95839" w:rsidRDefault="00C95839" w:rsidP="008B0086">
      <w:pPr>
        <w:numPr>
          <w:ilvl w:val="0"/>
          <w:numId w:val="19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eine verantwortliche Fachaufsicht gemäß 6.2 des </w:t>
      </w:r>
      <w:r w:rsidR="00684E22">
        <w:rPr>
          <w:rFonts w:ascii="Arial" w:hAnsi="Arial" w:cs="Arial"/>
        </w:rPr>
        <w:t>DVGW-</w:t>
      </w:r>
      <w:r>
        <w:rPr>
          <w:rFonts w:ascii="Arial" w:hAnsi="Arial" w:cs="Arial"/>
        </w:rPr>
        <w:t xml:space="preserve">Arbeitsblattes </w:t>
      </w:r>
      <w:r w:rsidR="005C0C08">
        <w:rPr>
          <w:rFonts w:ascii="Arial" w:hAnsi="Arial" w:cs="Arial"/>
        </w:rPr>
        <w:t xml:space="preserve">W 120-1: 2012-08 </w:t>
      </w:r>
      <w:r>
        <w:rPr>
          <w:rFonts w:ascii="Arial" w:hAnsi="Arial" w:cs="Arial"/>
        </w:rPr>
        <w:t>schriftlich zu benennen</w:t>
      </w:r>
    </w:p>
    <w:p w14:paraId="1D3C1C49" w14:textId="77777777" w:rsidR="00C95839" w:rsidRDefault="00684E22" w:rsidP="008B0086">
      <w:pPr>
        <w:numPr>
          <w:ilvl w:val="0"/>
          <w:numId w:val="19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Maßnahmen zur Fortbildung und Unterweisung des Personals gemäß Abschnitt 6 des DVGW-Arbeitsblattes </w:t>
      </w:r>
      <w:r w:rsidR="005C0C08">
        <w:rPr>
          <w:rFonts w:ascii="Arial" w:hAnsi="Arial" w:cs="Arial"/>
        </w:rPr>
        <w:t xml:space="preserve">W 120-1: 2012-08 </w:t>
      </w:r>
      <w:r>
        <w:rPr>
          <w:rFonts w:ascii="Arial" w:hAnsi="Arial" w:cs="Arial"/>
        </w:rPr>
        <w:t>durchzuführen und zu dokumentieren</w:t>
      </w:r>
    </w:p>
    <w:p w14:paraId="2615D77D" w14:textId="77777777" w:rsidR="00460120" w:rsidRPr="00460120" w:rsidRDefault="00460120" w:rsidP="00460120">
      <w:pPr>
        <w:spacing w:before="120" w:after="120" w:line="276" w:lineRule="auto"/>
        <w:jc w:val="center"/>
        <w:rPr>
          <w:rFonts w:ascii="Arial" w:hAnsi="Arial" w:cs="Arial"/>
          <w:b/>
        </w:rPr>
      </w:pPr>
      <w:r w:rsidRPr="00460120">
        <w:rPr>
          <w:rFonts w:ascii="Arial" w:hAnsi="Arial" w:cs="Arial"/>
          <w:b/>
        </w:rPr>
        <w:t>Anforderungen an die Bauausführung</w:t>
      </w:r>
    </w:p>
    <w:p w14:paraId="2EF8AE61" w14:textId="77777777" w:rsidR="00684E22" w:rsidRDefault="00684E22" w:rsidP="008B0086">
      <w:pPr>
        <w:numPr>
          <w:ilvl w:val="0"/>
          <w:numId w:val="19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für jede Baustelle eine bauleitende Fachkraft gemäß 6.3 </w:t>
      </w:r>
      <w:r w:rsidR="003C7420">
        <w:rPr>
          <w:rFonts w:ascii="Arial" w:hAnsi="Arial" w:cs="Arial"/>
        </w:rPr>
        <w:t xml:space="preserve">des DVGW-Arbeitsblattes </w:t>
      </w:r>
      <w:r w:rsidR="005C0C08">
        <w:rPr>
          <w:rFonts w:ascii="Arial" w:hAnsi="Arial" w:cs="Arial"/>
        </w:rPr>
        <w:t xml:space="preserve">W 120-1: 2012-08 </w:t>
      </w:r>
      <w:r w:rsidR="003C7420">
        <w:rPr>
          <w:rFonts w:ascii="Arial" w:hAnsi="Arial" w:cs="Arial"/>
        </w:rPr>
        <w:t>zu benennen</w:t>
      </w:r>
    </w:p>
    <w:p w14:paraId="15467C28" w14:textId="77777777" w:rsidR="003C7420" w:rsidRDefault="003C7420" w:rsidP="008B0086">
      <w:pPr>
        <w:numPr>
          <w:ilvl w:val="0"/>
          <w:numId w:val="19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nur Fachpersonal gemäß 6.4 des DVGW-Arbeitsblattes </w:t>
      </w:r>
      <w:r w:rsidR="005C0C08">
        <w:rPr>
          <w:rFonts w:ascii="Arial" w:hAnsi="Arial" w:cs="Arial"/>
        </w:rPr>
        <w:t xml:space="preserve">W 120-1: 2012-08 </w:t>
      </w:r>
      <w:r>
        <w:rPr>
          <w:rFonts w:ascii="Arial" w:hAnsi="Arial" w:cs="Arial"/>
        </w:rPr>
        <w:t>in genügender Anzahl bei den Bohrarbeiten einzusetzen und die Dokumentation auf der Baustelle nur von diesem Fachpers</w:t>
      </w:r>
      <w:r>
        <w:rPr>
          <w:rFonts w:ascii="Arial" w:hAnsi="Arial" w:cs="Arial"/>
        </w:rPr>
        <w:t>o</w:t>
      </w:r>
      <w:r>
        <w:rPr>
          <w:rFonts w:ascii="Arial" w:hAnsi="Arial" w:cs="Arial"/>
        </w:rPr>
        <w:t>nal erstellen und unterzeichnen zu lassen</w:t>
      </w:r>
    </w:p>
    <w:p w14:paraId="4C15D7DB" w14:textId="77777777" w:rsidR="003C7420" w:rsidRDefault="003C7420" w:rsidP="008B0086">
      <w:pPr>
        <w:numPr>
          <w:ilvl w:val="0"/>
          <w:numId w:val="19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Aufträge oder Teilaufträge der Hauptgewerke nur an Unternehmen, die ebenfalls nach DVGW-Arbeitsblatt </w:t>
      </w:r>
      <w:r w:rsidR="005C0C08">
        <w:rPr>
          <w:rFonts w:ascii="Arial" w:hAnsi="Arial" w:cs="Arial"/>
        </w:rPr>
        <w:t xml:space="preserve">W 120-1: 2012-08 </w:t>
      </w:r>
      <w:r>
        <w:rPr>
          <w:rFonts w:ascii="Arial" w:hAnsi="Arial" w:cs="Arial"/>
        </w:rPr>
        <w:t xml:space="preserve">geprüft sind und dabei den Nachweis erbracht haben, dass sie die Anforderungen </w:t>
      </w:r>
      <w:r w:rsidR="0057035F">
        <w:rPr>
          <w:rFonts w:ascii="Arial" w:hAnsi="Arial" w:cs="Arial"/>
        </w:rPr>
        <w:t xml:space="preserve">des DVGW-Arbeitsblattes </w:t>
      </w:r>
      <w:r w:rsidR="005C0C08">
        <w:rPr>
          <w:rFonts w:ascii="Arial" w:hAnsi="Arial" w:cs="Arial"/>
        </w:rPr>
        <w:t xml:space="preserve">W 120-1: 2012-08 </w:t>
      </w:r>
      <w:r w:rsidR="0057035F">
        <w:rPr>
          <w:rFonts w:ascii="Arial" w:hAnsi="Arial" w:cs="Arial"/>
        </w:rPr>
        <w:t>in der entsprechenden Gruppe erfüllen, weitergeben</w:t>
      </w:r>
    </w:p>
    <w:p w14:paraId="7D06D7C7" w14:textId="77777777" w:rsidR="0057035F" w:rsidRDefault="0057035F" w:rsidP="008B0086">
      <w:pPr>
        <w:numPr>
          <w:ilvl w:val="0"/>
          <w:numId w:val="19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die im Rahmen des Anzeige- oder Genehmigungsverfahrens festgelegten Inhalts- und Nebenb</w:t>
      </w:r>
      <w:r>
        <w:rPr>
          <w:rFonts w:ascii="Arial" w:hAnsi="Arial" w:cs="Arial"/>
        </w:rPr>
        <w:t>e</w:t>
      </w:r>
      <w:r>
        <w:rPr>
          <w:rFonts w:ascii="Arial" w:hAnsi="Arial" w:cs="Arial"/>
        </w:rPr>
        <w:t>stimmungen einzuhalten oder, sofern kein behördlicher Bescheid erforderlich ist, die Anzeige vorz</w:t>
      </w:r>
      <w:r>
        <w:rPr>
          <w:rFonts w:ascii="Arial" w:hAnsi="Arial" w:cs="Arial"/>
        </w:rPr>
        <w:t>u</w:t>
      </w:r>
      <w:r>
        <w:rPr>
          <w:rFonts w:ascii="Arial" w:hAnsi="Arial" w:cs="Arial"/>
        </w:rPr>
        <w:t>halten und die darin enthaltenen Angaben einzuhalten</w:t>
      </w:r>
    </w:p>
    <w:p w14:paraId="0A90EABA" w14:textId="77777777" w:rsidR="0057035F" w:rsidRDefault="0057035F" w:rsidP="008B0086">
      <w:pPr>
        <w:numPr>
          <w:ilvl w:val="0"/>
          <w:numId w:val="19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den Schutz der Umwelt (z.B. durch Verhinderung hydraulischer Kurzschlüsse zwischen Grundwa</w:t>
      </w:r>
      <w:r>
        <w:rPr>
          <w:rFonts w:ascii="Arial" w:hAnsi="Arial" w:cs="Arial"/>
        </w:rPr>
        <w:t>s</w:t>
      </w:r>
      <w:r>
        <w:rPr>
          <w:rFonts w:ascii="Arial" w:hAnsi="Arial" w:cs="Arial"/>
        </w:rPr>
        <w:t>serstockwerken oder durch Einsatz grundwasserunbedenklicher Bohrspülungszusätze) zu beachten</w:t>
      </w:r>
    </w:p>
    <w:p w14:paraId="748997BE" w14:textId="77777777" w:rsidR="0057035F" w:rsidRDefault="0057035F" w:rsidP="008B0086">
      <w:pPr>
        <w:numPr>
          <w:ilvl w:val="0"/>
          <w:numId w:val="19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für jede Baustelle die erforderlichen gerätetechnischen Ausrüstungen und Arbeitsmittel in einem ordnungsgemäßen Zustand einzusetzen und hierfür erforderliche Nachweise vorzuhalten (z.B. G</w:t>
      </w:r>
      <w:r>
        <w:rPr>
          <w:rFonts w:ascii="Arial" w:hAnsi="Arial" w:cs="Arial"/>
        </w:rPr>
        <w:t>e</w:t>
      </w:r>
      <w:r>
        <w:rPr>
          <w:rFonts w:ascii="Arial" w:hAnsi="Arial" w:cs="Arial"/>
        </w:rPr>
        <w:t>rüstbuch</w:t>
      </w:r>
      <w:r w:rsidR="00B50106">
        <w:rPr>
          <w:rFonts w:ascii="Arial" w:hAnsi="Arial" w:cs="Arial"/>
        </w:rPr>
        <w:t>)</w:t>
      </w:r>
    </w:p>
    <w:p w14:paraId="5D8F3A60" w14:textId="77777777" w:rsidR="0057035F" w:rsidRDefault="005B41D5" w:rsidP="008B0086">
      <w:pPr>
        <w:numPr>
          <w:ilvl w:val="0"/>
          <w:numId w:val="19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erst mit den Arbeiten zu beginnen, wenn aktuelle Auskünfte über Kampfmittelfreiheit, bestehende erdverlegte Leitungen und Bauwerke auf der Baustelle vorliegen</w:t>
      </w:r>
    </w:p>
    <w:p w14:paraId="5ABF5382" w14:textId="77777777" w:rsidR="005B41D5" w:rsidRDefault="005B41D5" w:rsidP="008B0086">
      <w:pPr>
        <w:numPr>
          <w:ilvl w:val="0"/>
          <w:numId w:val="19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für jede Maßnahme eine fachgerechte Dokumentation (z.B. Lieferscheine</w:t>
      </w:r>
      <w:r w:rsidR="009968C5">
        <w:rPr>
          <w:rFonts w:ascii="Arial" w:hAnsi="Arial" w:cs="Arial"/>
        </w:rPr>
        <w:t>, Entsorgungsnachweise, Tagesberichte, Schichtenprofile, Ausbauzeichnungen) zu erstellen</w:t>
      </w:r>
    </w:p>
    <w:p w14:paraId="78F38BDF" w14:textId="77777777" w:rsidR="009968C5" w:rsidRDefault="009968C5" w:rsidP="008B0086">
      <w:pPr>
        <w:numPr>
          <w:ilvl w:val="0"/>
          <w:numId w:val="19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Notfall-Nummern gemäß Vorschriften der Berufsgenossenschaft auf der Baustelle vorzuhalten</w:t>
      </w:r>
    </w:p>
    <w:p w14:paraId="3249EE90" w14:textId="77777777" w:rsidR="009968C5" w:rsidRDefault="009968C5" w:rsidP="008B0086">
      <w:pPr>
        <w:numPr>
          <w:ilvl w:val="0"/>
          <w:numId w:val="19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bei Schaden</w:t>
      </w:r>
      <w:r w:rsidR="00131D66">
        <w:rPr>
          <w:rFonts w:ascii="Arial" w:hAnsi="Arial" w:cs="Arial"/>
        </w:rPr>
        <w:t>s</w:t>
      </w:r>
      <w:r>
        <w:rPr>
          <w:rFonts w:ascii="Arial" w:hAnsi="Arial" w:cs="Arial"/>
        </w:rPr>
        <w:t>fällen sofort die erforderlichen Maßnahmen vorzunehmen und die zuständige Behörde sowie den Auftraggeber unverzüglich zu benachrichtigen</w:t>
      </w:r>
    </w:p>
    <w:p w14:paraId="5951CA3A" w14:textId="77777777" w:rsidR="009968C5" w:rsidRPr="00230B9A" w:rsidRDefault="009968C5" w:rsidP="008B0086">
      <w:pPr>
        <w:numPr>
          <w:ilvl w:val="0"/>
          <w:numId w:val="19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dass es der Meldung und Weiterleitung von Informationen durch Auftraggeber, deren ermächtigte Personen und Behörden zur Überprüfung der Qualifikationsanforderungen der W 120 (des DVGW-Arbeitsblattes </w:t>
      </w:r>
      <w:r w:rsidR="00033D12">
        <w:rPr>
          <w:rFonts w:ascii="Arial" w:hAnsi="Arial" w:cs="Arial"/>
        </w:rPr>
        <w:t>W 120-1: 2012-08</w:t>
      </w:r>
      <w:r>
        <w:rPr>
          <w:rFonts w:ascii="Arial" w:hAnsi="Arial" w:cs="Arial"/>
        </w:rPr>
        <w:t>) bei unsachgemäßer Ausführung oder Verstößen an die Überpr</w:t>
      </w:r>
      <w:r>
        <w:rPr>
          <w:rFonts w:ascii="Arial" w:hAnsi="Arial" w:cs="Arial"/>
        </w:rPr>
        <w:t>ü</w:t>
      </w:r>
      <w:r>
        <w:rPr>
          <w:rFonts w:ascii="Arial" w:hAnsi="Arial" w:cs="Arial"/>
        </w:rPr>
        <w:t>fungsstelle zustimmt</w:t>
      </w:r>
    </w:p>
    <w:p w14:paraId="31C7EA96" w14:textId="77777777" w:rsidR="008B5199" w:rsidRDefault="008B5199" w:rsidP="008B5199">
      <w:pPr>
        <w:spacing w:before="120" w:after="120" w:line="276" w:lineRule="auto"/>
        <w:rPr>
          <w:rFonts w:ascii="Arial" w:hAnsi="Arial" w:cs="Arial"/>
        </w:rPr>
      </w:pPr>
    </w:p>
    <w:p w14:paraId="5D7F5C53" w14:textId="77777777" w:rsidR="008B5199" w:rsidRDefault="008B5199" w:rsidP="008B5199">
      <w:pPr>
        <w:spacing w:before="120" w:after="120" w:line="276" w:lineRule="auto"/>
        <w:rPr>
          <w:rFonts w:ascii="Arial" w:hAnsi="Arial" w:cs="Aria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67"/>
        <w:gridCol w:w="5386"/>
      </w:tblGrid>
      <w:tr w:rsidR="00355114" w14:paraId="306C2A7C" w14:textId="77777777" w:rsidTr="00355114">
        <w:tblPrEx>
          <w:tblCellMar>
            <w:top w:w="0" w:type="dxa"/>
            <w:bottom w:w="0" w:type="dxa"/>
          </w:tblCellMar>
        </w:tblPrEx>
        <w:trPr>
          <w:trHeight w:val="725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bookmarkStart w:id="3" w:name="Text52"/>
          <w:p w14:paraId="7A05C234" w14:textId="77777777" w:rsidR="00355114" w:rsidRDefault="00355114" w:rsidP="006038AF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fldChar w:fldCharType="begin">
                <w:ffData>
                  <w:name w:val="Text52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 Narrow" w:hAnsi="Arial Narrow"/>
                <w:b/>
              </w:rPr>
              <w:instrText xml:space="preserve"> FORMTEXT </w:instrText>
            </w:r>
            <w:r>
              <w:rPr>
                <w:rFonts w:ascii="Arial Narrow" w:hAnsi="Arial Narrow"/>
                <w:b/>
              </w:rPr>
            </w:r>
            <w:r>
              <w:rPr>
                <w:rFonts w:ascii="Arial Narrow" w:hAnsi="Arial Narrow"/>
                <w:b/>
              </w:rPr>
              <w:fldChar w:fldCharType="separate"/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</w:rPr>
              <w:fldChar w:fldCharType="end"/>
            </w:r>
            <w:bookmarkEnd w:id="3"/>
          </w:p>
        </w:tc>
        <w:tc>
          <w:tcPr>
            <w:tcW w:w="567" w:type="dxa"/>
          </w:tcPr>
          <w:p w14:paraId="49F82DDD" w14:textId="77777777" w:rsidR="00355114" w:rsidRDefault="00355114" w:rsidP="006038AF">
            <w:pPr>
              <w:rPr>
                <w:rFonts w:ascii="Arial" w:hAnsi="Arial"/>
                <w:b/>
                <w:sz w:val="22"/>
              </w:rPr>
            </w:pPr>
          </w:p>
        </w:tc>
        <w:bookmarkStart w:id="4" w:name="Text53"/>
        <w:tc>
          <w:tcPr>
            <w:tcW w:w="5386" w:type="dxa"/>
            <w:tcBorders>
              <w:bottom w:val="single" w:sz="4" w:space="0" w:color="auto"/>
            </w:tcBorders>
            <w:vAlign w:val="bottom"/>
          </w:tcPr>
          <w:p w14:paraId="5104638E" w14:textId="77777777" w:rsidR="00355114" w:rsidRDefault="00355114" w:rsidP="006038AF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  <w:bookmarkEnd w:id="4"/>
          </w:p>
        </w:tc>
      </w:tr>
      <w:tr w:rsidR="00355114" w14:paraId="140D5E99" w14:textId="77777777" w:rsidTr="00355114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4253" w:type="dxa"/>
            <w:gridSpan w:val="2"/>
          </w:tcPr>
          <w:p w14:paraId="40A6A01A" w14:textId="77777777" w:rsidR="00355114" w:rsidRDefault="00355114" w:rsidP="006038AF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(Ort und Datum)</w:t>
            </w:r>
          </w:p>
        </w:tc>
        <w:tc>
          <w:tcPr>
            <w:tcW w:w="5386" w:type="dxa"/>
          </w:tcPr>
          <w:p w14:paraId="5358E31B" w14:textId="77777777" w:rsidR="00355114" w:rsidRDefault="00355114" w:rsidP="006038AF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(Rechtsverbindliche Unterschrift und Stempel des (beantragten) Zertifikatinh</w:t>
            </w:r>
            <w:r>
              <w:rPr>
                <w:rFonts w:ascii="Arial" w:hAnsi="Arial"/>
                <w:sz w:val="14"/>
              </w:rPr>
              <w:t>a</w:t>
            </w:r>
            <w:r>
              <w:rPr>
                <w:rFonts w:ascii="Arial" w:hAnsi="Arial"/>
                <w:sz w:val="14"/>
              </w:rPr>
              <w:t>bers)</w:t>
            </w:r>
          </w:p>
        </w:tc>
      </w:tr>
    </w:tbl>
    <w:p w14:paraId="5FF2DA9D" w14:textId="77777777" w:rsidR="00355114" w:rsidRDefault="00355114" w:rsidP="008B5199">
      <w:pPr>
        <w:spacing w:before="120" w:after="120" w:line="276" w:lineRule="auto"/>
        <w:rPr>
          <w:rFonts w:ascii="Arial" w:hAnsi="Arial" w:cs="Arial"/>
        </w:rPr>
      </w:pPr>
    </w:p>
    <w:p w14:paraId="02B99A5F" w14:textId="77777777" w:rsidR="0014173C" w:rsidRDefault="0014173C">
      <w:pPr>
        <w:rPr>
          <w:rFonts w:ascii="Arial" w:hAnsi="Arial" w:cs="Arial"/>
          <w:b/>
          <w:bCs/>
          <w:sz w:val="22"/>
        </w:rPr>
      </w:pPr>
      <w:r>
        <w:rPr>
          <w:rFonts w:cs="Arial"/>
        </w:rPr>
        <w:br w:type="page"/>
      </w:r>
      <w:r>
        <w:rPr>
          <w:rFonts w:ascii="Arial" w:hAnsi="Arial" w:cs="Arial"/>
          <w:b/>
          <w:bCs/>
          <w:sz w:val="22"/>
        </w:rPr>
        <w:lastRenderedPageBreak/>
        <w:t>Prüfliste zu den Antragsunterlagen</w:t>
      </w:r>
    </w:p>
    <w:p w14:paraId="2563E01E" w14:textId="77777777" w:rsidR="0014173C" w:rsidRDefault="0014173C">
      <w:pPr>
        <w:rPr>
          <w:rFonts w:ascii="Arial" w:hAnsi="Arial" w:cs="Arial"/>
        </w:rPr>
      </w:pPr>
    </w:p>
    <w:p w14:paraId="03999BD2" w14:textId="77777777" w:rsidR="0014173C" w:rsidRDefault="0014173C">
      <w:pPr>
        <w:rPr>
          <w:rFonts w:ascii="Arial" w:hAnsi="Arial" w:cs="Arial"/>
        </w:rPr>
      </w:pPr>
      <w:r>
        <w:rPr>
          <w:rFonts w:ascii="Arial" w:hAnsi="Arial" w:cs="Arial"/>
        </w:rPr>
        <w:t>Der Antragsteller bestätigt, dass dem Antrag folgende Anlagen beiliegen (zutreffendes bitte ankreuzen):</w:t>
      </w:r>
    </w:p>
    <w:p w14:paraId="36FB8541" w14:textId="77777777" w:rsidR="0014173C" w:rsidRDefault="0014173C">
      <w:pPr>
        <w:rPr>
          <w:rFonts w:ascii="Arial" w:hAnsi="Arial" w:cs="Arial"/>
        </w:rPr>
      </w:pPr>
    </w:p>
    <w:p w14:paraId="6A33F0C4" w14:textId="77777777" w:rsidR="0014173C" w:rsidRDefault="0014173C">
      <w:pPr>
        <w:rPr>
          <w:rFonts w:ascii="Arial" w:hAnsi="Arial" w:cs="Arial"/>
        </w:rPr>
      </w:pPr>
    </w:p>
    <w:p w14:paraId="65A88D75" w14:textId="77777777" w:rsidR="0014173C" w:rsidRDefault="0014173C">
      <w:pPr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Zu Check 1</w:t>
      </w:r>
    </w:p>
    <w:p w14:paraId="0E479DD2" w14:textId="77777777" w:rsidR="0014173C" w:rsidRDefault="0014173C">
      <w:pPr>
        <w:rPr>
          <w:rFonts w:ascii="Arial" w:hAnsi="Arial" w:cs="Arial"/>
          <w:b/>
          <w:bCs/>
          <w:sz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25"/>
        <w:gridCol w:w="567"/>
        <w:gridCol w:w="425"/>
        <w:gridCol w:w="567"/>
        <w:gridCol w:w="709"/>
        <w:gridCol w:w="6589"/>
      </w:tblGrid>
      <w:tr w:rsidR="0014173C" w14:paraId="3283DBFC" w14:textId="77777777" w:rsidTr="000D461D">
        <w:tblPrEx>
          <w:tblCellMar>
            <w:top w:w="0" w:type="dxa"/>
            <w:bottom w:w="0" w:type="dxa"/>
          </w:tblCellMar>
        </w:tblPrEx>
        <w:trPr>
          <w:trHeight w:val="741"/>
        </w:trPr>
        <w:tc>
          <w:tcPr>
            <w:tcW w:w="496" w:type="dxa"/>
          </w:tcPr>
          <w:p w14:paraId="6C7E2C5F" w14:textId="77777777"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Ja</w:t>
            </w:r>
          </w:p>
        </w:tc>
        <w:tc>
          <w:tcPr>
            <w:tcW w:w="425" w:type="dxa"/>
          </w:tcPr>
          <w:p w14:paraId="3F79235C" w14:textId="77777777"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64"/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  <w:bookmarkEnd w:id="5"/>
          </w:p>
        </w:tc>
        <w:tc>
          <w:tcPr>
            <w:tcW w:w="567" w:type="dxa"/>
          </w:tcPr>
          <w:p w14:paraId="254E5B29" w14:textId="77777777"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Nein</w:t>
            </w:r>
          </w:p>
        </w:tc>
        <w:tc>
          <w:tcPr>
            <w:tcW w:w="425" w:type="dxa"/>
          </w:tcPr>
          <w:p w14:paraId="4A0C0C76" w14:textId="77777777"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65"/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  <w:bookmarkEnd w:id="6"/>
          </w:p>
        </w:tc>
        <w:tc>
          <w:tcPr>
            <w:tcW w:w="567" w:type="dxa"/>
          </w:tcPr>
          <w:p w14:paraId="4B46D92B" w14:textId="77777777"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</w:tcPr>
          <w:p w14:paraId="78061957" w14:textId="77777777"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6589" w:type="dxa"/>
          </w:tcPr>
          <w:p w14:paraId="1D070CD4" w14:textId="77777777" w:rsidR="0014173C" w:rsidRDefault="0014173C" w:rsidP="00FA2DA3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 xml:space="preserve">Liste des Fachpersonals für den </w:t>
            </w:r>
            <w:r w:rsidR="00FA2DA3">
              <w:rPr>
                <w:rFonts w:ascii="Arial" w:hAnsi="Arial" w:cs="Arial"/>
              </w:rPr>
              <w:t>Brunnenbau</w:t>
            </w:r>
            <w:r w:rsidR="000D461D">
              <w:rPr>
                <w:rFonts w:ascii="Arial" w:hAnsi="Arial" w:cs="Arial"/>
              </w:rPr>
              <w:t xml:space="preserve"> (Check Nr. 1 der Antrag</w:t>
            </w:r>
            <w:r w:rsidR="000D461D">
              <w:rPr>
                <w:rFonts w:ascii="Arial" w:hAnsi="Arial" w:cs="Arial"/>
              </w:rPr>
              <w:t>s</w:t>
            </w:r>
            <w:r w:rsidR="000D461D">
              <w:rPr>
                <w:rFonts w:ascii="Arial" w:hAnsi="Arial" w:cs="Arial"/>
              </w:rPr>
              <w:t>unterlagen)</w:t>
            </w:r>
            <w:r w:rsidR="00FA2DA3">
              <w:rPr>
                <w:rFonts w:ascii="Arial" w:hAnsi="Arial" w:cs="Arial"/>
              </w:rPr>
              <w:t xml:space="preserve"> ei</w:t>
            </w:r>
            <w:r w:rsidR="00FA2DA3">
              <w:rPr>
                <w:rFonts w:ascii="Arial" w:hAnsi="Arial" w:cs="Arial"/>
              </w:rPr>
              <w:t>n</w:t>
            </w:r>
            <w:r w:rsidR="00FA2DA3">
              <w:rPr>
                <w:rFonts w:ascii="Arial" w:hAnsi="Arial" w:cs="Arial"/>
              </w:rPr>
              <w:t>schließlich der Daten der letzten Fort- und Weiterbildung gem. 6.4 und 9.3 der W 120-1: 2012-08</w:t>
            </w:r>
          </w:p>
        </w:tc>
      </w:tr>
    </w:tbl>
    <w:p w14:paraId="079B2A84" w14:textId="77777777" w:rsidR="0014173C" w:rsidRDefault="0014173C">
      <w:pPr>
        <w:rPr>
          <w:rFonts w:ascii="Arial" w:hAnsi="Arial" w:cs="Arial"/>
          <w:b/>
          <w:bCs/>
          <w:sz w:val="22"/>
        </w:rPr>
      </w:pPr>
    </w:p>
    <w:p w14:paraId="66BAC6DE" w14:textId="77777777" w:rsidR="0014173C" w:rsidRDefault="0014173C">
      <w:pPr>
        <w:rPr>
          <w:rFonts w:ascii="Arial" w:hAnsi="Arial" w:cs="Arial"/>
          <w:b/>
          <w:bCs/>
          <w:sz w:val="22"/>
        </w:rPr>
      </w:pPr>
    </w:p>
    <w:p w14:paraId="266C2657" w14:textId="77777777" w:rsidR="0014173C" w:rsidRDefault="0014173C">
      <w:pPr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Zu Check </w:t>
      </w:r>
      <w:r w:rsidR="00FA2DA3">
        <w:rPr>
          <w:rFonts w:ascii="Arial" w:hAnsi="Arial" w:cs="Arial"/>
          <w:b/>
          <w:bCs/>
          <w:sz w:val="22"/>
        </w:rPr>
        <w:t>2</w:t>
      </w:r>
    </w:p>
    <w:p w14:paraId="1E079C78" w14:textId="77777777" w:rsidR="0014173C" w:rsidRDefault="0014173C">
      <w:pPr>
        <w:rPr>
          <w:rFonts w:ascii="Arial" w:hAnsi="Arial" w:cs="Arial"/>
          <w:b/>
          <w:bCs/>
          <w:sz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25"/>
        <w:gridCol w:w="567"/>
        <w:gridCol w:w="425"/>
        <w:gridCol w:w="567"/>
        <w:gridCol w:w="709"/>
        <w:gridCol w:w="6589"/>
      </w:tblGrid>
      <w:tr w:rsidR="0014173C" w14:paraId="2AEC85EF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496" w:type="dxa"/>
          </w:tcPr>
          <w:p w14:paraId="250A584D" w14:textId="77777777"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Ja</w:t>
            </w:r>
          </w:p>
        </w:tc>
        <w:tc>
          <w:tcPr>
            <w:tcW w:w="425" w:type="dxa"/>
          </w:tcPr>
          <w:p w14:paraId="18EA3800" w14:textId="77777777"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14:paraId="6C730A0D" w14:textId="77777777"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Nein</w:t>
            </w:r>
          </w:p>
        </w:tc>
        <w:tc>
          <w:tcPr>
            <w:tcW w:w="425" w:type="dxa"/>
          </w:tcPr>
          <w:p w14:paraId="14557B74" w14:textId="77777777"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14:paraId="2E6DC5D1" w14:textId="77777777"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</w:tcPr>
          <w:p w14:paraId="444AB100" w14:textId="77777777"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6589" w:type="dxa"/>
          </w:tcPr>
          <w:p w14:paraId="0075312F" w14:textId="77777777" w:rsidR="0014173C" w:rsidRDefault="00FA2DA3" w:rsidP="00E2592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K</w:t>
            </w:r>
            <w:r w:rsidR="0014173C">
              <w:rPr>
                <w:rFonts w:ascii="Arial" w:hAnsi="Arial" w:cs="Arial"/>
              </w:rPr>
              <w:t xml:space="preserve">opien der Fort- und Weiterbildung des </w:t>
            </w:r>
            <w:r w:rsidR="00E2592D">
              <w:rPr>
                <w:rFonts w:ascii="Arial" w:hAnsi="Arial" w:cs="Arial"/>
              </w:rPr>
              <w:t>Fachp</w:t>
            </w:r>
            <w:r w:rsidR="0014173C">
              <w:rPr>
                <w:rFonts w:ascii="Arial" w:hAnsi="Arial" w:cs="Arial"/>
              </w:rPr>
              <w:t>ersonals</w:t>
            </w:r>
          </w:p>
        </w:tc>
      </w:tr>
    </w:tbl>
    <w:p w14:paraId="4EDADB98" w14:textId="77777777" w:rsidR="0014173C" w:rsidRDefault="0014173C">
      <w:pPr>
        <w:rPr>
          <w:rFonts w:ascii="Arial" w:hAnsi="Arial" w:cs="Arial"/>
          <w:b/>
          <w:bCs/>
          <w:sz w:val="22"/>
        </w:rPr>
      </w:pPr>
    </w:p>
    <w:p w14:paraId="3D273D48" w14:textId="77777777" w:rsidR="0014173C" w:rsidRDefault="0014173C">
      <w:pPr>
        <w:rPr>
          <w:rFonts w:ascii="Arial" w:hAnsi="Arial" w:cs="Arial"/>
          <w:b/>
          <w:bCs/>
          <w:sz w:val="22"/>
        </w:rPr>
      </w:pPr>
    </w:p>
    <w:p w14:paraId="2566DA42" w14:textId="77777777" w:rsidR="0014173C" w:rsidRDefault="0014173C">
      <w:pPr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Zu Check </w:t>
      </w:r>
      <w:r w:rsidR="00FA2DA3">
        <w:rPr>
          <w:rFonts w:ascii="Arial" w:hAnsi="Arial" w:cs="Arial"/>
          <w:b/>
          <w:bCs/>
          <w:sz w:val="22"/>
        </w:rPr>
        <w:t>3</w:t>
      </w:r>
    </w:p>
    <w:p w14:paraId="75CFED6A" w14:textId="77777777" w:rsidR="0014173C" w:rsidRDefault="0014173C">
      <w:pPr>
        <w:rPr>
          <w:rFonts w:ascii="Arial" w:hAnsi="Arial" w:cs="Arial"/>
          <w:b/>
          <w:bCs/>
          <w:sz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25"/>
        <w:gridCol w:w="567"/>
        <w:gridCol w:w="425"/>
        <w:gridCol w:w="567"/>
        <w:gridCol w:w="709"/>
        <w:gridCol w:w="6589"/>
      </w:tblGrid>
      <w:tr w:rsidR="0014173C" w14:paraId="79711019" w14:textId="77777777" w:rsidTr="00827E9A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96" w:type="dxa"/>
          </w:tcPr>
          <w:p w14:paraId="44D3FABC" w14:textId="77777777"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Ja</w:t>
            </w:r>
          </w:p>
        </w:tc>
        <w:tc>
          <w:tcPr>
            <w:tcW w:w="425" w:type="dxa"/>
          </w:tcPr>
          <w:p w14:paraId="1346E8A0" w14:textId="77777777"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14:paraId="2256EBF0" w14:textId="77777777"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Nein</w:t>
            </w:r>
          </w:p>
        </w:tc>
        <w:tc>
          <w:tcPr>
            <w:tcW w:w="425" w:type="dxa"/>
          </w:tcPr>
          <w:p w14:paraId="7BA6174C" w14:textId="77777777"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14:paraId="2DD8B8E5" w14:textId="77777777"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</w:tcPr>
          <w:p w14:paraId="6E39ED73" w14:textId="77777777"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6589" w:type="dxa"/>
          </w:tcPr>
          <w:p w14:paraId="3F5740D3" w14:textId="77777777" w:rsidR="0014173C" w:rsidRDefault="00FA2DA3" w:rsidP="00FA2DA3">
            <w:pPr>
              <w:pStyle w:val="Kopfzeile"/>
              <w:tabs>
                <w:tab w:val="clear" w:pos="453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Referenzliste des Unternehmens im Brunnenbau</w:t>
            </w:r>
          </w:p>
          <w:p w14:paraId="115EB5CC" w14:textId="77777777" w:rsidR="00FA2DA3" w:rsidRDefault="00E2592D" w:rsidP="00FA2DA3">
            <w:pPr>
              <w:pStyle w:val="Kopfzeile"/>
              <w:tabs>
                <w:tab w:val="clear" w:pos="4536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(</w:t>
            </w:r>
            <w:r w:rsidR="00033D12">
              <w:rPr>
                <w:rFonts w:ascii="Arial" w:hAnsi="Arial" w:cs="Arial"/>
              </w:rPr>
              <w:t>7.1 des fachspezifischen</w:t>
            </w:r>
            <w:r w:rsidR="00FA2DA3">
              <w:rPr>
                <w:rFonts w:ascii="Arial" w:hAnsi="Arial" w:cs="Arial"/>
              </w:rPr>
              <w:t xml:space="preserve"> Antragteils</w:t>
            </w:r>
            <w:r w:rsidR="00F85D6D">
              <w:rPr>
                <w:rFonts w:ascii="Arial" w:hAnsi="Arial" w:cs="Arial"/>
              </w:rPr>
              <w:t>)</w:t>
            </w:r>
          </w:p>
        </w:tc>
      </w:tr>
    </w:tbl>
    <w:p w14:paraId="018389BE" w14:textId="77777777" w:rsidR="0014173C" w:rsidRDefault="0014173C">
      <w:pPr>
        <w:rPr>
          <w:rFonts w:ascii="Arial" w:hAnsi="Arial" w:cs="Arial"/>
          <w:b/>
          <w:bCs/>
          <w:sz w:val="22"/>
        </w:rPr>
      </w:pPr>
    </w:p>
    <w:p w14:paraId="2E47FED6" w14:textId="77777777" w:rsidR="00FA2DA3" w:rsidRDefault="00FA2DA3">
      <w:pPr>
        <w:rPr>
          <w:rFonts w:ascii="Arial" w:hAnsi="Arial" w:cs="Arial"/>
          <w:b/>
          <w:bCs/>
          <w:sz w:val="22"/>
        </w:rPr>
      </w:pPr>
    </w:p>
    <w:p w14:paraId="1B083628" w14:textId="77777777" w:rsidR="00FA2DA3" w:rsidRDefault="00FA2DA3" w:rsidP="00FA2DA3">
      <w:pPr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Zu Check 4</w:t>
      </w:r>
    </w:p>
    <w:p w14:paraId="2512566A" w14:textId="77777777" w:rsidR="00FA2DA3" w:rsidRDefault="00FA2DA3" w:rsidP="00FA2DA3">
      <w:pPr>
        <w:rPr>
          <w:rFonts w:ascii="Arial" w:hAnsi="Arial" w:cs="Arial"/>
          <w:b/>
          <w:bCs/>
          <w:sz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25"/>
        <w:gridCol w:w="567"/>
        <w:gridCol w:w="425"/>
        <w:gridCol w:w="567"/>
        <w:gridCol w:w="709"/>
        <w:gridCol w:w="6589"/>
      </w:tblGrid>
      <w:tr w:rsidR="00FA2DA3" w14:paraId="07FCA6DA" w14:textId="77777777" w:rsidTr="00827E9A">
        <w:tblPrEx>
          <w:tblCellMar>
            <w:top w:w="0" w:type="dxa"/>
            <w:bottom w:w="0" w:type="dxa"/>
          </w:tblCellMar>
        </w:tblPrEx>
        <w:trPr>
          <w:trHeight w:val="539"/>
        </w:trPr>
        <w:tc>
          <w:tcPr>
            <w:tcW w:w="496" w:type="dxa"/>
          </w:tcPr>
          <w:p w14:paraId="4B89F357" w14:textId="77777777" w:rsidR="00FA2DA3" w:rsidRDefault="00FA2DA3" w:rsidP="009A489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Ja</w:t>
            </w:r>
          </w:p>
        </w:tc>
        <w:tc>
          <w:tcPr>
            <w:tcW w:w="425" w:type="dxa"/>
          </w:tcPr>
          <w:p w14:paraId="0649361A" w14:textId="77777777" w:rsidR="00FA2DA3" w:rsidRDefault="00FA2DA3" w:rsidP="009A489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14:paraId="41AD2503" w14:textId="77777777" w:rsidR="00FA2DA3" w:rsidRDefault="00FA2DA3" w:rsidP="009A489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Nein</w:t>
            </w:r>
          </w:p>
        </w:tc>
        <w:tc>
          <w:tcPr>
            <w:tcW w:w="425" w:type="dxa"/>
          </w:tcPr>
          <w:p w14:paraId="2A71CC51" w14:textId="77777777" w:rsidR="00FA2DA3" w:rsidRDefault="00FA2DA3" w:rsidP="009A489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14:paraId="6AB80C4D" w14:textId="77777777" w:rsidR="00FA2DA3" w:rsidRDefault="00FA2DA3" w:rsidP="009A489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</w:tcPr>
          <w:p w14:paraId="31BCCDC0" w14:textId="77777777" w:rsidR="00FA2DA3" w:rsidRDefault="00FA2DA3" w:rsidP="009A489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6589" w:type="dxa"/>
          </w:tcPr>
          <w:p w14:paraId="332E082E" w14:textId="77777777" w:rsidR="00FA2DA3" w:rsidRPr="00FA2DA3" w:rsidRDefault="00FA2DA3" w:rsidP="00FA2DA3">
            <w:pPr>
              <w:pStyle w:val="Kopfzeile"/>
              <w:tabs>
                <w:tab w:val="clear" w:pos="453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Liste der Ausstattung der Geräte und Werkzeuge für Brunnenbauarbe</w:t>
            </w:r>
            <w:r>
              <w:rPr>
                <w:rFonts w:ascii="Arial" w:hAnsi="Arial" w:cs="Arial"/>
              </w:rPr>
              <w:t>i</w:t>
            </w:r>
            <w:r w:rsidR="00E2592D">
              <w:rPr>
                <w:rFonts w:ascii="Arial" w:hAnsi="Arial" w:cs="Arial"/>
              </w:rPr>
              <w:t>ten (</w:t>
            </w:r>
            <w:r w:rsidR="00033D12">
              <w:rPr>
                <w:rFonts w:ascii="Arial" w:hAnsi="Arial" w:cs="Arial"/>
              </w:rPr>
              <w:t>9</w:t>
            </w:r>
            <w:r w:rsidR="00E2592D">
              <w:rPr>
                <w:rFonts w:ascii="Arial" w:hAnsi="Arial" w:cs="Arial"/>
              </w:rPr>
              <w:t>.</w:t>
            </w:r>
            <w:r w:rsidR="00033D12">
              <w:rPr>
                <w:rFonts w:ascii="Arial" w:hAnsi="Arial" w:cs="Arial"/>
              </w:rPr>
              <w:t xml:space="preserve"> des fachspezifischen</w:t>
            </w:r>
            <w:r>
              <w:rPr>
                <w:rFonts w:ascii="Arial" w:hAnsi="Arial" w:cs="Arial"/>
              </w:rPr>
              <w:t xml:space="preserve"> Antragteils</w:t>
            </w:r>
            <w:r w:rsidR="00F85D6D">
              <w:rPr>
                <w:rFonts w:ascii="Arial" w:hAnsi="Arial" w:cs="Arial"/>
              </w:rPr>
              <w:t>)</w:t>
            </w:r>
          </w:p>
        </w:tc>
      </w:tr>
    </w:tbl>
    <w:p w14:paraId="0299C062" w14:textId="77777777" w:rsidR="00FA2DA3" w:rsidRDefault="00FA2DA3" w:rsidP="00FA2DA3">
      <w:pPr>
        <w:rPr>
          <w:rFonts w:ascii="Arial" w:hAnsi="Arial" w:cs="Arial"/>
          <w:b/>
          <w:bCs/>
          <w:sz w:val="22"/>
        </w:rPr>
      </w:pPr>
    </w:p>
    <w:p w14:paraId="5F761224" w14:textId="77777777" w:rsidR="0014173C" w:rsidRDefault="0014173C">
      <w:pPr>
        <w:rPr>
          <w:rFonts w:ascii="Arial" w:hAnsi="Arial" w:cs="Arial"/>
          <w:b/>
          <w:bCs/>
          <w:sz w:val="22"/>
        </w:rPr>
      </w:pPr>
    </w:p>
    <w:p w14:paraId="4FA2E52B" w14:textId="77777777" w:rsidR="0014173C" w:rsidRDefault="0014173C">
      <w:pPr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Zu Check 5</w:t>
      </w:r>
    </w:p>
    <w:p w14:paraId="373E774A" w14:textId="77777777" w:rsidR="0014173C" w:rsidRDefault="0014173C">
      <w:pPr>
        <w:rPr>
          <w:rFonts w:ascii="Arial" w:hAnsi="Arial" w:cs="Arial"/>
          <w:b/>
          <w:bCs/>
          <w:sz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25"/>
        <w:gridCol w:w="567"/>
        <w:gridCol w:w="425"/>
        <w:gridCol w:w="567"/>
        <w:gridCol w:w="709"/>
        <w:gridCol w:w="425"/>
        <w:gridCol w:w="6164"/>
      </w:tblGrid>
      <w:tr w:rsidR="0014173C" w14:paraId="583894C0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496" w:type="dxa"/>
          </w:tcPr>
          <w:p w14:paraId="72733576" w14:textId="77777777"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Ja</w:t>
            </w:r>
          </w:p>
        </w:tc>
        <w:tc>
          <w:tcPr>
            <w:tcW w:w="425" w:type="dxa"/>
          </w:tcPr>
          <w:p w14:paraId="48D6D911" w14:textId="77777777"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14:paraId="75523BE9" w14:textId="77777777"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Nein</w:t>
            </w:r>
          </w:p>
        </w:tc>
        <w:tc>
          <w:tcPr>
            <w:tcW w:w="425" w:type="dxa"/>
          </w:tcPr>
          <w:p w14:paraId="6ED15892" w14:textId="77777777"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14:paraId="703FCDDA" w14:textId="77777777"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</w:tcPr>
          <w:p w14:paraId="5AC904ED" w14:textId="77777777"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6589" w:type="dxa"/>
            <w:gridSpan w:val="2"/>
          </w:tcPr>
          <w:p w14:paraId="6CCEE51E" w14:textId="77777777" w:rsidR="0014173C" w:rsidRDefault="00FA2DA3" w:rsidP="00FA2DA3">
            <w:pPr>
              <w:pStyle w:val="Kopfzeile"/>
              <w:tabs>
                <w:tab w:val="clear" w:pos="4536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Kopien der g</w:t>
            </w:r>
            <w:r w:rsidR="0014173C">
              <w:rPr>
                <w:rFonts w:ascii="Arial" w:hAnsi="Arial" w:cs="Arial"/>
              </w:rPr>
              <w:t>ewerberechtliche</w:t>
            </w:r>
            <w:r>
              <w:rPr>
                <w:rFonts w:ascii="Arial" w:hAnsi="Arial" w:cs="Arial"/>
              </w:rPr>
              <w:t>n</w:t>
            </w:r>
            <w:r w:rsidR="0014173C">
              <w:rPr>
                <w:rFonts w:ascii="Arial" w:hAnsi="Arial" w:cs="Arial"/>
              </w:rPr>
              <w:t xml:space="preserve"> Eintragung</w:t>
            </w:r>
            <w:r>
              <w:rPr>
                <w:rFonts w:ascii="Arial" w:hAnsi="Arial" w:cs="Arial"/>
              </w:rPr>
              <w:t>en:</w:t>
            </w:r>
          </w:p>
        </w:tc>
      </w:tr>
      <w:tr w:rsidR="0014173C" w14:paraId="5F0975E1" w14:textId="7777777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3614" w:type="dxa"/>
            <w:gridSpan w:val="7"/>
            <w:vAlign w:val="center"/>
          </w:tcPr>
          <w:p w14:paraId="0DAF7679" w14:textId="77777777" w:rsidR="0014173C" w:rsidRDefault="0014173C">
            <w:pPr>
              <w:pStyle w:val="Kopfzeile"/>
              <w:tabs>
                <w:tab w:val="clear" w:pos="4536"/>
                <w:tab w:val="clear" w:pos="9072"/>
              </w:tabs>
              <w:ind w:right="213"/>
              <w:jc w:val="right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•</w:t>
            </w:r>
          </w:p>
        </w:tc>
        <w:tc>
          <w:tcPr>
            <w:tcW w:w="6164" w:type="dxa"/>
            <w:vAlign w:val="center"/>
          </w:tcPr>
          <w:p w14:paraId="1F60C8F1" w14:textId="77777777"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Gewerbeanmeldung</w:t>
            </w:r>
            <w:r w:rsidR="00FA2DA3">
              <w:rPr>
                <w:rFonts w:ascii="Arial" w:hAnsi="Arial" w:cs="Arial"/>
              </w:rPr>
              <w:t xml:space="preserve"> </w:t>
            </w:r>
            <w:r w:rsidR="00FA2DA3" w:rsidRPr="00E2592D">
              <w:rPr>
                <w:rFonts w:ascii="Arial" w:hAnsi="Arial" w:cs="Arial"/>
                <w:u w:val="single"/>
              </w:rPr>
              <w:t>und</w:t>
            </w:r>
          </w:p>
        </w:tc>
      </w:tr>
      <w:tr w:rsidR="0014173C" w14:paraId="2229E839" w14:textId="7777777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3614" w:type="dxa"/>
            <w:gridSpan w:val="7"/>
            <w:vAlign w:val="center"/>
          </w:tcPr>
          <w:p w14:paraId="08FC18A6" w14:textId="77777777" w:rsidR="0014173C" w:rsidRDefault="0014173C">
            <w:pPr>
              <w:pStyle w:val="Kopfzeile"/>
              <w:tabs>
                <w:tab w:val="clear" w:pos="4536"/>
                <w:tab w:val="clear" w:pos="9072"/>
              </w:tabs>
              <w:ind w:right="2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8"/>
              </w:rPr>
              <w:t>•</w:t>
            </w:r>
          </w:p>
        </w:tc>
        <w:tc>
          <w:tcPr>
            <w:tcW w:w="6164" w:type="dxa"/>
            <w:vAlign w:val="center"/>
          </w:tcPr>
          <w:p w14:paraId="4A4A5EF6" w14:textId="77777777"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Auszug aus dem Handelsregi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ter</w:t>
            </w:r>
            <w:r w:rsidR="00FA2DA3">
              <w:rPr>
                <w:rFonts w:ascii="Arial" w:hAnsi="Arial" w:cs="Arial"/>
              </w:rPr>
              <w:t xml:space="preserve"> </w:t>
            </w:r>
            <w:r w:rsidR="00FA2DA3" w:rsidRPr="00E2592D">
              <w:rPr>
                <w:rFonts w:ascii="Arial" w:hAnsi="Arial" w:cs="Arial"/>
                <w:u w:val="single"/>
              </w:rPr>
              <w:t>und</w:t>
            </w:r>
          </w:p>
        </w:tc>
      </w:tr>
      <w:tr w:rsidR="0014173C" w14:paraId="69510371" w14:textId="7777777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3614" w:type="dxa"/>
            <w:gridSpan w:val="7"/>
            <w:vAlign w:val="center"/>
          </w:tcPr>
          <w:p w14:paraId="3CBE98EA" w14:textId="77777777" w:rsidR="0014173C" w:rsidRDefault="0014173C">
            <w:pPr>
              <w:pStyle w:val="Kopfzeile"/>
              <w:tabs>
                <w:tab w:val="clear" w:pos="4536"/>
                <w:tab w:val="clear" w:pos="9072"/>
              </w:tabs>
              <w:ind w:right="2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8"/>
              </w:rPr>
              <w:t>•</w:t>
            </w:r>
          </w:p>
        </w:tc>
        <w:tc>
          <w:tcPr>
            <w:tcW w:w="6164" w:type="dxa"/>
            <w:vAlign w:val="center"/>
          </w:tcPr>
          <w:p w14:paraId="76FD2A69" w14:textId="77777777"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Eintragung in die Handwerk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rolle</w:t>
            </w:r>
            <w:r w:rsidR="00FA2DA3">
              <w:rPr>
                <w:rFonts w:ascii="Arial" w:hAnsi="Arial" w:cs="Arial"/>
              </w:rPr>
              <w:t xml:space="preserve"> </w:t>
            </w:r>
            <w:r w:rsidR="00FA2DA3" w:rsidRPr="00E2592D">
              <w:rPr>
                <w:rFonts w:ascii="Arial" w:hAnsi="Arial" w:cs="Arial"/>
                <w:u w:val="single"/>
              </w:rPr>
              <w:t>oder</w:t>
            </w:r>
          </w:p>
        </w:tc>
      </w:tr>
      <w:tr w:rsidR="0014173C" w14:paraId="495E7304" w14:textId="7777777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3614" w:type="dxa"/>
            <w:gridSpan w:val="7"/>
            <w:vAlign w:val="center"/>
          </w:tcPr>
          <w:p w14:paraId="63FDE548" w14:textId="77777777" w:rsidR="0014173C" w:rsidRDefault="0014173C">
            <w:pPr>
              <w:pStyle w:val="Kopfzeile"/>
              <w:tabs>
                <w:tab w:val="clear" w:pos="4536"/>
                <w:tab w:val="clear" w:pos="9072"/>
              </w:tabs>
              <w:ind w:right="213"/>
              <w:jc w:val="right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•</w:t>
            </w:r>
          </w:p>
        </w:tc>
        <w:tc>
          <w:tcPr>
            <w:tcW w:w="6164" w:type="dxa"/>
            <w:vAlign w:val="center"/>
          </w:tcPr>
          <w:p w14:paraId="1E51F631" w14:textId="77777777"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Eintragung bei der IHK</w:t>
            </w:r>
            <w:r w:rsidR="00FA2DA3">
              <w:rPr>
                <w:rFonts w:ascii="Arial" w:hAnsi="Arial" w:cs="Arial"/>
              </w:rPr>
              <w:t xml:space="preserve"> </w:t>
            </w:r>
            <w:r w:rsidR="00FA2DA3" w:rsidRPr="00E2592D">
              <w:rPr>
                <w:rFonts w:ascii="Arial" w:hAnsi="Arial" w:cs="Arial"/>
                <w:u w:val="single"/>
              </w:rPr>
              <w:t>und</w:t>
            </w:r>
          </w:p>
        </w:tc>
      </w:tr>
      <w:tr w:rsidR="0014173C" w14:paraId="4D8A7C59" w14:textId="7777777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3614" w:type="dxa"/>
            <w:gridSpan w:val="7"/>
          </w:tcPr>
          <w:p w14:paraId="476F49A7" w14:textId="77777777" w:rsidR="0014173C" w:rsidRDefault="0014173C">
            <w:pPr>
              <w:pStyle w:val="Kopfzeile"/>
              <w:tabs>
                <w:tab w:val="clear" w:pos="4536"/>
                <w:tab w:val="clear" w:pos="9072"/>
              </w:tabs>
              <w:ind w:right="213"/>
              <w:jc w:val="right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•</w:t>
            </w:r>
          </w:p>
        </w:tc>
        <w:tc>
          <w:tcPr>
            <w:tcW w:w="6164" w:type="dxa"/>
            <w:vAlign w:val="center"/>
          </w:tcPr>
          <w:p w14:paraId="13696669" w14:textId="77777777" w:rsidR="0014173C" w:rsidRDefault="00444BDB" w:rsidP="00FA2DA3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Nachweis eines ausreichenden Versicherungsschutzes (</w:t>
            </w:r>
            <w:r w:rsidR="0014173C">
              <w:rPr>
                <w:rFonts w:ascii="Arial" w:hAnsi="Arial" w:cs="Arial"/>
                <w:bCs/>
              </w:rPr>
              <w:t>Betrieb</w:t>
            </w:r>
            <w:r w:rsidR="0014173C">
              <w:rPr>
                <w:rFonts w:ascii="Arial" w:hAnsi="Arial" w:cs="Arial"/>
                <w:bCs/>
              </w:rPr>
              <w:t>s</w:t>
            </w:r>
            <w:r w:rsidR="0014173C">
              <w:rPr>
                <w:rFonts w:ascii="Arial" w:hAnsi="Arial" w:cs="Arial"/>
                <w:bCs/>
              </w:rPr>
              <w:t>haftpflichtversiche</w:t>
            </w:r>
            <w:r>
              <w:rPr>
                <w:rFonts w:ascii="Arial" w:hAnsi="Arial" w:cs="Arial"/>
                <w:bCs/>
              </w:rPr>
              <w:t>rung)</w:t>
            </w:r>
          </w:p>
        </w:tc>
      </w:tr>
    </w:tbl>
    <w:p w14:paraId="54D130A2" w14:textId="77777777" w:rsidR="00444BDB" w:rsidRDefault="00444BDB">
      <w:pPr>
        <w:rPr>
          <w:rFonts w:ascii="Arial" w:hAnsi="Arial" w:cs="Arial"/>
          <w:b/>
          <w:sz w:val="22"/>
        </w:rPr>
      </w:pPr>
    </w:p>
    <w:p w14:paraId="78438992" w14:textId="77777777" w:rsidR="00444BDB" w:rsidRDefault="00444BDB">
      <w:pPr>
        <w:rPr>
          <w:rFonts w:ascii="Arial" w:hAnsi="Arial" w:cs="Arial"/>
          <w:b/>
          <w:sz w:val="22"/>
        </w:rPr>
      </w:pPr>
    </w:p>
    <w:p w14:paraId="52019442" w14:textId="77777777" w:rsidR="0014173C" w:rsidRDefault="0014173C">
      <w:pPr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Zu Check 6</w:t>
      </w:r>
    </w:p>
    <w:p w14:paraId="21A18950" w14:textId="77777777" w:rsidR="0014173C" w:rsidRDefault="0014173C">
      <w:pPr>
        <w:rPr>
          <w:rFonts w:ascii="Arial" w:hAnsi="Arial" w:cs="Arial"/>
          <w:b/>
          <w:bCs/>
          <w:sz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25"/>
        <w:gridCol w:w="567"/>
        <w:gridCol w:w="425"/>
        <w:gridCol w:w="567"/>
        <w:gridCol w:w="709"/>
        <w:gridCol w:w="6589"/>
      </w:tblGrid>
      <w:tr w:rsidR="0014173C" w14:paraId="4F1884A6" w14:textId="77777777" w:rsidTr="00444BDB">
        <w:tblPrEx>
          <w:tblCellMar>
            <w:top w:w="0" w:type="dxa"/>
            <w:bottom w:w="0" w:type="dxa"/>
          </w:tblCellMar>
        </w:tblPrEx>
        <w:trPr>
          <w:trHeight w:val="651"/>
        </w:trPr>
        <w:tc>
          <w:tcPr>
            <w:tcW w:w="496" w:type="dxa"/>
          </w:tcPr>
          <w:p w14:paraId="4D1D73AA" w14:textId="77777777"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Ja</w:t>
            </w:r>
          </w:p>
        </w:tc>
        <w:tc>
          <w:tcPr>
            <w:tcW w:w="425" w:type="dxa"/>
          </w:tcPr>
          <w:p w14:paraId="7DEB2409" w14:textId="77777777"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14:paraId="40D260F6" w14:textId="77777777"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Nein</w:t>
            </w:r>
          </w:p>
        </w:tc>
        <w:tc>
          <w:tcPr>
            <w:tcW w:w="425" w:type="dxa"/>
          </w:tcPr>
          <w:p w14:paraId="61DE8239" w14:textId="77777777"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14:paraId="3036C223" w14:textId="77777777"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</w:tcPr>
          <w:p w14:paraId="3FC2951A" w14:textId="77777777"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6589" w:type="dxa"/>
          </w:tcPr>
          <w:p w14:paraId="26DEDEDD" w14:textId="77777777"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Kopien Abschluss (Fach-) Hochschulstudium, Meisterbrief usw.</w:t>
            </w:r>
            <w:r w:rsidR="00444BDB">
              <w:rPr>
                <w:rFonts w:ascii="Arial" w:hAnsi="Arial" w:cs="Arial"/>
              </w:rPr>
              <w:t xml:space="preserve"> der ve</w:t>
            </w:r>
            <w:r w:rsidR="00444BDB">
              <w:rPr>
                <w:rFonts w:ascii="Arial" w:hAnsi="Arial" w:cs="Arial"/>
              </w:rPr>
              <w:t>r</w:t>
            </w:r>
            <w:r w:rsidR="00444BDB">
              <w:rPr>
                <w:rFonts w:ascii="Arial" w:hAnsi="Arial" w:cs="Arial"/>
              </w:rPr>
              <w:t>antwortlichen Fachaufsicht(en)</w:t>
            </w:r>
          </w:p>
        </w:tc>
      </w:tr>
      <w:tr w:rsidR="0014173C" w14:paraId="498FB8D1" w14:textId="7777777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496" w:type="dxa"/>
          </w:tcPr>
          <w:p w14:paraId="7AA5AF44" w14:textId="77777777"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Ja</w:t>
            </w:r>
          </w:p>
        </w:tc>
        <w:tc>
          <w:tcPr>
            <w:tcW w:w="425" w:type="dxa"/>
          </w:tcPr>
          <w:p w14:paraId="4141B12C" w14:textId="77777777"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14:paraId="1036CD5D" w14:textId="77777777"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Nein</w:t>
            </w:r>
          </w:p>
        </w:tc>
        <w:tc>
          <w:tcPr>
            <w:tcW w:w="425" w:type="dxa"/>
          </w:tcPr>
          <w:p w14:paraId="21711D3D" w14:textId="77777777"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14:paraId="0B7B6655" w14:textId="77777777"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</w:tcPr>
          <w:p w14:paraId="18119510" w14:textId="77777777"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6589" w:type="dxa"/>
          </w:tcPr>
          <w:p w14:paraId="7590338B" w14:textId="77777777" w:rsidR="0014173C" w:rsidRDefault="00444BDB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Fort- und Weiterbildung der </w:t>
            </w:r>
            <w:r w:rsidR="0014173C">
              <w:rPr>
                <w:rFonts w:ascii="Arial" w:hAnsi="Arial" w:cs="Arial"/>
              </w:rPr>
              <w:t>verantwortliche</w:t>
            </w:r>
            <w:r>
              <w:rPr>
                <w:rFonts w:ascii="Arial" w:hAnsi="Arial" w:cs="Arial"/>
              </w:rPr>
              <w:t>n</w:t>
            </w:r>
            <w:r w:rsidR="0014173C">
              <w:rPr>
                <w:rFonts w:ascii="Arial" w:hAnsi="Arial" w:cs="Arial"/>
              </w:rPr>
              <w:t xml:space="preserve"> Fachaufsicht</w:t>
            </w:r>
            <w:r>
              <w:rPr>
                <w:rFonts w:ascii="Arial" w:hAnsi="Arial" w:cs="Arial"/>
              </w:rPr>
              <w:t>(en)</w:t>
            </w:r>
          </w:p>
          <w:p w14:paraId="38164632" w14:textId="77777777" w:rsidR="00444BDB" w:rsidRDefault="00444BDB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nicht älter als 2 Jahre (gem. 9.3 der W 120-1: 2012-08</w:t>
            </w:r>
            <w:r w:rsidR="00E2592D">
              <w:rPr>
                <w:rFonts w:ascii="Arial" w:hAnsi="Arial" w:cs="Arial"/>
              </w:rPr>
              <w:t>)</w:t>
            </w:r>
          </w:p>
        </w:tc>
      </w:tr>
    </w:tbl>
    <w:p w14:paraId="29B1FCCC" w14:textId="77777777" w:rsidR="0014173C" w:rsidRDefault="0014173C">
      <w:pPr>
        <w:pStyle w:val="Kopfzeile"/>
        <w:tabs>
          <w:tab w:val="clear" w:pos="4536"/>
          <w:tab w:val="clear" w:pos="9072"/>
        </w:tabs>
        <w:spacing w:before="120"/>
        <w:rPr>
          <w:rFonts w:ascii="Arial" w:hAnsi="Arial" w:cs="Arial"/>
          <w:b/>
          <w:sz w:val="22"/>
        </w:rPr>
      </w:pPr>
    </w:p>
    <w:p w14:paraId="2C3BF3E7" w14:textId="77777777" w:rsidR="0014173C" w:rsidRDefault="0014173C">
      <w:pPr>
        <w:pStyle w:val="Kopfzeile"/>
        <w:tabs>
          <w:tab w:val="clear" w:pos="4536"/>
          <w:tab w:val="clear" w:pos="9072"/>
        </w:tabs>
        <w:spacing w:before="120"/>
        <w:rPr>
          <w:rFonts w:ascii="Arial" w:hAnsi="Arial" w:cs="Arial"/>
          <w:b/>
          <w:sz w:val="22"/>
        </w:rPr>
      </w:pPr>
    </w:p>
    <w:p w14:paraId="1308BDF0" w14:textId="77777777" w:rsidR="00827E9A" w:rsidRDefault="00827E9A">
      <w:pPr>
        <w:pStyle w:val="Kopfzeile"/>
        <w:tabs>
          <w:tab w:val="clear" w:pos="4536"/>
          <w:tab w:val="clear" w:pos="9072"/>
        </w:tabs>
        <w:spacing w:before="120"/>
        <w:rPr>
          <w:rFonts w:ascii="Arial" w:hAnsi="Arial" w:cs="Arial"/>
          <w:b/>
          <w:sz w:val="22"/>
        </w:rPr>
      </w:pPr>
    </w:p>
    <w:p w14:paraId="516B4B92" w14:textId="77777777" w:rsidR="0014173C" w:rsidRDefault="0014173C">
      <w:pPr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Zu Check 7</w:t>
      </w:r>
    </w:p>
    <w:p w14:paraId="1C3F0066" w14:textId="77777777" w:rsidR="0014173C" w:rsidRDefault="0014173C">
      <w:pPr>
        <w:rPr>
          <w:rFonts w:ascii="Arial" w:hAnsi="Arial" w:cs="Arial"/>
          <w:b/>
          <w:bCs/>
          <w:sz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25"/>
        <w:gridCol w:w="567"/>
        <w:gridCol w:w="425"/>
        <w:gridCol w:w="567"/>
        <w:gridCol w:w="709"/>
        <w:gridCol w:w="6589"/>
      </w:tblGrid>
      <w:tr w:rsidR="0014173C" w14:paraId="3A46DB57" w14:textId="7777777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496" w:type="dxa"/>
          </w:tcPr>
          <w:p w14:paraId="37FF1329" w14:textId="77777777"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Ja</w:t>
            </w:r>
          </w:p>
        </w:tc>
        <w:tc>
          <w:tcPr>
            <w:tcW w:w="425" w:type="dxa"/>
          </w:tcPr>
          <w:p w14:paraId="4F8ED805" w14:textId="77777777"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14:paraId="360226A3" w14:textId="77777777"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Nein</w:t>
            </w:r>
          </w:p>
        </w:tc>
        <w:tc>
          <w:tcPr>
            <w:tcW w:w="425" w:type="dxa"/>
          </w:tcPr>
          <w:p w14:paraId="0B91077F" w14:textId="77777777"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14:paraId="55D9432A" w14:textId="77777777"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</w:tcPr>
          <w:p w14:paraId="0AF28CA9" w14:textId="77777777"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6589" w:type="dxa"/>
          </w:tcPr>
          <w:p w14:paraId="160AE02D" w14:textId="77777777" w:rsidR="0014173C" w:rsidRDefault="0014173C" w:rsidP="00444BDB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Referenzen de</w:t>
            </w:r>
            <w:r w:rsidR="00444BDB">
              <w:rPr>
                <w:rFonts w:ascii="Arial" w:hAnsi="Arial" w:cs="Arial"/>
              </w:rPr>
              <w:t>r verantwortlichen Fachaufsicht(en)</w:t>
            </w:r>
          </w:p>
        </w:tc>
      </w:tr>
      <w:tr w:rsidR="0014173C" w14:paraId="6B0FC272" w14:textId="77777777" w:rsidTr="00E2592D">
        <w:tblPrEx>
          <w:tblCellMar>
            <w:top w:w="0" w:type="dxa"/>
            <w:bottom w:w="0" w:type="dxa"/>
          </w:tblCellMar>
        </w:tblPrEx>
        <w:trPr>
          <w:trHeight w:val="507"/>
        </w:trPr>
        <w:tc>
          <w:tcPr>
            <w:tcW w:w="496" w:type="dxa"/>
          </w:tcPr>
          <w:p w14:paraId="4B596CE6" w14:textId="77777777"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Ja</w:t>
            </w:r>
          </w:p>
        </w:tc>
        <w:tc>
          <w:tcPr>
            <w:tcW w:w="425" w:type="dxa"/>
          </w:tcPr>
          <w:p w14:paraId="40B39AA8" w14:textId="77777777"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14:paraId="4540F679" w14:textId="77777777"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Nein</w:t>
            </w:r>
          </w:p>
        </w:tc>
        <w:tc>
          <w:tcPr>
            <w:tcW w:w="425" w:type="dxa"/>
          </w:tcPr>
          <w:p w14:paraId="683C58D2" w14:textId="77777777"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14:paraId="6E285A76" w14:textId="77777777"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</w:tcPr>
          <w:p w14:paraId="1D234978" w14:textId="77777777"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6589" w:type="dxa"/>
          </w:tcPr>
          <w:p w14:paraId="6DC649F2" w14:textId="77777777" w:rsidR="0014173C" w:rsidRDefault="0014173C" w:rsidP="00021E39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Referenz</w:t>
            </w:r>
            <w:r w:rsidR="00444BDB">
              <w:rPr>
                <w:rFonts w:ascii="Arial" w:hAnsi="Arial" w:cs="Arial"/>
              </w:rPr>
              <w:t>liste</w:t>
            </w:r>
            <w:r>
              <w:rPr>
                <w:rFonts w:ascii="Arial" w:hAnsi="Arial" w:cs="Arial"/>
              </w:rPr>
              <w:t xml:space="preserve"> de</w:t>
            </w:r>
            <w:r w:rsidR="00444BDB">
              <w:rPr>
                <w:rFonts w:ascii="Arial" w:hAnsi="Arial" w:cs="Arial"/>
              </w:rPr>
              <w:t>r verantwo</w:t>
            </w:r>
            <w:r w:rsidR="00E2592D">
              <w:rPr>
                <w:rFonts w:ascii="Arial" w:hAnsi="Arial" w:cs="Arial"/>
              </w:rPr>
              <w:t>rtlichen Fachaufsicht(en) (</w:t>
            </w:r>
            <w:r w:rsidR="00444BDB">
              <w:rPr>
                <w:rFonts w:ascii="Arial" w:hAnsi="Arial" w:cs="Arial"/>
              </w:rPr>
              <w:t>7.2 des fachspezif</w:t>
            </w:r>
            <w:r w:rsidR="00444BDB">
              <w:rPr>
                <w:rFonts w:ascii="Arial" w:hAnsi="Arial" w:cs="Arial"/>
              </w:rPr>
              <w:t>i</w:t>
            </w:r>
            <w:r w:rsidR="00444BDB">
              <w:rPr>
                <w:rFonts w:ascii="Arial" w:hAnsi="Arial" w:cs="Arial"/>
              </w:rPr>
              <w:t>schen Antragteils)</w:t>
            </w:r>
          </w:p>
        </w:tc>
      </w:tr>
    </w:tbl>
    <w:p w14:paraId="56A3813B" w14:textId="77777777" w:rsidR="0014173C" w:rsidRDefault="0014173C">
      <w:pPr>
        <w:pStyle w:val="Kopfzeile"/>
        <w:tabs>
          <w:tab w:val="clear" w:pos="4536"/>
          <w:tab w:val="clear" w:pos="9072"/>
        </w:tabs>
        <w:spacing w:before="120"/>
        <w:rPr>
          <w:rFonts w:ascii="Arial" w:hAnsi="Arial" w:cs="Arial"/>
          <w:b/>
          <w:sz w:val="22"/>
        </w:rPr>
      </w:pPr>
    </w:p>
    <w:p w14:paraId="59A18AF9" w14:textId="77777777" w:rsidR="0014173C" w:rsidRDefault="0014173C">
      <w:pPr>
        <w:pStyle w:val="Kopfzeile"/>
        <w:tabs>
          <w:tab w:val="clear" w:pos="4536"/>
          <w:tab w:val="clear" w:pos="9072"/>
        </w:tabs>
        <w:spacing w:before="120"/>
        <w:rPr>
          <w:rFonts w:ascii="Arial" w:hAnsi="Arial" w:cs="Arial"/>
          <w:b/>
          <w:sz w:val="22"/>
        </w:rPr>
      </w:pPr>
    </w:p>
    <w:p w14:paraId="255D6ACB" w14:textId="77777777" w:rsidR="0014173C" w:rsidRDefault="0014173C">
      <w:pPr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Zu Check 8</w:t>
      </w:r>
    </w:p>
    <w:p w14:paraId="0BD6BCA6" w14:textId="77777777" w:rsidR="0014173C" w:rsidRDefault="0014173C">
      <w:pPr>
        <w:rPr>
          <w:rFonts w:ascii="Arial" w:hAnsi="Arial" w:cs="Arial"/>
          <w:b/>
          <w:bCs/>
          <w:sz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25"/>
        <w:gridCol w:w="567"/>
        <w:gridCol w:w="425"/>
        <w:gridCol w:w="567"/>
        <w:gridCol w:w="709"/>
        <w:gridCol w:w="6589"/>
      </w:tblGrid>
      <w:tr w:rsidR="00444BDB" w14:paraId="40AFD6BE" w14:textId="77777777" w:rsidTr="009A489D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496" w:type="dxa"/>
          </w:tcPr>
          <w:p w14:paraId="480FEA0C" w14:textId="77777777" w:rsidR="00444BDB" w:rsidRDefault="00444BDB" w:rsidP="009A489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Ja</w:t>
            </w:r>
          </w:p>
        </w:tc>
        <w:tc>
          <w:tcPr>
            <w:tcW w:w="425" w:type="dxa"/>
          </w:tcPr>
          <w:p w14:paraId="25929B9D" w14:textId="77777777" w:rsidR="00444BDB" w:rsidRDefault="00444BDB" w:rsidP="009A489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14:paraId="046893EE" w14:textId="77777777" w:rsidR="00444BDB" w:rsidRDefault="00444BDB" w:rsidP="009A489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Nein</w:t>
            </w:r>
          </w:p>
        </w:tc>
        <w:tc>
          <w:tcPr>
            <w:tcW w:w="425" w:type="dxa"/>
          </w:tcPr>
          <w:p w14:paraId="3AFFC649" w14:textId="77777777" w:rsidR="00444BDB" w:rsidRDefault="00444BDB" w:rsidP="009A489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14:paraId="0166BA89" w14:textId="77777777" w:rsidR="00444BDB" w:rsidRDefault="00444BDB" w:rsidP="009A489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</w:tcPr>
          <w:p w14:paraId="5D0ECF58" w14:textId="77777777" w:rsidR="00444BDB" w:rsidRDefault="00444BDB" w:rsidP="009A489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6589" w:type="dxa"/>
          </w:tcPr>
          <w:p w14:paraId="1C3537F1" w14:textId="77777777" w:rsidR="00444BDB" w:rsidRDefault="00444BDB" w:rsidP="00444BDB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Referenzen des Unternehmens</w:t>
            </w:r>
            <w:r w:rsidR="00E2592D">
              <w:rPr>
                <w:rFonts w:ascii="Arial" w:hAnsi="Arial" w:cs="Arial"/>
              </w:rPr>
              <w:t xml:space="preserve"> (Einzelnachweise)</w:t>
            </w:r>
          </w:p>
        </w:tc>
      </w:tr>
    </w:tbl>
    <w:p w14:paraId="34CE07B9" w14:textId="77777777" w:rsidR="0014173C" w:rsidRDefault="0014173C">
      <w:pPr>
        <w:pStyle w:val="Kopfzeile"/>
        <w:tabs>
          <w:tab w:val="clear" w:pos="4536"/>
          <w:tab w:val="clear" w:pos="9072"/>
        </w:tabs>
        <w:spacing w:before="120"/>
        <w:rPr>
          <w:rFonts w:ascii="Arial" w:hAnsi="Arial" w:cs="Arial"/>
          <w:b/>
          <w:sz w:val="22"/>
        </w:rPr>
      </w:pPr>
    </w:p>
    <w:p w14:paraId="5F0B0FBC" w14:textId="77777777" w:rsidR="0014173C" w:rsidRDefault="0014173C">
      <w:pPr>
        <w:pStyle w:val="Kopfzeile"/>
        <w:tabs>
          <w:tab w:val="clear" w:pos="4536"/>
          <w:tab w:val="clear" w:pos="9072"/>
        </w:tabs>
        <w:spacing w:before="120"/>
        <w:rPr>
          <w:rFonts w:ascii="Arial" w:hAnsi="Arial" w:cs="Arial"/>
          <w:b/>
          <w:sz w:val="22"/>
        </w:rPr>
      </w:pPr>
    </w:p>
    <w:p w14:paraId="46677CBB" w14:textId="77777777" w:rsidR="0014173C" w:rsidRDefault="0014173C">
      <w:pPr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Zu Check 9</w:t>
      </w:r>
    </w:p>
    <w:p w14:paraId="0B28FF2F" w14:textId="77777777" w:rsidR="0014173C" w:rsidRDefault="0014173C">
      <w:pPr>
        <w:rPr>
          <w:rFonts w:ascii="Arial" w:hAnsi="Arial" w:cs="Arial"/>
          <w:b/>
          <w:bCs/>
          <w:sz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25"/>
        <w:gridCol w:w="567"/>
        <w:gridCol w:w="425"/>
        <w:gridCol w:w="567"/>
        <w:gridCol w:w="709"/>
        <w:gridCol w:w="6589"/>
      </w:tblGrid>
      <w:tr w:rsidR="0014173C" w14:paraId="182139FE" w14:textId="77777777" w:rsidTr="00CE516E">
        <w:tblPrEx>
          <w:tblCellMar>
            <w:top w:w="0" w:type="dxa"/>
            <w:bottom w:w="0" w:type="dxa"/>
          </w:tblCellMar>
        </w:tblPrEx>
        <w:trPr>
          <w:trHeight w:val="591"/>
        </w:trPr>
        <w:tc>
          <w:tcPr>
            <w:tcW w:w="496" w:type="dxa"/>
          </w:tcPr>
          <w:p w14:paraId="3ED25B1B" w14:textId="77777777"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Ja</w:t>
            </w:r>
          </w:p>
        </w:tc>
        <w:tc>
          <w:tcPr>
            <w:tcW w:w="425" w:type="dxa"/>
          </w:tcPr>
          <w:p w14:paraId="26FDFB05" w14:textId="77777777"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14:paraId="7893AAFB" w14:textId="77777777"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Nein</w:t>
            </w:r>
          </w:p>
        </w:tc>
        <w:tc>
          <w:tcPr>
            <w:tcW w:w="425" w:type="dxa"/>
          </w:tcPr>
          <w:p w14:paraId="541359EA" w14:textId="77777777"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14:paraId="056D543B" w14:textId="77777777"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</w:tcPr>
          <w:p w14:paraId="4E451654" w14:textId="77777777"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6589" w:type="dxa"/>
          </w:tcPr>
          <w:p w14:paraId="4B766583" w14:textId="77777777" w:rsidR="0014173C" w:rsidRDefault="00444BDB" w:rsidP="00021E39">
            <w:pPr>
              <w:tabs>
                <w:tab w:val="left" w:pos="2160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 xml:space="preserve">Kopien Abschluss (Fach-) Hochschulstudium, Meisterbrief usw. der </w:t>
            </w:r>
            <w:r w:rsidR="00021E39">
              <w:rPr>
                <w:rFonts w:ascii="Arial" w:hAnsi="Arial" w:cs="Arial"/>
              </w:rPr>
              <w:t>ba</w:t>
            </w:r>
            <w:r w:rsidR="00021E39">
              <w:rPr>
                <w:rFonts w:ascii="Arial" w:hAnsi="Arial" w:cs="Arial"/>
              </w:rPr>
              <w:t>u</w:t>
            </w:r>
            <w:r w:rsidR="00021E39">
              <w:rPr>
                <w:rFonts w:ascii="Arial" w:hAnsi="Arial" w:cs="Arial"/>
              </w:rPr>
              <w:t>leitenden Fachkraft</w:t>
            </w:r>
          </w:p>
        </w:tc>
      </w:tr>
      <w:tr w:rsidR="00021E39" w14:paraId="3FA038B7" w14:textId="77777777" w:rsidTr="009A489D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496" w:type="dxa"/>
          </w:tcPr>
          <w:p w14:paraId="4DBA9239" w14:textId="77777777" w:rsidR="00021E39" w:rsidRDefault="00021E39" w:rsidP="009A489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Ja</w:t>
            </w:r>
          </w:p>
        </w:tc>
        <w:tc>
          <w:tcPr>
            <w:tcW w:w="425" w:type="dxa"/>
          </w:tcPr>
          <w:p w14:paraId="09888374" w14:textId="77777777" w:rsidR="00021E39" w:rsidRDefault="00021E39" w:rsidP="009A489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14:paraId="5527BE73" w14:textId="77777777" w:rsidR="00021E39" w:rsidRDefault="00021E39" w:rsidP="009A489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Nein</w:t>
            </w:r>
          </w:p>
        </w:tc>
        <w:tc>
          <w:tcPr>
            <w:tcW w:w="425" w:type="dxa"/>
          </w:tcPr>
          <w:p w14:paraId="70C21C4A" w14:textId="77777777" w:rsidR="00021E39" w:rsidRDefault="00021E39" w:rsidP="009A489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14:paraId="61C42CE8" w14:textId="77777777" w:rsidR="00021E39" w:rsidRDefault="00021E39" w:rsidP="009A489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n.e.</w:t>
            </w:r>
            <w:r>
              <w:rPr>
                <w:rFonts w:ascii="Arial" w:hAnsi="Arial" w:cs="Arial"/>
                <w:bCs/>
                <w:vertAlign w:val="superscript"/>
              </w:rPr>
              <w:t>1</w:t>
            </w:r>
          </w:p>
        </w:tc>
        <w:tc>
          <w:tcPr>
            <w:tcW w:w="709" w:type="dxa"/>
          </w:tcPr>
          <w:p w14:paraId="3DFB9B05" w14:textId="77777777" w:rsidR="00021E39" w:rsidRDefault="00021E39" w:rsidP="009A489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6589" w:type="dxa"/>
          </w:tcPr>
          <w:p w14:paraId="7876E761" w14:textId="77777777" w:rsidR="00021E39" w:rsidRDefault="00021E39" w:rsidP="009A489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Fort- und Weiterbildung gem. 9.3 der W 120-1: 2012-08 (10 Veransta</w:t>
            </w:r>
            <w:r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tungen) </w:t>
            </w:r>
            <w:r w:rsidRPr="00E2592D">
              <w:rPr>
                <w:rFonts w:ascii="Arial" w:hAnsi="Arial" w:cs="Arial"/>
                <w:u w:val="single"/>
              </w:rPr>
              <w:t>oder</w:t>
            </w:r>
            <w:r>
              <w:rPr>
                <w:rFonts w:ascii="Arial" w:hAnsi="Arial" w:cs="Arial"/>
              </w:rPr>
              <w:t xml:space="preserve"> </w:t>
            </w:r>
          </w:p>
          <w:p w14:paraId="049768E8" w14:textId="77777777" w:rsidR="00021E39" w:rsidRPr="00021E39" w:rsidRDefault="00021E39" w:rsidP="009A489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geeignete Qualifikationsmaßnahme für die Gruppen R und S</w:t>
            </w:r>
            <w:r w:rsidR="00E2592D">
              <w:rPr>
                <w:rFonts w:ascii="Arial" w:hAnsi="Arial" w:cs="Arial"/>
              </w:rPr>
              <w:t xml:space="preserve"> der baule</w:t>
            </w:r>
            <w:r w:rsidR="00E2592D">
              <w:rPr>
                <w:rFonts w:ascii="Arial" w:hAnsi="Arial" w:cs="Arial"/>
              </w:rPr>
              <w:t>i</w:t>
            </w:r>
            <w:r w:rsidR="00E2592D">
              <w:rPr>
                <w:rFonts w:ascii="Arial" w:hAnsi="Arial" w:cs="Arial"/>
              </w:rPr>
              <w:t>tenden Fachkraft</w:t>
            </w:r>
          </w:p>
        </w:tc>
      </w:tr>
    </w:tbl>
    <w:p w14:paraId="00AC934F" w14:textId="77777777" w:rsidR="0014173C" w:rsidRDefault="0014173C">
      <w:pPr>
        <w:pStyle w:val="Kopfzeile"/>
        <w:tabs>
          <w:tab w:val="clear" w:pos="4536"/>
          <w:tab w:val="clear" w:pos="9072"/>
        </w:tabs>
        <w:spacing w:before="120"/>
        <w:rPr>
          <w:rFonts w:ascii="Arial" w:hAnsi="Arial" w:cs="Arial"/>
          <w:b/>
          <w:sz w:val="22"/>
        </w:rPr>
      </w:pPr>
    </w:p>
    <w:p w14:paraId="779BF478" w14:textId="77777777" w:rsidR="0014173C" w:rsidRDefault="0014173C">
      <w:pPr>
        <w:pStyle w:val="Kopfzeile"/>
        <w:tabs>
          <w:tab w:val="clear" w:pos="4536"/>
          <w:tab w:val="clear" w:pos="9072"/>
        </w:tabs>
        <w:spacing w:before="120"/>
        <w:rPr>
          <w:rFonts w:ascii="Arial" w:hAnsi="Arial" w:cs="Arial"/>
          <w:b/>
          <w:sz w:val="22"/>
        </w:rPr>
      </w:pPr>
    </w:p>
    <w:p w14:paraId="34FE9755" w14:textId="77777777" w:rsidR="0014173C" w:rsidRDefault="0014173C">
      <w:pPr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Zu Check 10</w:t>
      </w:r>
    </w:p>
    <w:p w14:paraId="260060F0" w14:textId="77777777" w:rsidR="0014173C" w:rsidRDefault="0014173C">
      <w:pPr>
        <w:rPr>
          <w:rFonts w:ascii="Arial" w:hAnsi="Arial" w:cs="Arial"/>
          <w:b/>
          <w:bCs/>
          <w:sz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25"/>
        <w:gridCol w:w="567"/>
        <w:gridCol w:w="425"/>
        <w:gridCol w:w="567"/>
        <w:gridCol w:w="709"/>
        <w:gridCol w:w="425"/>
        <w:gridCol w:w="6164"/>
      </w:tblGrid>
      <w:tr w:rsidR="00021E39" w14:paraId="02FE7094" w14:textId="77777777" w:rsidTr="009A489D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496" w:type="dxa"/>
          </w:tcPr>
          <w:p w14:paraId="77938E7B" w14:textId="77777777" w:rsidR="00021E39" w:rsidRDefault="00021E39" w:rsidP="009A489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Ja</w:t>
            </w:r>
          </w:p>
        </w:tc>
        <w:tc>
          <w:tcPr>
            <w:tcW w:w="425" w:type="dxa"/>
          </w:tcPr>
          <w:p w14:paraId="72CE06D5" w14:textId="77777777" w:rsidR="00021E39" w:rsidRDefault="00021E39" w:rsidP="009A489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14:paraId="64E906D9" w14:textId="77777777" w:rsidR="00021E39" w:rsidRDefault="00021E39" w:rsidP="009A489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Nein</w:t>
            </w:r>
          </w:p>
        </w:tc>
        <w:tc>
          <w:tcPr>
            <w:tcW w:w="425" w:type="dxa"/>
          </w:tcPr>
          <w:p w14:paraId="5AB89B35" w14:textId="77777777" w:rsidR="00021E39" w:rsidRDefault="00021E39" w:rsidP="009A489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14:paraId="77271B10" w14:textId="77777777" w:rsidR="00021E39" w:rsidRDefault="00021E39" w:rsidP="009A489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</w:tcPr>
          <w:p w14:paraId="32463AB6" w14:textId="77777777" w:rsidR="00021E39" w:rsidRDefault="00021E39" w:rsidP="009A489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6589" w:type="dxa"/>
            <w:gridSpan w:val="2"/>
          </w:tcPr>
          <w:p w14:paraId="4B47225F" w14:textId="77777777" w:rsidR="00021E39" w:rsidRDefault="00021E39" w:rsidP="009A489D">
            <w:pPr>
              <w:pStyle w:val="Kopfzeile"/>
              <w:tabs>
                <w:tab w:val="clear" w:pos="4536"/>
                <w:tab w:val="clear" w:pos="9072"/>
                <w:tab w:val="left" w:pos="2160"/>
              </w:tabs>
              <w:spacing w:line="36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Betriebliches Managementsystem (BMS)</w:t>
            </w:r>
          </w:p>
        </w:tc>
      </w:tr>
      <w:tr w:rsidR="00021E39" w14:paraId="08FEC50C" w14:textId="77777777" w:rsidTr="009A489D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3614" w:type="dxa"/>
            <w:gridSpan w:val="7"/>
          </w:tcPr>
          <w:p w14:paraId="76319DFA" w14:textId="77777777" w:rsidR="00021E39" w:rsidRDefault="00021E39" w:rsidP="009A489D">
            <w:pPr>
              <w:pStyle w:val="Kopfzeile"/>
              <w:tabs>
                <w:tab w:val="clear" w:pos="4536"/>
                <w:tab w:val="clear" w:pos="9072"/>
              </w:tabs>
              <w:ind w:right="213"/>
              <w:jc w:val="right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•</w:t>
            </w:r>
          </w:p>
        </w:tc>
        <w:tc>
          <w:tcPr>
            <w:tcW w:w="6164" w:type="dxa"/>
            <w:vAlign w:val="center"/>
          </w:tcPr>
          <w:p w14:paraId="68867336" w14:textId="77777777" w:rsidR="00021E39" w:rsidRDefault="00021E39" w:rsidP="00021E39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Leitfaden zur Selbsteinschätzung für Unternehmen nach W 120-1</w:t>
            </w:r>
            <w:r w:rsidR="00E2592D">
              <w:rPr>
                <w:rFonts w:ascii="Arial" w:hAnsi="Arial" w:cs="Arial"/>
              </w:rPr>
              <w:t>: 2012-08</w:t>
            </w:r>
            <w:r>
              <w:rPr>
                <w:rFonts w:ascii="Arial" w:hAnsi="Arial" w:cs="Arial"/>
              </w:rPr>
              <w:t xml:space="preserve"> bzw. W 120-2</w:t>
            </w:r>
            <w:r w:rsidR="00E2592D">
              <w:rPr>
                <w:rFonts w:ascii="Arial" w:hAnsi="Arial" w:cs="Arial"/>
              </w:rPr>
              <w:t>: 2013-07, ausgefüllt</w:t>
            </w:r>
          </w:p>
        </w:tc>
      </w:tr>
      <w:tr w:rsidR="00021E39" w14:paraId="31C5DFF4" w14:textId="77777777" w:rsidTr="00E2592D">
        <w:tblPrEx>
          <w:tblCellMar>
            <w:top w:w="0" w:type="dxa"/>
            <w:bottom w:w="0" w:type="dxa"/>
          </w:tblCellMar>
        </w:tblPrEx>
        <w:trPr>
          <w:cantSplit/>
          <w:trHeight w:val="595"/>
        </w:trPr>
        <w:tc>
          <w:tcPr>
            <w:tcW w:w="3614" w:type="dxa"/>
            <w:gridSpan w:val="7"/>
            <w:vAlign w:val="center"/>
          </w:tcPr>
          <w:p w14:paraId="30DA1C73" w14:textId="77777777" w:rsidR="00021E39" w:rsidRDefault="00021E39" w:rsidP="009A489D">
            <w:pPr>
              <w:pStyle w:val="Kopfzeile"/>
              <w:tabs>
                <w:tab w:val="clear" w:pos="4536"/>
                <w:tab w:val="clear" w:pos="9072"/>
              </w:tabs>
              <w:ind w:right="2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8"/>
              </w:rPr>
              <w:t>•</w:t>
            </w:r>
          </w:p>
        </w:tc>
        <w:tc>
          <w:tcPr>
            <w:tcW w:w="6164" w:type="dxa"/>
            <w:vAlign w:val="center"/>
          </w:tcPr>
          <w:p w14:paraId="3A823F5F" w14:textId="77777777" w:rsidR="00021E39" w:rsidRDefault="00021E39" w:rsidP="009A489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DIN EN ISO 9001 – Zertifikat (mit dem entsprechenden</w:t>
            </w:r>
            <w:r w:rsidR="00E2592D">
              <w:rPr>
                <w:rFonts w:ascii="Arial" w:hAnsi="Arial" w:cs="Arial"/>
              </w:rPr>
              <w:t xml:space="preserve"> fachlichen</w:t>
            </w:r>
            <w:r>
              <w:rPr>
                <w:rFonts w:ascii="Arial" w:hAnsi="Arial" w:cs="Arial"/>
              </w:rPr>
              <w:t xml:space="preserve"> Scope)</w:t>
            </w:r>
          </w:p>
        </w:tc>
      </w:tr>
      <w:tr w:rsidR="00021E39" w14:paraId="58F9359E" w14:textId="77777777" w:rsidTr="009A489D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3614" w:type="dxa"/>
            <w:gridSpan w:val="7"/>
            <w:vAlign w:val="center"/>
          </w:tcPr>
          <w:p w14:paraId="0F2D4F36" w14:textId="77777777" w:rsidR="00021E39" w:rsidRDefault="00021E39" w:rsidP="009A489D">
            <w:pPr>
              <w:pStyle w:val="Kopfzeile"/>
              <w:tabs>
                <w:tab w:val="clear" w:pos="4536"/>
                <w:tab w:val="clear" w:pos="9072"/>
              </w:tabs>
              <w:ind w:right="2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8"/>
              </w:rPr>
              <w:t>•</w:t>
            </w:r>
          </w:p>
        </w:tc>
        <w:tc>
          <w:tcPr>
            <w:tcW w:w="6164" w:type="dxa"/>
            <w:vAlign w:val="center"/>
          </w:tcPr>
          <w:p w14:paraId="58448D9A" w14:textId="77777777" w:rsidR="00021E39" w:rsidRDefault="00021E39" w:rsidP="009A489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aktuelles Organigramm</w:t>
            </w:r>
          </w:p>
        </w:tc>
      </w:tr>
    </w:tbl>
    <w:p w14:paraId="6B8AE515" w14:textId="77777777" w:rsidR="00033D12" w:rsidRDefault="00033D12" w:rsidP="00033D12">
      <w:pPr>
        <w:pStyle w:val="Kopfzeile"/>
        <w:tabs>
          <w:tab w:val="clear" w:pos="4536"/>
          <w:tab w:val="clear" w:pos="9072"/>
        </w:tabs>
        <w:spacing w:before="120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i/>
          <w:iCs/>
          <w:sz w:val="16"/>
          <w:vertAlign w:val="superscript"/>
        </w:rPr>
        <w:t>1)</w:t>
      </w:r>
      <w:r>
        <w:rPr>
          <w:rFonts w:ascii="Arial" w:hAnsi="Arial" w:cs="Arial"/>
          <w:bCs/>
          <w:i/>
          <w:iCs/>
          <w:sz w:val="16"/>
        </w:rPr>
        <w:t xml:space="preserve"> n.e. = nicht erforderlich</w:t>
      </w:r>
    </w:p>
    <w:p w14:paraId="4A834C0B" w14:textId="77777777" w:rsidR="0014173C" w:rsidRDefault="0014173C">
      <w:pPr>
        <w:pStyle w:val="Kopfzeile"/>
        <w:tabs>
          <w:tab w:val="clear" w:pos="4536"/>
          <w:tab w:val="clear" w:pos="9072"/>
        </w:tabs>
        <w:spacing w:before="120"/>
        <w:rPr>
          <w:rFonts w:ascii="Arial" w:hAnsi="Arial" w:cs="Arial"/>
          <w:b/>
          <w:sz w:val="22"/>
        </w:rPr>
      </w:pPr>
    </w:p>
    <w:p w14:paraId="2A090DC0" w14:textId="77777777" w:rsidR="0014173C" w:rsidRDefault="0014173C">
      <w:pPr>
        <w:pStyle w:val="Kopfzeile"/>
        <w:tabs>
          <w:tab w:val="clear" w:pos="4536"/>
          <w:tab w:val="clear" w:pos="9072"/>
        </w:tabs>
        <w:spacing w:before="120"/>
        <w:rPr>
          <w:rFonts w:ascii="Arial" w:hAnsi="Arial" w:cs="Arial"/>
          <w:b/>
          <w:sz w:val="22"/>
        </w:rPr>
      </w:pPr>
    </w:p>
    <w:p w14:paraId="38614ABA" w14:textId="77777777" w:rsidR="0014173C" w:rsidRDefault="0014173C">
      <w:pPr>
        <w:pStyle w:val="Flietext"/>
        <w:rPr>
          <w:b/>
          <w:bCs/>
          <w:sz w:val="22"/>
        </w:rPr>
      </w:pPr>
    </w:p>
    <w:p w14:paraId="077CA275" w14:textId="77777777" w:rsidR="0014173C" w:rsidRPr="00A55E97" w:rsidRDefault="0014173C">
      <w:pPr>
        <w:pStyle w:val="Kopfzeile"/>
        <w:tabs>
          <w:tab w:val="clear" w:pos="4536"/>
          <w:tab w:val="clear" w:pos="9072"/>
        </w:tabs>
        <w:spacing w:before="120"/>
        <w:rPr>
          <w:rFonts w:ascii="Arial" w:hAnsi="Arial" w:cs="Arial"/>
          <w:b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67"/>
        <w:gridCol w:w="5386"/>
      </w:tblGrid>
      <w:tr w:rsidR="0014173C" w14:paraId="4845831B" w14:textId="77777777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3756" w:type="dxa"/>
            <w:tcBorders>
              <w:bottom w:val="single" w:sz="4" w:space="0" w:color="auto"/>
            </w:tcBorders>
            <w:vAlign w:val="bottom"/>
          </w:tcPr>
          <w:p w14:paraId="537110A9" w14:textId="77777777" w:rsidR="0014173C" w:rsidRDefault="0014173C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fldChar w:fldCharType="begin">
                <w:ffData>
                  <w:name w:val="Text52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 Narrow" w:hAnsi="Arial Narrow"/>
                <w:b/>
              </w:rPr>
              <w:instrText xml:space="preserve"> FORMTEXT </w:instrText>
            </w:r>
            <w:r>
              <w:rPr>
                <w:rFonts w:ascii="Arial Narrow" w:hAnsi="Arial Narrow"/>
                <w:b/>
              </w:rPr>
            </w:r>
            <w:r>
              <w:rPr>
                <w:rFonts w:ascii="Arial Narrow" w:hAnsi="Arial Narrow"/>
                <w:b/>
              </w:rPr>
              <w:fldChar w:fldCharType="separate"/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567" w:type="dxa"/>
          </w:tcPr>
          <w:p w14:paraId="3398F90A" w14:textId="77777777" w:rsidR="0014173C" w:rsidRDefault="0014173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5386" w:type="dxa"/>
            <w:tcBorders>
              <w:bottom w:val="single" w:sz="4" w:space="0" w:color="auto"/>
            </w:tcBorders>
            <w:vAlign w:val="bottom"/>
          </w:tcPr>
          <w:p w14:paraId="0E96BFB7" w14:textId="77777777" w:rsidR="0014173C" w:rsidRDefault="0014173C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</w:tr>
      <w:tr w:rsidR="0014173C" w14:paraId="005FD2CC" w14:textId="77777777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323" w:type="dxa"/>
            <w:gridSpan w:val="2"/>
          </w:tcPr>
          <w:p w14:paraId="2DC3826B" w14:textId="77777777" w:rsidR="0014173C" w:rsidRDefault="0014173C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(Ort und Datum)</w:t>
            </w:r>
          </w:p>
        </w:tc>
        <w:tc>
          <w:tcPr>
            <w:tcW w:w="5386" w:type="dxa"/>
          </w:tcPr>
          <w:p w14:paraId="406F1405" w14:textId="77777777" w:rsidR="0014173C" w:rsidRDefault="0014173C" w:rsidP="00021E39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Unterschrift der </w:t>
            </w:r>
            <w:r w:rsidR="00021E39">
              <w:rPr>
                <w:rFonts w:ascii="Arial" w:hAnsi="Arial" w:cs="Arial"/>
                <w:sz w:val="16"/>
                <w:szCs w:val="16"/>
              </w:rPr>
              <w:t>Geschäftsführung</w:t>
            </w:r>
            <w:r>
              <w:rPr>
                <w:rFonts w:ascii="Arial" w:hAnsi="Arial" w:cs="Arial"/>
                <w:sz w:val="16"/>
              </w:rPr>
              <w:t>)</w:t>
            </w:r>
          </w:p>
        </w:tc>
      </w:tr>
    </w:tbl>
    <w:p w14:paraId="77267A74" w14:textId="77777777" w:rsidR="0014173C" w:rsidRDefault="0014173C" w:rsidP="00A55E97">
      <w:pPr>
        <w:pStyle w:val="Kopfzeile"/>
        <w:tabs>
          <w:tab w:val="clear" w:pos="4536"/>
          <w:tab w:val="clear" w:pos="9072"/>
        </w:tabs>
        <w:rPr>
          <w:rFonts w:ascii="Arial" w:hAnsi="Arial" w:cs="Arial"/>
          <w:b/>
          <w:sz w:val="22"/>
        </w:rPr>
      </w:pPr>
    </w:p>
    <w:sectPr w:rsidR="0014173C" w:rsidSect="00AA6A59">
      <w:headerReference w:type="default" r:id="rId7"/>
      <w:footerReference w:type="default" r:id="rId8"/>
      <w:pgSz w:w="11906" w:h="16838" w:code="9"/>
      <w:pgMar w:top="1134" w:right="1134" w:bottom="1134" w:left="1134" w:header="567" w:footer="397" w:gutter="0"/>
      <w:pgNumType w:start="9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13DED" w14:textId="77777777" w:rsidR="0054639F" w:rsidRDefault="0054639F">
      <w:r>
        <w:separator/>
      </w:r>
    </w:p>
  </w:endnote>
  <w:endnote w:type="continuationSeparator" w:id="0">
    <w:p w14:paraId="7B6F90D6" w14:textId="77777777" w:rsidR="0054639F" w:rsidRDefault="00546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VGW Font 55">
    <w:altName w:val="Corbe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623A2" w14:textId="77777777" w:rsidR="003A6477" w:rsidRDefault="003A6477">
    <w:pPr>
      <w:pStyle w:val="Fuzeile"/>
      <w:tabs>
        <w:tab w:val="left" w:pos="284"/>
      </w:tabs>
      <w:ind w:left="-993"/>
      <w:rPr>
        <w:rFonts w:ascii="Calibri" w:hAnsi="Calibri"/>
        <w:szCs w:val="26"/>
        <w:vertAlign w:val="superscript"/>
      </w:rPr>
    </w:pPr>
    <w:r>
      <w:tab/>
    </w:r>
  </w:p>
  <w:p w14:paraId="2E81E807" w14:textId="77777777" w:rsidR="003A6477" w:rsidRDefault="003A6477">
    <w:pPr>
      <w:pBdr>
        <w:top w:val="single" w:sz="4" w:space="1" w:color="auto"/>
      </w:pBdr>
      <w:tabs>
        <w:tab w:val="center" w:pos="4820"/>
        <w:tab w:val="right" w:pos="9638"/>
      </w:tabs>
      <w:autoSpaceDE w:val="0"/>
      <w:autoSpaceDN w:val="0"/>
      <w:adjustRightInd w:val="0"/>
      <w:jc w:val="both"/>
      <w:rPr>
        <w:rFonts w:ascii="Calibri" w:hAnsi="Calibri" w:cs="Arial"/>
        <w:sz w:val="22"/>
        <w:szCs w:val="17"/>
      </w:rPr>
    </w:pPr>
    <w:r>
      <w:rPr>
        <w:rFonts w:ascii="Calibri" w:hAnsi="Calibri" w:cs="Arial"/>
        <w:sz w:val="22"/>
        <w:szCs w:val="26"/>
        <w:vertAlign w:val="superscript"/>
      </w:rPr>
      <w:t>©</w:t>
    </w:r>
    <w:r>
      <w:rPr>
        <w:rFonts w:ascii="Calibri" w:hAnsi="Calibri" w:cs="Arial"/>
        <w:sz w:val="22"/>
      </w:rPr>
      <w:t>DVGW CERT GmbH</w:t>
    </w:r>
    <w:r>
      <w:rPr>
        <w:rFonts w:ascii="Calibri" w:hAnsi="Calibri" w:cs="Arial"/>
        <w:sz w:val="22"/>
      </w:rPr>
      <w:tab/>
      <w:t>Leitungsbau</w:t>
    </w:r>
    <w:r>
      <w:rPr>
        <w:rFonts w:ascii="Calibri" w:hAnsi="Calibri" w:cs="Arial"/>
        <w:sz w:val="22"/>
      </w:rPr>
      <w:tab/>
      <w:t xml:space="preserve">              Seite </w:t>
    </w:r>
    <w:r>
      <w:rPr>
        <w:rFonts w:ascii="Calibri" w:hAnsi="Calibri" w:cs="Arial"/>
        <w:b/>
        <w:sz w:val="22"/>
      </w:rPr>
      <w:fldChar w:fldCharType="begin"/>
    </w:r>
    <w:r>
      <w:rPr>
        <w:rFonts w:ascii="Calibri" w:hAnsi="Calibri" w:cs="Arial"/>
        <w:b/>
        <w:sz w:val="22"/>
      </w:rPr>
      <w:instrText>PAGE  \* Arabic  \* MERGEFORMAT</w:instrText>
    </w:r>
    <w:r>
      <w:rPr>
        <w:rFonts w:ascii="Calibri" w:hAnsi="Calibri" w:cs="Arial"/>
        <w:b/>
        <w:sz w:val="22"/>
      </w:rPr>
      <w:fldChar w:fldCharType="separate"/>
    </w:r>
    <w:r w:rsidR="00871C9C">
      <w:rPr>
        <w:rFonts w:ascii="Calibri" w:hAnsi="Calibri" w:cs="Arial"/>
        <w:b/>
        <w:noProof/>
        <w:sz w:val="22"/>
      </w:rPr>
      <w:t>9</w:t>
    </w:r>
    <w:r>
      <w:rPr>
        <w:rFonts w:ascii="Calibri" w:hAnsi="Calibri" w:cs="Arial"/>
        <w:b/>
        <w:sz w:val="22"/>
      </w:rPr>
      <w:fldChar w:fldCharType="end"/>
    </w:r>
    <w:r>
      <w:rPr>
        <w:rFonts w:ascii="Calibri" w:hAnsi="Calibri" w:cs="Arial"/>
        <w:sz w:val="22"/>
      </w:rPr>
      <w:t xml:space="preserve"> von </w:t>
    </w:r>
    <w:r w:rsidR="00AA6A59">
      <w:rPr>
        <w:rFonts w:ascii="Calibri" w:hAnsi="Calibri" w:cs="Arial"/>
        <w:b/>
        <w:sz w:val="22"/>
      </w:rPr>
      <w:t>17</w:t>
    </w:r>
  </w:p>
  <w:p w14:paraId="48AF16C8" w14:textId="77777777" w:rsidR="003A6477" w:rsidRDefault="003A6477">
    <w:pPr>
      <w:pStyle w:val="Fuzeile"/>
      <w:ind w:left="-993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4A3A3" w14:textId="77777777" w:rsidR="0054639F" w:rsidRDefault="0054639F">
      <w:r>
        <w:separator/>
      </w:r>
    </w:p>
  </w:footnote>
  <w:footnote w:type="continuationSeparator" w:id="0">
    <w:p w14:paraId="0AD4C786" w14:textId="77777777" w:rsidR="0054639F" w:rsidRDefault="005463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479F9" w14:textId="77777777" w:rsidR="003A6477" w:rsidRDefault="003A6477">
    <w:pPr>
      <w:pStyle w:val="Kopfzeile"/>
      <w:rPr>
        <w:sz w:val="8"/>
      </w:rPr>
    </w:pPr>
  </w:p>
  <w:tbl>
    <w:tblPr>
      <w:tblW w:w="9639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60"/>
      <w:gridCol w:w="6237"/>
      <w:gridCol w:w="850"/>
      <w:gridCol w:w="992"/>
    </w:tblGrid>
    <w:tr w:rsidR="003A6477" w14:paraId="3E657B14" w14:textId="77777777">
      <w:trPr>
        <w:cantSplit/>
        <w:trHeight w:val="273"/>
      </w:trPr>
      <w:tc>
        <w:tcPr>
          <w:tcW w:w="1560" w:type="dxa"/>
          <w:vMerge w:val="restart"/>
          <w:vAlign w:val="center"/>
        </w:tcPr>
        <w:p w14:paraId="5E183EFE" w14:textId="77777777" w:rsidR="003A6477" w:rsidRDefault="003A6477">
          <w:pPr>
            <w:pStyle w:val="Kopfzeile"/>
            <w:jc w:val="center"/>
          </w:pPr>
          <w:r>
            <w:pict w14:anchorId="61B503A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4.75pt;height:43.5pt">
                <v:imagedata r:id="rId1" o:title="DVGWCERTGmbH_f"/>
              </v:shape>
            </w:pict>
          </w:r>
        </w:p>
      </w:tc>
      <w:tc>
        <w:tcPr>
          <w:tcW w:w="6237" w:type="dxa"/>
          <w:vMerge w:val="restart"/>
          <w:vAlign w:val="center"/>
        </w:tcPr>
        <w:p w14:paraId="63357894" w14:textId="77777777" w:rsidR="003A6477" w:rsidRDefault="003A6477">
          <w:pPr>
            <w:jc w:val="center"/>
            <w:rPr>
              <w:rFonts w:ascii="Arial" w:hAnsi="Arial" w:cs="Arial"/>
              <w:b/>
              <w:sz w:val="24"/>
            </w:rPr>
          </w:pPr>
          <w:r>
            <w:rPr>
              <w:rFonts w:ascii="Arial" w:hAnsi="Arial" w:cs="Arial"/>
              <w:b/>
              <w:sz w:val="24"/>
            </w:rPr>
            <w:t xml:space="preserve">Fachspezifischer Teil des Antrags für die </w:t>
          </w:r>
        </w:p>
        <w:p w14:paraId="155FAB99" w14:textId="77777777" w:rsidR="003A6477" w:rsidRDefault="003A6477" w:rsidP="00EA62F8">
          <w:pPr>
            <w:jc w:val="center"/>
          </w:pPr>
          <w:r>
            <w:rPr>
              <w:rFonts w:ascii="Arial" w:hAnsi="Arial" w:cs="Arial"/>
              <w:b/>
              <w:sz w:val="24"/>
            </w:rPr>
            <w:t>Zertifizierung von Brunnenbauunternehmen nach DVGW-Arbeitsblatt W 120-1</w:t>
          </w:r>
        </w:p>
      </w:tc>
      <w:tc>
        <w:tcPr>
          <w:tcW w:w="1842" w:type="dxa"/>
          <w:gridSpan w:val="2"/>
          <w:vAlign w:val="center"/>
        </w:tcPr>
        <w:p w14:paraId="1246BA4B" w14:textId="77777777" w:rsidR="003A6477" w:rsidRDefault="00B42E43" w:rsidP="0045771C">
          <w:pPr>
            <w:jc w:val="center"/>
            <w:rPr>
              <w:rFonts w:ascii="Calibri" w:hAnsi="Calibri"/>
            </w:rPr>
          </w:pPr>
          <w:r>
            <w:rPr>
              <w:rFonts w:ascii="Calibri" w:hAnsi="Calibri"/>
            </w:rPr>
            <w:t>70013</w:t>
          </w:r>
          <w:r w:rsidR="00AA6A59">
            <w:rPr>
              <w:rFonts w:ascii="Calibri" w:hAnsi="Calibri"/>
            </w:rPr>
            <w:t>-01</w:t>
          </w:r>
          <w:r w:rsidR="003A6477">
            <w:rPr>
              <w:rFonts w:ascii="Calibri" w:hAnsi="Calibri"/>
            </w:rPr>
            <w:t>-</w:t>
          </w:r>
          <w:r w:rsidR="0045771C">
            <w:rPr>
              <w:rFonts w:ascii="Calibri" w:hAnsi="Calibri"/>
            </w:rPr>
            <w:t>L</w:t>
          </w:r>
          <w:r w:rsidR="003A6477">
            <w:rPr>
              <w:rFonts w:ascii="Calibri" w:hAnsi="Calibri"/>
            </w:rPr>
            <w:t>-DE</w:t>
          </w:r>
        </w:p>
      </w:tc>
    </w:tr>
    <w:tr w:rsidR="003A6477" w14:paraId="275AEDA3" w14:textId="77777777">
      <w:trPr>
        <w:cantSplit/>
        <w:trHeight w:val="235"/>
      </w:trPr>
      <w:tc>
        <w:tcPr>
          <w:tcW w:w="1560" w:type="dxa"/>
          <w:vMerge/>
        </w:tcPr>
        <w:p w14:paraId="562F9212" w14:textId="77777777" w:rsidR="003A6477" w:rsidRDefault="003A6477">
          <w:pPr>
            <w:pStyle w:val="Kopfzeile"/>
            <w:rPr>
              <w:noProof/>
            </w:rPr>
          </w:pPr>
        </w:p>
      </w:tc>
      <w:tc>
        <w:tcPr>
          <w:tcW w:w="6237" w:type="dxa"/>
          <w:vMerge/>
        </w:tcPr>
        <w:p w14:paraId="7A039447" w14:textId="77777777" w:rsidR="003A6477" w:rsidRDefault="003A6477"/>
      </w:tc>
      <w:tc>
        <w:tcPr>
          <w:tcW w:w="850" w:type="dxa"/>
        </w:tcPr>
        <w:p w14:paraId="765C5C87" w14:textId="77777777" w:rsidR="003A6477" w:rsidRDefault="003A6477">
          <w:pPr>
            <w:rPr>
              <w:rFonts w:ascii="Calibri" w:hAnsi="Calibri"/>
              <w:sz w:val="18"/>
              <w:szCs w:val="18"/>
            </w:rPr>
          </w:pPr>
          <w:r>
            <w:rPr>
              <w:rFonts w:ascii="Calibri" w:hAnsi="Calibri"/>
              <w:sz w:val="18"/>
              <w:szCs w:val="18"/>
            </w:rPr>
            <w:t>Dok.-Art</w:t>
          </w:r>
        </w:p>
      </w:tc>
      <w:tc>
        <w:tcPr>
          <w:tcW w:w="992" w:type="dxa"/>
        </w:tcPr>
        <w:p w14:paraId="5056A73F" w14:textId="77777777" w:rsidR="003A6477" w:rsidRDefault="003A6477">
          <w:pPr>
            <w:rPr>
              <w:rFonts w:ascii="Calibri" w:hAnsi="Calibri"/>
              <w:sz w:val="18"/>
              <w:szCs w:val="18"/>
            </w:rPr>
          </w:pPr>
          <w:r>
            <w:rPr>
              <w:rFonts w:ascii="Calibri" w:hAnsi="Calibri"/>
              <w:sz w:val="18"/>
              <w:szCs w:val="18"/>
            </w:rPr>
            <w:t>Formular</w:t>
          </w:r>
        </w:p>
      </w:tc>
    </w:tr>
    <w:tr w:rsidR="003A6477" w14:paraId="4C4DD04E" w14:textId="77777777">
      <w:trPr>
        <w:cantSplit/>
        <w:trHeight w:val="237"/>
      </w:trPr>
      <w:tc>
        <w:tcPr>
          <w:tcW w:w="1560" w:type="dxa"/>
          <w:vMerge/>
        </w:tcPr>
        <w:p w14:paraId="665B4035" w14:textId="77777777" w:rsidR="003A6477" w:rsidRDefault="003A6477">
          <w:pPr>
            <w:pStyle w:val="Kopfzeile"/>
            <w:rPr>
              <w:noProof/>
            </w:rPr>
          </w:pPr>
        </w:p>
      </w:tc>
      <w:tc>
        <w:tcPr>
          <w:tcW w:w="6237" w:type="dxa"/>
          <w:vMerge/>
        </w:tcPr>
        <w:p w14:paraId="55BB21B8" w14:textId="77777777" w:rsidR="003A6477" w:rsidRDefault="003A6477"/>
      </w:tc>
      <w:tc>
        <w:tcPr>
          <w:tcW w:w="850" w:type="dxa"/>
        </w:tcPr>
        <w:p w14:paraId="07098257" w14:textId="77777777" w:rsidR="003A6477" w:rsidRDefault="003A6477">
          <w:pPr>
            <w:rPr>
              <w:rFonts w:ascii="Calibri" w:hAnsi="Calibri"/>
              <w:sz w:val="18"/>
              <w:szCs w:val="18"/>
            </w:rPr>
          </w:pPr>
          <w:r>
            <w:rPr>
              <w:rFonts w:ascii="Calibri" w:hAnsi="Calibri"/>
              <w:sz w:val="18"/>
              <w:szCs w:val="18"/>
            </w:rPr>
            <w:t>Verfa</w:t>
          </w:r>
          <w:r>
            <w:rPr>
              <w:rFonts w:ascii="Calibri" w:hAnsi="Calibri"/>
              <w:sz w:val="18"/>
              <w:szCs w:val="18"/>
            </w:rPr>
            <w:t>s</w:t>
          </w:r>
          <w:r>
            <w:rPr>
              <w:rFonts w:ascii="Calibri" w:hAnsi="Calibri"/>
              <w:sz w:val="18"/>
              <w:szCs w:val="18"/>
            </w:rPr>
            <w:t>ser</w:t>
          </w:r>
        </w:p>
      </w:tc>
      <w:tc>
        <w:tcPr>
          <w:tcW w:w="992" w:type="dxa"/>
        </w:tcPr>
        <w:p w14:paraId="12D9E5B3" w14:textId="77777777" w:rsidR="003A6477" w:rsidRDefault="003A6477">
          <w:pPr>
            <w:rPr>
              <w:rFonts w:ascii="Calibri" w:hAnsi="Calibri"/>
              <w:sz w:val="18"/>
              <w:szCs w:val="18"/>
            </w:rPr>
          </w:pPr>
          <w:r>
            <w:rPr>
              <w:rFonts w:ascii="Calibri" w:hAnsi="Calibri"/>
              <w:sz w:val="18"/>
              <w:szCs w:val="18"/>
            </w:rPr>
            <w:t>Schrader</w:t>
          </w:r>
        </w:p>
      </w:tc>
    </w:tr>
    <w:tr w:rsidR="003A6477" w14:paraId="2AF81577" w14:textId="77777777">
      <w:trPr>
        <w:cantSplit/>
        <w:trHeight w:val="213"/>
      </w:trPr>
      <w:tc>
        <w:tcPr>
          <w:tcW w:w="1560" w:type="dxa"/>
          <w:vMerge/>
        </w:tcPr>
        <w:p w14:paraId="603D16BA" w14:textId="77777777" w:rsidR="003A6477" w:rsidRDefault="003A6477">
          <w:pPr>
            <w:pStyle w:val="Kopfzeile"/>
            <w:rPr>
              <w:noProof/>
            </w:rPr>
          </w:pPr>
        </w:p>
      </w:tc>
      <w:tc>
        <w:tcPr>
          <w:tcW w:w="6237" w:type="dxa"/>
          <w:vMerge/>
        </w:tcPr>
        <w:p w14:paraId="229DC7F8" w14:textId="77777777" w:rsidR="003A6477" w:rsidRDefault="003A6477"/>
      </w:tc>
      <w:tc>
        <w:tcPr>
          <w:tcW w:w="850" w:type="dxa"/>
        </w:tcPr>
        <w:p w14:paraId="1A0D4C3D" w14:textId="77777777" w:rsidR="003A6477" w:rsidRDefault="003A6477">
          <w:pPr>
            <w:rPr>
              <w:rFonts w:ascii="Calibri" w:hAnsi="Calibri"/>
              <w:sz w:val="18"/>
              <w:szCs w:val="18"/>
            </w:rPr>
          </w:pPr>
          <w:r>
            <w:rPr>
              <w:rFonts w:ascii="Calibri" w:hAnsi="Calibri"/>
              <w:sz w:val="18"/>
              <w:szCs w:val="18"/>
            </w:rPr>
            <w:t>Stand</w:t>
          </w:r>
        </w:p>
      </w:tc>
      <w:tc>
        <w:tcPr>
          <w:tcW w:w="992" w:type="dxa"/>
        </w:tcPr>
        <w:p w14:paraId="0B327D28" w14:textId="77777777" w:rsidR="003A6477" w:rsidRDefault="00AA6A59">
          <w:pPr>
            <w:rPr>
              <w:rFonts w:ascii="Calibri" w:hAnsi="Calibri"/>
              <w:sz w:val="18"/>
              <w:szCs w:val="18"/>
            </w:rPr>
          </w:pPr>
          <w:r>
            <w:rPr>
              <w:rFonts w:ascii="Calibri" w:hAnsi="Calibri"/>
              <w:sz w:val="18"/>
              <w:szCs w:val="18"/>
            </w:rPr>
            <w:t>11.01.2017</w:t>
          </w:r>
        </w:p>
      </w:tc>
    </w:tr>
  </w:tbl>
  <w:p w14:paraId="0A5C36F9" w14:textId="77777777" w:rsidR="003A6477" w:rsidRDefault="003A6477">
    <w:pPr>
      <w:pStyle w:val="Kopfzeile"/>
      <w:tabs>
        <w:tab w:val="clear" w:pos="9072"/>
        <w:tab w:val="left" w:pos="7938"/>
      </w:tabs>
      <w:rPr>
        <w:rFonts w:ascii="Arial" w:hAnsi="Arial" w:cs="Arial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C0023"/>
    <w:multiLevelType w:val="hybridMultilevel"/>
    <w:tmpl w:val="F3EC53BA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4B3307"/>
    <w:multiLevelType w:val="multilevel"/>
    <w:tmpl w:val="927078A2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29B00F72"/>
    <w:multiLevelType w:val="hybridMultilevel"/>
    <w:tmpl w:val="88408414"/>
    <w:lvl w:ilvl="0" w:tplc="BE8A426A">
      <w:start w:val="1"/>
      <w:numFmt w:val="bullet"/>
      <w:lvlText w:val="•"/>
      <w:lvlJc w:val="left"/>
      <w:pPr>
        <w:tabs>
          <w:tab w:val="num" w:pos="2140"/>
        </w:tabs>
        <w:ind w:left="2140" w:hanging="496"/>
      </w:pPr>
      <w:rPr>
        <w:rFonts w:ascii="DVGW Font 55" w:hAnsi="DVGW Font 55"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68E5"/>
    <w:multiLevelType w:val="hybridMultilevel"/>
    <w:tmpl w:val="C6AEB36E"/>
    <w:lvl w:ilvl="0" w:tplc="25CA356C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44869"/>
    <w:multiLevelType w:val="hybridMultilevel"/>
    <w:tmpl w:val="61CC57CC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8F1E5A"/>
    <w:multiLevelType w:val="singleLevel"/>
    <w:tmpl w:val="35BCDCFE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91A201B"/>
    <w:multiLevelType w:val="hybridMultilevel"/>
    <w:tmpl w:val="C4DEFCC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BED19D6"/>
    <w:multiLevelType w:val="multilevel"/>
    <w:tmpl w:val="D8A60A5E"/>
    <w:lvl w:ilvl="0">
      <w:start w:val="7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E654BF9"/>
    <w:multiLevelType w:val="multilevel"/>
    <w:tmpl w:val="8640B8EC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52FA7FC2"/>
    <w:multiLevelType w:val="singleLevel"/>
    <w:tmpl w:val="36AA7FFA"/>
    <w:lvl w:ilvl="0">
      <w:start w:val="1"/>
      <w:numFmt w:val="decimal"/>
      <w:lvlText w:val="%1."/>
      <w:lvlJc w:val="left"/>
      <w:pPr>
        <w:tabs>
          <w:tab w:val="num" w:pos="3"/>
        </w:tabs>
        <w:ind w:left="3" w:hanging="570"/>
      </w:pPr>
      <w:rPr>
        <w:rFonts w:hint="default"/>
        <w:b/>
        <w:sz w:val="22"/>
      </w:rPr>
    </w:lvl>
  </w:abstractNum>
  <w:abstractNum w:abstractNumId="11" w15:restartNumberingAfterBreak="0">
    <w:nsid w:val="554F031F"/>
    <w:multiLevelType w:val="hybridMultilevel"/>
    <w:tmpl w:val="B192BE02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AF56EC"/>
    <w:multiLevelType w:val="hybridMultilevel"/>
    <w:tmpl w:val="D2FC95EA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2161F6"/>
    <w:multiLevelType w:val="hybridMultilevel"/>
    <w:tmpl w:val="AD5660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221A4A"/>
    <w:multiLevelType w:val="hybridMultilevel"/>
    <w:tmpl w:val="9E78D530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042AFA"/>
    <w:multiLevelType w:val="hybridMultilevel"/>
    <w:tmpl w:val="04D00F14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73206F"/>
    <w:multiLevelType w:val="multilevel"/>
    <w:tmpl w:val="E5EE5D1C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16"/>
  </w:num>
  <w:num w:numId="5">
    <w:abstractNumId w:val="7"/>
  </w:num>
  <w:num w:numId="6">
    <w:abstractNumId w:val="1"/>
  </w:num>
  <w:num w:numId="7">
    <w:abstractNumId w:val="15"/>
  </w:num>
  <w:num w:numId="8">
    <w:abstractNumId w:val="4"/>
  </w:num>
  <w:num w:numId="9">
    <w:abstractNumId w:val="12"/>
  </w:num>
  <w:num w:numId="10">
    <w:abstractNumId w:val="11"/>
  </w:num>
  <w:num w:numId="11">
    <w:abstractNumId w:val="0"/>
  </w:num>
  <w:num w:numId="12">
    <w:abstractNumId w:val="6"/>
  </w:num>
  <w:num w:numId="13">
    <w:abstractNumId w:val="14"/>
  </w:num>
  <w:num w:numId="14">
    <w:abstractNumId w:val="2"/>
  </w:num>
  <w:num w:numId="18">
    <w:abstractNumId w:val="3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doNotTrackMoves/>
  <w:documentProtection w:edit="forms" w:enforcement="1" w:cryptProviderType="rsaAES" w:cryptAlgorithmClass="hash" w:cryptAlgorithmType="typeAny" w:cryptAlgorithmSid="14" w:cryptSpinCount="100000" w:hash="sBGPwQ/mDIkZkCeX+ipWSkpAnfAXlQnbMSJw0M3zxx7y+CwLSdjrcZxRrVx/tJ6XCWN1Gp5mNQ7hbFyZ5BZRXA==" w:salt="w9Q/Rftc7rFV+2UsywjEBA==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75951"/>
    <w:rsid w:val="0000290F"/>
    <w:rsid w:val="000051F6"/>
    <w:rsid w:val="00021E39"/>
    <w:rsid w:val="00033D12"/>
    <w:rsid w:val="000408AA"/>
    <w:rsid w:val="000468CC"/>
    <w:rsid w:val="00087E3C"/>
    <w:rsid w:val="00091208"/>
    <w:rsid w:val="000D0789"/>
    <w:rsid w:val="000D461D"/>
    <w:rsid w:val="000F2BD3"/>
    <w:rsid w:val="00112A5A"/>
    <w:rsid w:val="0012166F"/>
    <w:rsid w:val="001222F5"/>
    <w:rsid w:val="00131D66"/>
    <w:rsid w:val="0014173C"/>
    <w:rsid w:val="001440D7"/>
    <w:rsid w:val="001977A9"/>
    <w:rsid w:val="001D53F3"/>
    <w:rsid w:val="00230B9A"/>
    <w:rsid w:val="0023294F"/>
    <w:rsid w:val="00243301"/>
    <w:rsid w:val="00245636"/>
    <w:rsid w:val="00261594"/>
    <w:rsid w:val="002F0107"/>
    <w:rsid w:val="002F1CF8"/>
    <w:rsid w:val="002F710E"/>
    <w:rsid w:val="003001B7"/>
    <w:rsid w:val="00316BC5"/>
    <w:rsid w:val="00355114"/>
    <w:rsid w:val="00383835"/>
    <w:rsid w:val="003A3CD1"/>
    <w:rsid w:val="003A6477"/>
    <w:rsid w:val="003C7420"/>
    <w:rsid w:val="003D105E"/>
    <w:rsid w:val="00421DD9"/>
    <w:rsid w:val="004237A7"/>
    <w:rsid w:val="00440F10"/>
    <w:rsid w:val="00444BDB"/>
    <w:rsid w:val="0045771C"/>
    <w:rsid w:val="00460120"/>
    <w:rsid w:val="004C2EAA"/>
    <w:rsid w:val="004E2B4D"/>
    <w:rsid w:val="00504363"/>
    <w:rsid w:val="0054639F"/>
    <w:rsid w:val="0057035F"/>
    <w:rsid w:val="0058253E"/>
    <w:rsid w:val="00585D4F"/>
    <w:rsid w:val="00587210"/>
    <w:rsid w:val="00592CF3"/>
    <w:rsid w:val="005B41D5"/>
    <w:rsid w:val="005C0C08"/>
    <w:rsid w:val="005D6A51"/>
    <w:rsid w:val="006038AF"/>
    <w:rsid w:val="0064131E"/>
    <w:rsid w:val="00684E22"/>
    <w:rsid w:val="006C3941"/>
    <w:rsid w:val="0070365D"/>
    <w:rsid w:val="00772100"/>
    <w:rsid w:val="007A610F"/>
    <w:rsid w:val="007E487F"/>
    <w:rsid w:val="007F5310"/>
    <w:rsid w:val="008124C0"/>
    <w:rsid w:val="00827E9A"/>
    <w:rsid w:val="008648E6"/>
    <w:rsid w:val="00871C9C"/>
    <w:rsid w:val="008729A3"/>
    <w:rsid w:val="008B0086"/>
    <w:rsid w:val="008B382B"/>
    <w:rsid w:val="008B5199"/>
    <w:rsid w:val="008B6806"/>
    <w:rsid w:val="008C3856"/>
    <w:rsid w:val="008D3647"/>
    <w:rsid w:val="00953A7D"/>
    <w:rsid w:val="00985E48"/>
    <w:rsid w:val="00996847"/>
    <w:rsid w:val="009968C5"/>
    <w:rsid w:val="009A489D"/>
    <w:rsid w:val="009C06FE"/>
    <w:rsid w:val="009E4875"/>
    <w:rsid w:val="00A07060"/>
    <w:rsid w:val="00A55E97"/>
    <w:rsid w:val="00AA6A59"/>
    <w:rsid w:val="00AB4C08"/>
    <w:rsid w:val="00AC3EEF"/>
    <w:rsid w:val="00AD583A"/>
    <w:rsid w:val="00AF752F"/>
    <w:rsid w:val="00B12E4C"/>
    <w:rsid w:val="00B34C47"/>
    <w:rsid w:val="00B42E43"/>
    <w:rsid w:val="00B50106"/>
    <w:rsid w:val="00B75951"/>
    <w:rsid w:val="00B94C12"/>
    <w:rsid w:val="00BC209C"/>
    <w:rsid w:val="00C24A0C"/>
    <w:rsid w:val="00C622BC"/>
    <w:rsid w:val="00C95839"/>
    <w:rsid w:val="00CE516E"/>
    <w:rsid w:val="00D405E3"/>
    <w:rsid w:val="00D52E5F"/>
    <w:rsid w:val="00D84A93"/>
    <w:rsid w:val="00D90192"/>
    <w:rsid w:val="00DB1E40"/>
    <w:rsid w:val="00DC1A34"/>
    <w:rsid w:val="00E06D5C"/>
    <w:rsid w:val="00E140BC"/>
    <w:rsid w:val="00E2592D"/>
    <w:rsid w:val="00E45F5F"/>
    <w:rsid w:val="00E76624"/>
    <w:rsid w:val="00E86250"/>
    <w:rsid w:val="00EA62F8"/>
    <w:rsid w:val="00EB6261"/>
    <w:rsid w:val="00EE6CB7"/>
    <w:rsid w:val="00F64B58"/>
    <w:rsid w:val="00F661DB"/>
    <w:rsid w:val="00F85D6D"/>
    <w:rsid w:val="00F87200"/>
    <w:rsid w:val="00FA2DA3"/>
    <w:rsid w:val="00FE1F7D"/>
    <w:rsid w:val="00FE511A"/>
    <w:rsid w:val="00FF7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226D6A9E"/>
  <w15:chartTrackingRefBased/>
  <w15:docId w15:val="{614E94B9-1ABA-4937-BCCF-782E92D78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D0789"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b/>
      <w:sz w:val="18"/>
    </w:rPr>
  </w:style>
  <w:style w:type="paragraph" w:styleId="berschrift2">
    <w:name w:val="heading 2"/>
    <w:basedOn w:val="Standard"/>
    <w:next w:val="Standard"/>
    <w:qFormat/>
    <w:pPr>
      <w:keepNext/>
      <w:ind w:right="214"/>
      <w:jc w:val="right"/>
      <w:outlineLvl w:val="1"/>
    </w:pPr>
    <w:rPr>
      <w:rFonts w:ascii="Arial" w:hAnsi="Arial"/>
      <w:b/>
    </w:rPr>
  </w:style>
  <w:style w:type="paragraph" w:styleId="berschrift3">
    <w:name w:val="heading 3"/>
    <w:basedOn w:val="Standard"/>
    <w:next w:val="Standard"/>
    <w:qFormat/>
    <w:pPr>
      <w:keepNext/>
      <w:ind w:left="570" w:hanging="3"/>
      <w:outlineLvl w:val="2"/>
    </w:pPr>
    <w:rPr>
      <w:rFonts w:ascii="Arial" w:hAnsi="Arial"/>
      <w:b/>
      <w:sz w:val="22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567"/>
      </w:tabs>
      <w:outlineLvl w:val="3"/>
    </w:pPr>
    <w:rPr>
      <w:rFonts w:ascii="Arial" w:hAnsi="Arial"/>
      <w:b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567"/>
      </w:tabs>
      <w:outlineLvl w:val="4"/>
    </w:pPr>
    <w:rPr>
      <w:b/>
      <w:sz w:val="22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Arial" w:hAnsi="Arial"/>
      <w:b/>
    </w:rPr>
  </w:style>
  <w:style w:type="paragraph" w:styleId="berschrift7">
    <w:name w:val="heading 7"/>
    <w:basedOn w:val="Standard"/>
    <w:next w:val="Standard"/>
    <w:qFormat/>
    <w:pPr>
      <w:keepNext/>
      <w:jc w:val="both"/>
      <w:outlineLvl w:val="6"/>
    </w:pPr>
    <w:rPr>
      <w:rFonts w:ascii="Arial" w:hAnsi="Arial"/>
      <w:b/>
    </w:rPr>
  </w:style>
  <w:style w:type="paragraph" w:styleId="berschrift8">
    <w:name w:val="heading 8"/>
    <w:basedOn w:val="Standard"/>
    <w:next w:val="Standard"/>
    <w:qFormat/>
    <w:pPr>
      <w:keepNext/>
      <w:jc w:val="both"/>
      <w:outlineLvl w:val="7"/>
    </w:pPr>
    <w:rPr>
      <w:rFonts w:ascii="Arial" w:hAnsi="Arial"/>
      <w:b/>
      <w:sz w:val="16"/>
    </w:rPr>
  </w:style>
  <w:style w:type="paragraph" w:styleId="berschrift9">
    <w:name w:val="heading 9"/>
    <w:basedOn w:val="Standard"/>
    <w:next w:val="Standard"/>
    <w:qFormat/>
    <w:pPr>
      <w:keepNext/>
      <w:tabs>
        <w:tab w:val="left" w:pos="-2847"/>
        <w:tab w:val="left" w:pos="-2502"/>
        <w:tab w:val="left" w:pos="-1713"/>
        <w:tab w:val="left" w:pos="-1147"/>
        <w:tab w:val="left" w:pos="-806"/>
        <w:tab w:val="left" w:pos="56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56" w:line="360" w:lineRule="auto"/>
      <w:outlineLvl w:val="8"/>
    </w:pPr>
    <w:rPr>
      <w:rFonts w:ascii="Arial" w:hAnsi="Arial" w:cs="Arial"/>
      <w:b/>
      <w:bCs/>
      <w:sz w:val="16"/>
      <w:szCs w:val="16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Textkrper">
    <w:name w:val="Body Text"/>
    <w:basedOn w:val="Standard"/>
    <w:semiHidden/>
    <w:pPr>
      <w:jc w:val="both"/>
    </w:pPr>
    <w:rPr>
      <w:rFonts w:ascii="Arial" w:hAnsi="Arial"/>
      <w:b/>
      <w:sz w:val="22"/>
    </w:rPr>
  </w:style>
  <w:style w:type="character" w:styleId="Seitenzahl">
    <w:name w:val="page number"/>
    <w:basedOn w:val="Absatz-Standardschriftart"/>
    <w:semiHidden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character" w:styleId="BesuchterHyperlink">
    <w:name w:val="BesuchterHyperlink"/>
    <w:semiHidden/>
    <w:rPr>
      <w:color w:val="800080"/>
      <w:u w:val="single"/>
    </w:rPr>
  </w:style>
  <w:style w:type="paragraph" w:styleId="Textkrper2">
    <w:name w:val="Body Text 2"/>
    <w:basedOn w:val="Standard"/>
    <w:semiHidden/>
    <w:pPr>
      <w:jc w:val="both"/>
    </w:pPr>
    <w:rPr>
      <w:rFonts w:ascii="Arial" w:hAnsi="Arial"/>
    </w:rPr>
  </w:style>
  <w:style w:type="paragraph" w:styleId="Textkrper3">
    <w:name w:val="Body Text 3"/>
    <w:basedOn w:val="Standard"/>
    <w:semiHidden/>
    <w:pPr>
      <w:jc w:val="both"/>
    </w:pPr>
    <w:rPr>
      <w:rFonts w:ascii="Arial" w:hAnsi="Arial"/>
      <w:sz w:val="16"/>
    </w:rPr>
  </w:style>
  <w:style w:type="character" w:styleId="Funotenzeichen">
    <w:name w:val="footnote reference"/>
    <w:semiHidden/>
  </w:style>
  <w:style w:type="paragraph" w:customStyle="1" w:styleId="Flietext">
    <w:name w:val="Fließtext"/>
    <w:basedOn w:val="Standard"/>
    <w:pPr>
      <w:widowControl w:val="0"/>
      <w:tabs>
        <w:tab w:val="left" w:pos="425"/>
      </w:tabs>
      <w:autoSpaceDE w:val="0"/>
      <w:autoSpaceDN w:val="0"/>
      <w:adjustRightInd w:val="0"/>
      <w:jc w:val="both"/>
    </w:pPr>
    <w:rPr>
      <w:rFonts w:ascii="Arial" w:hAnsi="Arial" w:cs="Arial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F010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2F01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beits-Daten\DVGW_2007\Antr&#228;ge_2007_GmbH\Fachunternehmen\Antrag_2007\A_Funternehmen_gw301_GmbH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A_Funternehmen_gw301_GmbH</Template>
  <TotalTime>0</TotalTime>
  <Pages>9</Pages>
  <Words>1988</Words>
  <Characters>12528</Characters>
  <Application>Microsoft Office Word</Application>
  <DocSecurity>0</DocSecurity>
  <Lines>104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Zertifizierungsstelle</vt:lpstr>
    </vt:vector>
  </TitlesOfParts>
  <Company>DVGW</Company>
  <LinksUpToDate>false</LinksUpToDate>
  <CharactersWithSpaces>14488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Zertifizierungsstelle</dc:title>
  <dc:subject/>
  <dc:creator>M.Weckheuer</dc:creator>
  <cp:keywords/>
  <cp:lastModifiedBy>Feldhaus, Jan</cp:lastModifiedBy>
  <cp:revision>2</cp:revision>
  <cp:lastPrinted>2014-03-25T10:43:00Z</cp:lastPrinted>
  <dcterms:created xsi:type="dcterms:W3CDTF">2021-12-15T13:24:00Z</dcterms:created>
  <dcterms:modified xsi:type="dcterms:W3CDTF">2021-12-15T13:24:00Z</dcterms:modified>
</cp:coreProperties>
</file>