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73C" w:rsidRDefault="0014173C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/>
          <w:b/>
          <w:sz w:val="22"/>
        </w:rPr>
        <w:t>7.1</w:t>
      </w:r>
      <w:r>
        <w:rPr>
          <w:rFonts w:ascii="Arial" w:hAnsi="Arial"/>
          <w:b/>
          <w:sz w:val="22"/>
        </w:rPr>
        <w:tab/>
      </w:r>
      <w:r>
        <w:rPr>
          <w:rFonts w:ascii="Arial" w:hAnsi="Arial" w:cs="Arial"/>
          <w:b/>
          <w:bCs/>
          <w:sz w:val="22"/>
        </w:rPr>
        <w:t>Erfahrung des Unternehmens</w:t>
      </w:r>
      <w:r w:rsidR="0028536D">
        <w:rPr>
          <w:rFonts w:ascii="Arial" w:hAnsi="Arial" w:cs="Arial"/>
          <w:b/>
          <w:bCs/>
          <w:sz w:val="22"/>
        </w:rPr>
        <w:t xml:space="preserve"> (Fachbetrieb bzw. Planungsbüro)</w:t>
      </w:r>
      <w:r>
        <w:rPr>
          <w:rFonts w:ascii="Arial" w:hAnsi="Arial" w:cs="Arial"/>
          <w:b/>
          <w:bCs/>
          <w:sz w:val="22"/>
        </w:rPr>
        <w:t xml:space="preserve"> </w:t>
      </w:r>
    </w:p>
    <w:p w:rsidR="0014173C" w:rsidRDefault="0014173C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bCs/>
          <w:sz w:val="1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:rsidR="0014173C" w:rsidRDefault="0014173C">
      <w:pPr>
        <w:rPr>
          <w:rFonts w:ascii="Arial" w:hAnsi="Arial" w:cs="Arial"/>
          <w:bCs/>
          <w:sz w:val="18"/>
        </w:rPr>
      </w:pPr>
    </w:p>
    <w:tbl>
      <w:tblPr>
        <w:tblW w:w="9783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32"/>
        <w:gridCol w:w="992"/>
        <w:gridCol w:w="1134"/>
        <w:gridCol w:w="1134"/>
        <w:gridCol w:w="1134"/>
        <w:gridCol w:w="1134"/>
        <w:gridCol w:w="1123"/>
      </w:tblGrid>
      <w:tr w:rsidR="0028536D" w:rsidTr="00B54E3C">
        <w:trPr>
          <w:cantSplit/>
          <w:trHeight w:val="496"/>
        </w:trPr>
        <w:tc>
          <w:tcPr>
            <w:tcW w:w="3132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28536D" w:rsidRDefault="0028536D">
            <w:pPr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28536D" w:rsidRDefault="0028536D" w:rsidP="0028536D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</w:t>
            </w:r>
          </w:p>
          <w:p w:rsidR="0028536D" w:rsidRDefault="0028536D" w:rsidP="0028536D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Referenzschreiben/Nummer bzw.</w:t>
            </w:r>
            <w:r w:rsidR="00B54E3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Anschrift inkl. Tel., Email und</w:t>
            </w:r>
            <w:r w:rsidR="00B54E3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Ansprechpartner</w:t>
            </w:r>
          </w:p>
        </w:tc>
        <w:tc>
          <w:tcPr>
            <w:tcW w:w="992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28536D" w:rsidRDefault="0028536D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28536D" w:rsidRDefault="00E87B68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Jahr</w:t>
            </w:r>
          </w:p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28536D" w:rsidRDefault="0028536D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28536D" w:rsidRDefault="0028536D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Werk</w:t>
            </w:r>
            <w:r>
              <w:rPr>
                <w:rFonts w:ascii="Arial" w:hAnsi="Arial" w:cs="Arial"/>
                <w:b/>
                <w:bCs/>
              </w:rPr>
              <w:softHyphen/>
              <w:t>stoff:</w:t>
            </w:r>
          </w:p>
          <w:p w:rsidR="0028536D" w:rsidRPr="001C035C" w:rsidRDefault="0028536D" w:rsidP="0028536D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035C">
              <w:rPr>
                <w:rFonts w:ascii="Arial" w:hAnsi="Arial" w:cs="Arial"/>
                <w:b/>
                <w:bCs/>
                <w:sz w:val="18"/>
                <w:szCs w:val="18"/>
              </w:rPr>
              <w:t>CC/PCC</w:t>
            </w:r>
          </w:p>
          <w:p w:rsidR="0028536D" w:rsidRPr="001C035C" w:rsidRDefault="0028536D" w:rsidP="0028536D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035C">
              <w:rPr>
                <w:rFonts w:ascii="Arial" w:hAnsi="Arial" w:cs="Arial"/>
                <w:b/>
                <w:bCs/>
                <w:sz w:val="18"/>
                <w:szCs w:val="18"/>
              </w:rPr>
              <w:t>PB</w:t>
            </w:r>
          </w:p>
          <w:p w:rsidR="001C035C" w:rsidRPr="001C035C" w:rsidRDefault="0038797A" w:rsidP="0028536D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1C035C" w:rsidRPr="001C035C">
              <w:rPr>
                <w:rFonts w:ascii="Arial" w:hAnsi="Arial" w:cs="Arial"/>
                <w:b/>
                <w:bCs/>
                <w:sz w:val="18"/>
                <w:szCs w:val="18"/>
              </w:rPr>
              <w:t>DP</w:t>
            </w:r>
          </w:p>
          <w:p w:rsidR="0028536D" w:rsidRPr="001C035C" w:rsidRDefault="0038797A" w:rsidP="0028536D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28536D" w:rsidRPr="001C035C">
              <w:rPr>
                <w:rFonts w:ascii="Arial" w:hAnsi="Arial" w:cs="Arial"/>
                <w:b/>
                <w:bCs/>
                <w:sz w:val="18"/>
                <w:szCs w:val="18"/>
              </w:rPr>
              <w:t>DB</w:t>
            </w:r>
          </w:p>
          <w:p w:rsidR="0028536D" w:rsidRDefault="0028536D" w:rsidP="0028536D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035C">
              <w:rPr>
                <w:rFonts w:ascii="Arial" w:hAnsi="Arial" w:cs="Arial"/>
                <w:b/>
                <w:bCs/>
                <w:sz w:val="18"/>
                <w:szCs w:val="18"/>
              </w:rPr>
              <w:t>NI</w:t>
            </w:r>
          </w:p>
          <w:p w:rsidR="00C25F6F" w:rsidRDefault="00C25F6F" w:rsidP="0028536D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GFK</w:t>
            </w:r>
          </w:p>
        </w:tc>
        <w:tc>
          <w:tcPr>
            <w:tcW w:w="4525" w:type="dxa"/>
            <w:gridSpan w:val="4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28536D" w:rsidRDefault="0028536D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28536D" w:rsidRDefault="0028536D" w:rsidP="0028536D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bCs/>
              </w:rPr>
              <w:t>Gruppen</w:t>
            </w:r>
          </w:p>
        </w:tc>
      </w:tr>
      <w:tr w:rsidR="00B54E3C" w:rsidTr="00B54E3C">
        <w:trPr>
          <w:cantSplit/>
          <w:trHeight w:val="844"/>
        </w:trPr>
        <w:tc>
          <w:tcPr>
            <w:tcW w:w="313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54E3C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54E3C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54E3C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54E3C" w:rsidRDefault="00B54E3C" w:rsidP="00B54E3C">
            <w:pPr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Systembehälter</w:t>
            </w:r>
          </w:p>
          <w:p w:rsidR="00B54E3C" w:rsidRDefault="00B54E3C" w:rsidP="00B54E3C">
            <w:pPr>
              <w:spacing w:after="112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54E3C" w:rsidRDefault="00B54E3C" w:rsidP="00B54E3C">
            <w:pPr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Neubau*</w:t>
            </w:r>
          </w:p>
          <w:p w:rsidR="00B54E3C" w:rsidRDefault="00B54E3C" w:rsidP="00B54E3C">
            <w:pPr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  <w:p w:rsidR="00B54E3C" w:rsidRDefault="00B54E3C" w:rsidP="00B54E3C">
            <w:pPr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  <w:p w:rsidR="00B54E3C" w:rsidRDefault="00B54E3C" w:rsidP="00B54E3C">
            <w:pPr>
              <w:spacing w:after="112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54E3C" w:rsidRDefault="00B54E3C" w:rsidP="00B54E3C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B54E3C" w:rsidRPr="0028536D" w:rsidRDefault="00B54E3C" w:rsidP="00B54E3C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ind w:left="-168" w:right="-95"/>
              <w:jc w:val="center"/>
              <w:rPr>
                <w:rFonts w:ascii="Arial" w:hAnsi="Arial" w:cs="Arial"/>
                <w:b/>
              </w:rPr>
            </w:pPr>
            <w:r w:rsidRPr="0028536D">
              <w:rPr>
                <w:rFonts w:ascii="Arial" w:hAnsi="Arial" w:cs="Arial"/>
                <w:b/>
              </w:rPr>
              <w:t>Instand-</w:t>
            </w:r>
          </w:p>
          <w:p w:rsidR="00B54E3C" w:rsidRDefault="00B54E3C" w:rsidP="00B54E3C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ind w:left="-168" w:right="-95"/>
              <w:jc w:val="center"/>
              <w:rPr>
                <w:rFonts w:ascii="Arial" w:hAnsi="Arial" w:cs="Arial"/>
                <w:b/>
              </w:rPr>
            </w:pPr>
            <w:r w:rsidRPr="0028536D">
              <w:rPr>
                <w:rFonts w:ascii="Arial" w:hAnsi="Arial" w:cs="Arial"/>
                <w:b/>
              </w:rPr>
              <w:t>Setzung</w:t>
            </w:r>
          </w:p>
          <w:p w:rsidR="00B54E3C" w:rsidRDefault="00B54E3C" w:rsidP="00B54E3C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ind w:left="-168" w:right="-95"/>
              <w:jc w:val="center"/>
              <w:rPr>
                <w:rFonts w:ascii="Arial" w:hAnsi="Arial" w:cs="Arial"/>
                <w:b/>
              </w:rPr>
            </w:pPr>
          </w:p>
          <w:p w:rsidR="00B54E3C" w:rsidRDefault="00B54E3C" w:rsidP="00B54E3C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ind w:left="-168" w:right="-95"/>
              <w:jc w:val="center"/>
              <w:rPr>
                <w:rFonts w:ascii="Arial" w:hAnsi="Arial" w:cs="Arial"/>
                <w:b/>
              </w:rPr>
            </w:pPr>
          </w:p>
          <w:p w:rsidR="00B54E3C" w:rsidRDefault="00B54E3C" w:rsidP="00B54E3C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ind w:left="-168" w:right="-95"/>
              <w:jc w:val="center"/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54E3C" w:rsidRDefault="00B54E3C" w:rsidP="00B54E3C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B54E3C" w:rsidRDefault="00B54E3C" w:rsidP="00B54E3C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bCs/>
              </w:rPr>
              <w:t>Oberfläche</w:t>
            </w:r>
          </w:p>
        </w:tc>
      </w:tr>
      <w:tr w:rsidR="00B54E3C" w:rsidTr="00B54E3C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bookmarkStart w:id="0" w:name="_GoBack"/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bookmarkEnd w:id="0"/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69"/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bookmarkEnd w:id="1"/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70"/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71"/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  <w:bookmarkEnd w:id="3"/>
          </w:p>
        </w:tc>
      </w:tr>
      <w:tr w:rsidR="00B54E3C" w:rsidTr="00B54E3C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54E3C" w:rsidTr="00B54E3C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54E3C" w:rsidTr="00B54E3C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54E3C" w:rsidTr="00B54E3C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54E3C" w:rsidTr="00B54E3C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54E3C" w:rsidTr="00B54E3C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54E3C" w:rsidTr="00B54E3C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54E3C" w:rsidTr="00B54E3C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54E3C" w:rsidTr="00B54E3C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Default="00B54E3C" w:rsidP="00B54E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54E3C" w:rsidRPr="004E7867" w:rsidRDefault="00B54E3C" w:rsidP="00B54E3C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:rsidR="00ED6EAA" w:rsidRDefault="00ED6EAA" w:rsidP="00503079">
      <w:pPr>
        <w:pStyle w:val="Kopfzeile"/>
        <w:tabs>
          <w:tab w:val="clear" w:pos="4536"/>
          <w:tab w:val="clear" w:pos="9072"/>
        </w:tabs>
        <w:spacing w:before="60"/>
        <w:rPr>
          <w:rFonts w:ascii="Arial" w:hAnsi="Arial" w:cs="Arial"/>
          <w:sz w:val="14"/>
          <w:szCs w:val="14"/>
        </w:rPr>
      </w:pPr>
      <w:r w:rsidRPr="00503079">
        <w:rPr>
          <w:rFonts w:ascii="Arial" w:hAnsi="Arial" w:cs="Arial"/>
          <w:sz w:val="14"/>
          <w:szCs w:val="14"/>
        </w:rPr>
        <w:t>* Nur in Kombination mit CC/PCC und/oder NI</w:t>
      </w:r>
    </w:p>
    <w:p w:rsidR="00503079" w:rsidRDefault="00503079" w:rsidP="00503079">
      <w:pPr>
        <w:pStyle w:val="Kopfzeile"/>
        <w:tabs>
          <w:tab w:val="clear" w:pos="4536"/>
          <w:tab w:val="clear" w:pos="9072"/>
        </w:tabs>
        <w:spacing w:before="60"/>
        <w:rPr>
          <w:rFonts w:ascii="Arial" w:hAnsi="Arial" w:cs="Arial"/>
          <w:sz w:val="18"/>
          <w:szCs w:val="18"/>
        </w:rPr>
      </w:pPr>
    </w:p>
    <w:p w:rsidR="00503079" w:rsidRPr="00503079" w:rsidRDefault="00503079" w:rsidP="00503079">
      <w:pPr>
        <w:pStyle w:val="Kopfzeile"/>
        <w:tabs>
          <w:tab w:val="clear" w:pos="4536"/>
          <w:tab w:val="clear" w:pos="9072"/>
        </w:tabs>
        <w:spacing w:before="60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563"/>
        <w:gridCol w:w="5346"/>
      </w:tblGrid>
      <w:tr w:rsidR="00ED6EAA" w:rsidTr="00ED6EAA">
        <w:trPr>
          <w:trHeight w:val="456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ED6EAA" w:rsidRDefault="00ED6EAA" w:rsidP="0022697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:rsidR="00ED6EAA" w:rsidRDefault="00ED6EAA" w:rsidP="0022697A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ED6EAA" w:rsidRDefault="00ED6EAA" w:rsidP="0022697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ED6EAA" w:rsidTr="00ED6EAA">
        <w:trPr>
          <w:trHeight w:val="284"/>
        </w:trPr>
        <w:tc>
          <w:tcPr>
            <w:tcW w:w="4253" w:type="dxa"/>
            <w:gridSpan w:val="2"/>
          </w:tcPr>
          <w:p w:rsidR="00ED6EAA" w:rsidRDefault="00ED6EAA" w:rsidP="0022697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ED6EAA" w:rsidRDefault="00ED6EAA" w:rsidP="0029156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29156F">
              <w:rPr>
                <w:rFonts w:ascii="Arial" w:hAnsi="Arial" w:cs="Arial"/>
                <w:sz w:val="16"/>
              </w:rPr>
              <w:t>R</w:t>
            </w:r>
            <w:r>
              <w:rPr>
                <w:rFonts w:ascii="Arial" w:hAnsi="Arial" w:cs="Arial"/>
                <w:sz w:val="16"/>
              </w:rPr>
              <w:t xml:space="preserve">echtsverbindliche </w:t>
            </w:r>
            <w:r>
              <w:rPr>
                <w:rFonts w:ascii="Arial" w:hAnsi="Arial" w:cs="Arial"/>
                <w:sz w:val="16"/>
                <w:szCs w:val="16"/>
              </w:rPr>
              <w:t>Unterschrift des beantragten Zertif</w:t>
            </w:r>
            <w:r w:rsidR="00503079">
              <w:rPr>
                <w:rFonts w:ascii="Arial" w:hAnsi="Arial" w:cs="Arial"/>
                <w:sz w:val="16"/>
                <w:szCs w:val="16"/>
              </w:rPr>
              <w:t>ikats</w:t>
            </w:r>
            <w:r w:rsidR="0029156F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nhabers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14173C" w:rsidRDefault="0014173C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7.2</w:t>
      </w:r>
      <w:r>
        <w:rPr>
          <w:rFonts w:ascii="Arial" w:hAnsi="Arial" w:cs="Arial"/>
          <w:b/>
          <w:bCs/>
          <w:sz w:val="22"/>
        </w:rPr>
        <w:tab/>
        <w:t xml:space="preserve">Erfahrung des </w:t>
      </w:r>
      <w:r w:rsidR="00503079">
        <w:rPr>
          <w:rFonts w:ascii="Arial" w:hAnsi="Arial" w:cs="Arial"/>
          <w:b/>
          <w:bCs/>
          <w:sz w:val="22"/>
        </w:rPr>
        <w:t>Planers bzw. der Fachaufsicht</w:t>
      </w:r>
    </w:p>
    <w:p w:rsidR="0014173C" w:rsidRDefault="0014173C">
      <w:pPr>
        <w:tabs>
          <w:tab w:val="left" w:pos="543"/>
        </w:tabs>
        <w:rPr>
          <w:rFonts w:ascii="Arial" w:hAnsi="Arial" w:cs="Arial"/>
          <w:bCs/>
          <w:sz w:val="1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:rsidR="0014173C" w:rsidRDefault="0014173C">
      <w:pPr>
        <w:rPr>
          <w:rFonts w:ascii="Arial" w:hAnsi="Arial" w:cs="Arial"/>
          <w:bCs/>
          <w:sz w:val="18"/>
        </w:rPr>
      </w:pPr>
    </w:p>
    <w:tbl>
      <w:tblPr>
        <w:tblW w:w="9783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32"/>
        <w:gridCol w:w="992"/>
        <w:gridCol w:w="1134"/>
        <w:gridCol w:w="1134"/>
        <w:gridCol w:w="1134"/>
        <w:gridCol w:w="1134"/>
        <w:gridCol w:w="1123"/>
      </w:tblGrid>
      <w:tr w:rsidR="00744A97" w:rsidTr="00744A97">
        <w:trPr>
          <w:cantSplit/>
          <w:trHeight w:val="496"/>
        </w:trPr>
        <w:tc>
          <w:tcPr>
            <w:tcW w:w="3132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44A97" w:rsidRDefault="00744A97" w:rsidP="00744A97">
            <w:pPr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744A97" w:rsidRDefault="00744A97" w:rsidP="00744A9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</w:t>
            </w:r>
          </w:p>
          <w:p w:rsidR="00744A97" w:rsidRDefault="00744A97" w:rsidP="00744A9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Referenzschreiben/Nummer bzw. Anschrift inkl. Tel., Email und Ansprechpartner</w:t>
            </w:r>
          </w:p>
        </w:tc>
        <w:tc>
          <w:tcPr>
            <w:tcW w:w="992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44A97" w:rsidRDefault="00744A97" w:rsidP="00744A97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744A97" w:rsidRDefault="00744A97" w:rsidP="00744A9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Jahr</w:t>
            </w:r>
          </w:p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44A97" w:rsidRDefault="00744A97" w:rsidP="00744A97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744A97" w:rsidRDefault="00744A97" w:rsidP="00744A9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Werk</w:t>
            </w:r>
            <w:r>
              <w:rPr>
                <w:rFonts w:ascii="Arial" w:hAnsi="Arial" w:cs="Arial"/>
                <w:b/>
                <w:bCs/>
              </w:rPr>
              <w:softHyphen/>
              <w:t>stoff:</w:t>
            </w:r>
          </w:p>
          <w:p w:rsidR="00744A97" w:rsidRPr="001C035C" w:rsidRDefault="00744A97" w:rsidP="00744A9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035C">
              <w:rPr>
                <w:rFonts w:ascii="Arial" w:hAnsi="Arial" w:cs="Arial"/>
                <w:b/>
                <w:bCs/>
                <w:sz w:val="18"/>
                <w:szCs w:val="18"/>
              </w:rPr>
              <w:t>CC/PCC</w:t>
            </w:r>
          </w:p>
          <w:p w:rsidR="00744A97" w:rsidRPr="001C035C" w:rsidRDefault="00744A97" w:rsidP="00744A9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035C">
              <w:rPr>
                <w:rFonts w:ascii="Arial" w:hAnsi="Arial" w:cs="Arial"/>
                <w:b/>
                <w:bCs/>
                <w:sz w:val="18"/>
                <w:szCs w:val="18"/>
              </w:rPr>
              <w:t>PB</w:t>
            </w:r>
          </w:p>
          <w:p w:rsidR="00744A97" w:rsidRPr="001C035C" w:rsidRDefault="00744A97" w:rsidP="00744A9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C035C">
              <w:rPr>
                <w:rFonts w:ascii="Arial" w:hAnsi="Arial" w:cs="Arial"/>
                <w:b/>
                <w:bCs/>
                <w:sz w:val="18"/>
                <w:szCs w:val="18"/>
              </w:rPr>
              <w:t>DP</w:t>
            </w:r>
          </w:p>
          <w:p w:rsidR="00744A97" w:rsidRPr="001C035C" w:rsidRDefault="00744A97" w:rsidP="00744A9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C035C">
              <w:rPr>
                <w:rFonts w:ascii="Arial" w:hAnsi="Arial" w:cs="Arial"/>
                <w:b/>
                <w:bCs/>
                <w:sz w:val="18"/>
                <w:szCs w:val="18"/>
              </w:rPr>
              <w:t>DB</w:t>
            </w:r>
          </w:p>
          <w:p w:rsidR="00744A97" w:rsidRDefault="00744A97" w:rsidP="00744A9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035C">
              <w:rPr>
                <w:rFonts w:ascii="Arial" w:hAnsi="Arial" w:cs="Arial"/>
                <w:b/>
                <w:bCs/>
                <w:sz w:val="18"/>
                <w:szCs w:val="18"/>
              </w:rPr>
              <w:t>NI</w:t>
            </w:r>
          </w:p>
          <w:p w:rsidR="00C25F6F" w:rsidRDefault="00C25F6F" w:rsidP="00744A9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GFK</w:t>
            </w:r>
          </w:p>
        </w:tc>
        <w:tc>
          <w:tcPr>
            <w:tcW w:w="4525" w:type="dxa"/>
            <w:gridSpan w:val="4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744A97" w:rsidRDefault="00744A97" w:rsidP="00744A97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744A97" w:rsidRDefault="00744A97" w:rsidP="00744A9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bCs/>
              </w:rPr>
              <w:t>Gruppen</w:t>
            </w:r>
          </w:p>
        </w:tc>
      </w:tr>
      <w:tr w:rsidR="00744A97" w:rsidTr="00744A97">
        <w:trPr>
          <w:cantSplit/>
          <w:trHeight w:val="844"/>
        </w:trPr>
        <w:tc>
          <w:tcPr>
            <w:tcW w:w="313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4A9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4A9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4A9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4A97" w:rsidRDefault="00744A97" w:rsidP="00744A97">
            <w:pPr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Systembehälter</w:t>
            </w:r>
          </w:p>
          <w:p w:rsidR="00744A97" w:rsidRDefault="00744A97" w:rsidP="00744A97">
            <w:pPr>
              <w:spacing w:after="112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4A97" w:rsidRDefault="00744A97" w:rsidP="00744A97">
            <w:pPr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Neubau*</w:t>
            </w:r>
          </w:p>
          <w:p w:rsidR="00744A97" w:rsidRDefault="00744A97" w:rsidP="00744A97">
            <w:pPr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  <w:p w:rsidR="00744A97" w:rsidRDefault="00744A97" w:rsidP="00744A97">
            <w:pPr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  <w:p w:rsidR="00744A97" w:rsidRDefault="00744A97" w:rsidP="00744A97">
            <w:pPr>
              <w:spacing w:after="112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4A97" w:rsidRDefault="00744A97" w:rsidP="00744A97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744A97" w:rsidRPr="0028536D" w:rsidRDefault="00744A97" w:rsidP="00744A97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ind w:left="-168" w:right="-95"/>
              <w:jc w:val="center"/>
              <w:rPr>
                <w:rFonts w:ascii="Arial" w:hAnsi="Arial" w:cs="Arial"/>
                <w:b/>
              </w:rPr>
            </w:pPr>
            <w:r w:rsidRPr="0028536D">
              <w:rPr>
                <w:rFonts w:ascii="Arial" w:hAnsi="Arial" w:cs="Arial"/>
                <w:b/>
              </w:rPr>
              <w:t>Instand-</w:t>
            </w:r>
          </w:p>
          <w:p w:rsidR="00744A97" w:rsidRDefault="00744A97" w:rsidP="00744A97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ind w:left="-168" w:right="-95"/>
              <w:jc w:val="center"/>
              <w:rPr>
                <w:rFonts w:ascii="Arial" w:hAnsi="Arial" w:cs="Arial"/>
                <w:b/>
              </w:rPr>
            </w:pPr>
            <w:r w:rsidRPr="0028536D">
              <w:rPr>
                <w:rFonts w:ascii="Arial" w:hAnsi="Arial" w:cs="Arial"/>
                <w:b/>
              </w:rPr>
              <w:t>Setzung</w:t>
            </w:r>
          </w:p>
          <w:p w:rsidR="00744A97" w:rsidRDefault="00744A97" w:rsidP="00744A97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ind w:left="-168" w:right="-95"/>
              <w:jc w:val="center"/>
              <w:rPr>
                <w:rFonts w:ascii="Arial" w:hAnsi="Arial" w:cs="Arial"/>
                <w:b/>
              </w:rPr>
            </w:pPr>
          </w:p>
          <w:p w:rsidR="00744A97" w:rsidRDefault="00744A97" w:rsidP="00744A97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ind w:left="-168" w:right="-95"/>
              <w:jc w:val="center"/>
              <w:rPr>
                <w:rFonts w:ascii="Arial" w:hAnsi="Arial" w:cs="Arial"/>
                <w:b/>
              </w:rPr>
            </w:pPr>
          </w:p>
          <w:p w:rsidR="00744A97" w:rsidRDefault="00744A97" w:rsidP="00744A97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ind w:left="-168" w:right="-95"/>
              <w:jc w:val="center"/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4A97" w:rsidRDefault="00744A97" w:rsidP="00744A97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744A97" w:rsidRDefault="00744A97" w:rsidP="00744A97">
            <w:pPr>
              <w:tabs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bCs/>
              </w:rPr>
              <w:t>Oberfläche</w:t>
            </w:r>
          </w:p>
        </w:tc>
      </w:tr>
      <w:tr w:rsidR="00744A97" w:rsidTr="00744A97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744A97" w:rsidTr="00744A97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744A97" w:rsidTr="00744A97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744A97" w:rsidTr="00744A97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744A97" w:rsidTr="00744A97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744A97" w:rsidTr="00744A97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744A97" w:rsidTr="00744A97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744A97" w:rsidTr="00744A97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744A97" w:rsidTr="00744A97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744A97" w:rsidTr="00744A97">
        <w:trPr>
          <w:trHeight w:hRule="exact" w:val="96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Default="00744A97" w:rsidP="00744A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44A97" w:rsidRPr="004E7867" w:rsidRDefault="00744A97" w:rsidP="00744A9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6831A0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4E786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:rsidR="00503079" w:rsidRDefault="00503079" w:rsidP="00503079">
      <w:pPr>
        <w:pStyle w:val="Kopfzeile"/>
        <w:tabs>
          <w:tab w:val="clear" w:pos="4536"/>
          <w:tab w:val="clear" w:pos="9072"/>
        </w:tabs>
        <w:spacing w:before="60"/>
        <w:rPr>
          <w:rFonts w:ascii="Arial" w:hAnsi="Arial" w:cs="Arial"/>
          <w:sz w:val="14"/>
          <w:szCs w:val="14"/>
        </w:rPr>
      </w:pPr>
      <w:r w:rsidRPr="00503079">
        <w:rPr>
          <w:rFonts w:ascii="Arial" w:hAnsi="Arial" w:cs="Arial"/>
          <w:sz w:val="14"/>
          <w:szCs w:val="14"/>
        </w:rPr>
        <w:t>* Nur in Kombination mit CC/PCC und/oder NI</w:t>
      </w:r>
    </w:p>
    <w:p w:rsidR="00503079" w:rsidRDefault="00503079" w:rsidP="00503079">
      <w:pPr>
        <w:pStyle w:val="Kopfzeile"/>
        <w:tabs>
          <w:tab w:val="clear" w:pos="4536"/>
          <w:tab w:val="clear" w:pos="9072"/>
        </w:tabs>
        <w:spacing w:before="60"/>
        <w:rPr>
          <w:rFonts w:ascii="Arial" w:hAnsi="Arial" w:cs="Arial"/>
          <w:sz w:val="18"/>
          <w:szCs w:val="18"/>
        </w:rPr>
      </w:pPr>
    </w:p>
    <w:p w:rsidR="008F7C72" w:rsidRPr="00503079" w:rsidRDefault="008F7C72" w:rsidP="00503079">
      <w:pPr>
        <w:pStyle w:val="Kopfzeile"/>
        <w:tabs>
          <w:tab w:val="clear" w:pos="4536"/>
          <w:tab w:val="clear" w:pos="9072"/>
        </w:tabs>
        <w:spacing w:before="60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563"/>
        <w:gridCol w:w="5346"/>
      </w:tblGrid>
      <w:tr w:rsidR="00503079" w:rsidTr="00744A97">
        <w:trPr>
          <w:trHeight w:val="456"/>
        </w:trPr>
        <w:tc>
          <w:tcPr>
            <w:tcW w:w="3659" w:type="dxa"/>
            <w:tcBorders>
              <w:bottom w:val="single" w:sz="4" w:space="0" w:color="auto"/>
            </w:tcBorders>
            <w:vAlign w:val="bottom"/>
          </w:tcPr>
          <w:p w:rsidR="00503079" w:rsidRDefault="00503079" w:rsidP="0022697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3" w:type="dxa"/>
          </w:tcPr>
          <w:p w:rsidR="00503079" w:rsidRDefault="00503079" w:rsidP="0022697A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46" w:type="dxa"/>
            <w:tcBorders>
              <w:bottom w:val="single" w:sz="4" w:space="0" w:color="auto"/>
            </w:tcBorders>
            <w:vAlign w:val="bottom"/>
          </w:tcPr>
          <w:p w:rsidR="00503079" w:rsidRDefault="00503079" w:rsidP="0022697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503079" w:rsidTr="00744A97">
        <w:trPr>
          <w:trHeight w:val="284"/>
        </w:trPr>
        <w:tc>
          <w:tcPr>
            <w:tcW w:w="4222" w:type="dxa"/>
            <w:gridSpan w:val="2"/>
          </w:tcPr>
          <w:p w:rsidR="00503079" w:rsidRDefault="00503079" w:rsidP="0022697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46" w:type="dxa"/>
          </w:tcPr>
          <w:p w:rsidR="00503079" w:rsidRDefault="00503079" w:rsidP="0022697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9F1063">
              <w:rPr>
                <w:rFonts w:ascii="Arial" w:hAnsi="Arial" w:cs="Arial"/>
                <w:sz w:val="16"/>
              </w:rPr>
              <w:t>R</w:t>
            </w:r>
            <w:r>
              <w:rPr>
                <w:rFonts w:ascii="Arial" w:hAnsi="Arial" w:cs="Arial"/>
                <w:sz w:val="16"/>
              </w:rPr>
              <w:t xml:space="preserve">echtsverbindliche </w:t>
            </w:r>
            <w:r>
              <w:rPr>
                <w:rFonts w:ascii="Arial" w:hAnsi="Arial" w:cs="Arial"/>
                <w:sz w:val="16"/>
                <w:szCs w:val="16"/>
              </w:rPr>
              <w:t>Unterschrift Planer/Fachaufsicht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14173C" w:rsidRDefault="0014173C">
      <w:pPr>
        <w:tabs>
          <w:tab w:val="left" w:pos="567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8.1</w:t>
      </w:r>
      <w:r>
        <w:rPr>
          <w:rFonts w:ascii="Arial" w:hAnsi="Arial" w:cs="Arial"/>
          <w:b/>
          <w:bCs/>
          <w:sz w:val="22"/>
        </w:rPr>
        <w:tab/>
      </w:r>
      <w:r w:rsidR="008F7C72">
        <w:rPr>
          <w:rFonts w:ascii="Arial" w:hAnsi="Arial" w:cs="Arial"/>
          <w:b/>
          <w:bCs/>
          <w:sz w:val="22"/>
        </w:rPr>
        <w:t>Fachp</w:t>
      </w:r>
      <w:r w:rsidR="00021CCC">
        <w:rPr>
          <w:rFonts w:ascii="Arial" w:hAnsi="Arial" w:cs="Arial"/>
          <w:b/>
          <w:bCs/>
          <w:sz w:val="22"/>
        </w:rPr>
        <w:t>laner/Fachaufsicht</w:t>
      </w:r>
    </w:p>
    <w:p w:rsidR="0014173C" w:rsidRDefault="0014173C">
      <w:pPr>
        <w:tabs>
          <w:tab w:val="left" w:pos="543"/>
          <w:tab w:val="right" w:leader="dot" w:pos="9614"/>
        </w:tabs>
        <w:spacing w:line="480" w:lineRule="auto"/>
        <w:jc w:val="both"/>
        <w:rPr>
          <w:rFonts w:ascii="Arial" w:hAnsi="Arial" w:cs="Arial"/>
          <w:bCs/>
          <w:sz w:val="14"/>
        </w:rPr>
      </w:pPr>
      <w:r>
        <w:rPr>
          <w:rFonts w:ascii="Arial" w:hAnsi="Arial" w:cs="Arial"/>
          <w:sz w:val="14"/>
          <w:szCs w:val="16"/>
        </w:rPr>
        <w:tab/>
        <w:t xml:space="preserve">Je </w:t>
      </w:r>
      <w:r w:rsidR="008F7C72">
        <w:rPr>
          <w:rFonts w:ascii="Arial" w:hAnsi="Arial" w:cs="Arial"/>
          <w:sz w:val="14"/>
          <w:szCs w:val="16"/>
        </w:rPr>
        <w:t>Fachp</w:t>
      </w:r>
      <w:r w:rsidR="00C87697">
        <w:rPr>
          <w:rFonts w:ascii="Arial" w:hAnsi="Arial" w:cs="Arial"/>
          <w:sz w:val="14"/>
          <w:szCs w:val="16"/>
        </w:rPr>
        <w:t>laner/</w:t>
      </w:r>
      <w:r>
        <w:rPr>
          <w:rFonts w:ascii="Arial" w:hAnsi="Arial" w:cs="Arial"/>
          <w:sz w:val="14"/>
          <w:szCs w:val="16"/>
        </w:rPr>
        <w:t>Fachaufsicht ist ein getrenntes Blatt zu verwenden (falls mehrere Seiten benötigt werden, Vorlage kopieren)</w:t>
      </w:r>
      <w:r>
        <w:rPr>
          <w:rFonts w:ascii="Arial" w:hAnsi="Arial" w:cs="Arial"/>
          <w:b/>
          <w:bCs/>
          <w:sz w:val="14"/>
          <w:szCs w:val="16"/>
        </w:rPr>
        <w:t>.</w:t>
      </w:r>
    </w:p>
    <w:tbl>
      <w:tblPr>
        <w:tblW w:w="994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994"/>
        <w:gridCol w:w="425"/>
        <w:gridCol w:w="1134"/>
        <w:gridCol w:w="425"/>
        <w:gridCol w:w="567"/>
        <w:gridCol w:w="426"/>
        <w:gridCol w:w="283"/>
        <w:gridCol w:w="425"/>
        <w:gridCol w:w="426"/>
        <w:gridCol w:w="708"/>
        <w:gridCol w:w="284"/>
        <w:gridCol w:w="142"/>
        <w:gridCol w:w="283"/>
        <w:gridCol w:w="284"/>
        <w:gridCol w:w="425"/>
        <w:gridCol w:w="709"/>
      </w:tblGrid>
      <w:tr w:rsidR="002A2259" w:rsidTr="002A2259">
        <w:trPr>
          <w:cantSplit/>
          <w:trHeight w:val="737"/>
        </w:trPr>
        <w:tc>
          <w:tcPr>
            <w:tcW w:w="2994" w:type="dxa"/>
          </w:tcPr>
          <w:p w:rsidR="003C16CC" w:rsidRDefault="003C16CC" w:rsidP="003C16CC">
            <w:pPr>
              <w:tabs>
                <w:tab w:val="left" w:pos="855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Gruppe:</w:t>
            </w:r>
          </w:p>
          <w:p w:rsidR="003C16CC" w:rsidRDefault="003C16CC" w:rsidP="003C16CC">
            <w:pPr>
              <w:tabs>
                <w:tab w:val="left" w:pos="85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(bitte Zutreffendes ankreuzen, gilt nur </w:t>
            </w:r>
          </w:p>
          <w:p w:rsidR="003C16CC" w:rsidRDefault="003C16CC" w:rsidP="003C16CC">
            <w:pPr>
              <w:tabs>
                <w:tab w:val="left" w:pos="855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16"/>
                <w:szCs w:val="16"/>
              </w:rPr>
              <w:t>für Fachaufsicht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25" w:type="dxa"/>
          </w:tcPr>
          <w:p w:rsidR="003C16CC" w:rsidRDefault="003C16CC" w:rsidP="003C16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3C16CC" w:rsidRDefault="003C16CC" w:rsidP="003C16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Systembehälter</w:t>
            </w:r>
          </w:p>
        </w:tc>
        <w:tc>
          <w:tcPr>
            <w:tcW w:w="425" w:type="dxa"/>
          </w:tcPr>
          <w:p w:rsidR="003C16CC" w:rsidRDefault="003C16CC" w:rsidP="003C16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76" w:type="dxa"/>
            <w:gridSpan w:val="3"/>
          </w:tcPr>
          <w:p w:rsidR="003C16CC" w:rsidRDefault="003C16CC" w:rsidP="003C16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Neubau</w:t>
            </w:r>
          </w:p>
        </w:tc>
        <w:tc>
          <w:tcPr>
            <w:tcW w:w="425" w:type="dxa"/>
          </w:tcPr>
          <w:p w:rsidR="003C16CC" w:rsidRDefault="003C16CC" w:rsidP="003C16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418" w:type="dxa"/>
            <w:gridSpan w:val="3"/>
          </w:tcPr>
          <w:p w:rsidR="002A2259" w:rsidRDefault="003C16CC" w:rsidP="003C16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Instand</w:t>
            </w:r>
            <w:r w:rsidR="002A2259">
              <w:rPr>
                <w:rFonts w:ascii="Arial" w:hAnsi="Arial" w:cs="Arial"/>
                <w:b/>
                <w:bCs/>
              </w:rPr>
              <w:t>-</w:t>
            </w:r>
          </w:p>
          <w:p w:rsidR="003C16CC" w:rsidRDefault="003C16CC" w:rsidP="003C16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setzung</w:t>
            </w:r>
          </w:p>
        </w:tc>
        <w:tc>
          <w:tcPr>
            <w:tcW w:w="425" w:type="dxa"/>
            <w:gridSpan w:val="2"/>
          </w:tcPr>
          <w:p w:rsidR="003C16CC" w:rsidRDefault="003C16CC" w:rsidP="003C16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418" w:type="dxa"/>
            <w:gridSpan w:val="3"/>
          </w:tcPr>
          <w:p w:rsidR="003C16CC" w:rsidRDefault="003C16CC" w:rsidP="003C16CC">
            <w:pPr>
              <w:tabs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Oberfläche</w:t>
            </w:r>
          </w:p>
        </w:tc>
      </w:tr>
      <w:tr w:rsidR="002A2259" w:rsidTr="002A2259">
        <w:trPr>
          <w:cantSplit/>
          <w:trHeight w:val="567"/>
        </w:trPr>
        <w:tc>
          <w:tcPr>
            <w:tcW w:w="2994" w:type="dxa"/>
          </w:tcPr>
          <w:p w:rsidR="002A2259" w:rsidRDefault="002A2259" w:rsidP="00342E13">
            <w:pPr>
              <w:tabs>
                <w:tab w:val="left" w:pos="1298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Werkstoffe:</w:t>
            </w:r>
          </w:p>
          <w:p w:rsidR="002A2259" w:rsidRDefault="002A2259" w:rsidP="00342E13">
            <w:pPr>
              <w:tabs>
                <w:tab w:val="left" w:pos="85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(bitte Zutreffendes ankreuzen, gilt nur </w:t>
            </w:r>
          </w:p>
          <w:p w:rsidR="002A2259" w:rsidRDefault="002A2259" w:rsidP="00342E13">
            <w:pPr>
              <w:tabs>
                <w:tab w:val="left" w:pos="1298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>für Fachaufsicht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25" w:type="dxa"/>
          </w:tcPr>
          <w:p w:rsidR="002A2259" w:rsidRDefault="002A2259" w:rsidP="00342E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2A2259" w:rsidRDefault="002A2259" w:rsidP="00342E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CC/PCC</w:t>
            </w:r>
          </w:p>
        </w:tc>
        <w:tc>
          <w:tcPr>
            <w:tcW w:w="425" w:type="dxa"/>
          </w:tcPr>
          <w:p w:rsidR="002A2259" w:rsidRDefault="002A2259" w:rsidP="00342E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" w:type="dxa"/>
          </w:tcPr>
          <w:p w:rsidR="002A2259" w:rsidRDefault="002A2259" w:rsidP="00342E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PB</w:t>
            </w:r>
          </w:p>
        </w:tc>
        <w:tc>
          <w:tcPr>
            <w:tcW w:w="426" w:type="dxa"/>
          </w:tcPr>
          <w:p w:rsidR="002A2259" w:rsidRDefault="002A2259" w:rsidP="00342E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708" w:type="dxa"/>
            <w:gridSpan w:val="2"/>
          </w:tcPr>
          <w:p w:rsidR="002A2259" w:rsidRDefault="002A2259" w:rsidP="00342E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KDP</w:t>
            </w:r>
          </w:p>
        </w:tc>
        <w:tc>
          <w:tcPr>
            <w:tcW w:w="426" w:type="dxa"/>
          </w:tcPr>
          <w:p w:rsidR="002A2259" w:rsidRDefault="002A2259" w:rsidP="00342E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708" w:type="dxa"/>
          </w:tcPr>
          <w:p w:rsidR="002A2259" w:rsidRDefault="002A2259" w:rsidP="00342E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KDB</w:t>
            </w:r>
          </w:p>
        </w:tc>
        <w:tc>
          <w:tcPr>
            <w:tcW w:w="426" w:type="dxa"/>
            <w:gridSpan w:val="2"/>
          </w:tcPr>
          <w:p w:rsidR="002A2259" w:rsidRDefault="002A2259" w:rsidP="00342E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" w:type="dxa"/>
            <w:gridSpan w:val="2"/>
          </w:tcPr>
          <w:p w:rsidR="002A2259" w:rsidRDefault="002A2259" w:rsidP="00342E13">
            <w:pPr>
              <w:tabs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</w:t>
            </w:r>
          </w:p>
        </w:tc>
        <w:tc>
          <w:tcPr>
            <w:tcW w:w="425" w:type="dxa"/>
          </w:tcPr>
          <w:p w:rsidR="002A2259" w:rsidRDefault="002A2259" w:rsidP="00342E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709" w:type="dxa"/>
          </w:tcPr>
          <w:p w:rsidR="002A2259" w:rsidRDefault="002A2259" w:rsidP="00342E13">
            <w:pPr>
              <w:tabs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GFK</w:t>
            </w:r>
          </w:p>
        </w:tc>
      </w:tr>
    </w:tbl>
    <w:p w:rsidR="002A2259" w:rsidRDefault="002A2259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p w:rsidR="002A2259" w:rsidRDefault="002A2259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tbl>
      <w:tblPr>
        <w:tblW w:w="9784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3"/>
        <w:gridCol w:w="88"/>
        <w:gridCol w:w="479"/>
        <w:gridCol w:w="710"/>
        <w:gridCol w:w="33"/>
        <w:gridCol w:w="1242"/>
        <w:gridCol w:w="283"/>
        <w:gridCol w:w="851"/>
        <w:gridCol w:w="850"/>
        <w:gridCol w:w="442"/>
        <w:gridCol w:w="267"/>
        <w:gridCol w:w="1702"/>
        <w:gridCol w:w="1704"/>
      </w:tblGrid>
      <w:tr w:rsidR="0014173C">
        <w:trPr>
          <w:cantSplit/>
          <w:trHeight w:val="454"/>
        </w:trPr>
        <w:tc>
          <w:tcPr>
            <w:tcW w:w="1221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    :</w:t>
            </w:r>
          </w:p>
        </w:tc>
        <w:tc>
          <w:tcPr>
            <w:tcW w:w="3598" w:type="dxa"/>
            <w:gridSpan w:val="6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4" w:name="Text86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4"/>
          </w:p>
        </w:tc>
        <w:tc>
          <w:tcPr>
            <w:tcW w:w="1292" w:type="dxa"/>
            <w:gridSpan w:val="2"/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Vorname  :</w:t>
            </w:r>
          </w:p>
        </w:tc>
        <w:tc>
          <w:tcPr>
            <w:tcW w:w="3673" w:type="dxa"/>
            <w:gridSpan w:val="3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454"/>
        </w:trPr>
        <w:tc>
          <w:tcPr>
            <w:tcW w:w="1221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geb. am  :</w:t>
            </w:r>
          </w:p>
        </w:tc>
        <w:tc>
          <w:tcPr>
            <w:tcW w:w="8563" w:type="dxa"/>
            <w:gridSpan w:val="11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454"/>
        </w:trPr>
        <w:tc>
          <w:tcPr>
            <w:tcW w:w="1700" w:type="dxa"/>
            <w:gridSpan w:val="3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right" w:pos="1298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Abschluss als</w:t>
            </w:r>
            <w:r>
              <w:rPr>
                <w:rFonts w:ascii="Arial" w:hAnsi="Arial" w:cs="Arial"/>
              </w:rPr>
              <w:tab/>
              <w:t xml:space="preserve">  :</w:t>
            </w:r>
          </w:p>
        </w:tc>
        <w:tc>
          <w:tcPr>
            <w:tcW w:w="808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454"/>
        </w:trPr>
        <w:tc>
          <w:tcPr>
            <w:tcW w:w="1700" w:type="dxa"/>
            <w:gridSpan w:val="3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   :</w:t>
            </w:r>
          </w:p>
        </w:tc>
        <w:tc>
          <w:tcPr>
            <w:tcW w:w="808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454"/>
        </w:trPr>
        <w:tc>
          <w:tcPr>
            <w:tcW w:w="2410" w:type="dxa"/>
            <w:gridSpan w:val="4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Frühere Tätigkeit bei     :</w:t>
            </w:r>
          </w:p>
        </w:tc>
        <w:tc>
          <w:tcPr>
            <w:tcW w:w="737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trHeight w:val="454"/>
        </w:trPr>
        <w:tc>
          <w:tcPr>
            <w:tcW w:w="1221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41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5" w:name="Text88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5"/>
          </w:p>
        </w:tc>
      </w:tr>
      <w:tr w:rsidR="0014173C">
        <w:trPr>
          <w:trHeight w:val="510"/>
        </w:trPr>
        <w:tc>
          <w:tcPr>
            <w:tcW w:w="2410" w:type="dxa"/>
            <w:gridSpan w:val="4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Frühere Tätigkeit bei     :</w:t>
            </w:r>
          </w:p>
        </w:tc>
        <w:tc>
          <w:tcPr>
            <w:tcW w:w="7374" w:type="dxa"/>
            <w:gridSpan w:val="9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14173C">
        <w:trPr>
          <w:trHeight w:val="454"/>
        </w:trPr>
        <w:tc>
          <w:tcPr>
            <w:tcW w:w="1221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41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510"/>
        </w:trPr>
        <w:tc>
          <w:tcPr>
            <w:tcW w:w="3685" w:type="dxa"/>
            <w:gridSpan w:val="6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Derzeitige Funktion im Unternehmen :</w:t>
            </w:r>
          </w:p>
        </w:tc>
        <w:tc>
          <w:tcPr>
            <w:tcW w:w="6099" w:type="dxa"/>
            <w:gridSpan w:val="7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454"/>
        </w:trPr>
        <w:tc>
          <w:tcPr>
            <w:tcW w:w="8080" w:type="dxa"/>
            <w:gridSpan w:val="12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Fest</w:t>
            </w:r>
            <w:r>
              <w:rPr>
                <w:rFonts w:ascii="Arial" w:hAnsi="Arial" w:cs="Arial"/>
              </w:rPr>
              <w:t xml:space="preserve"> und </w:t>
            </w:r>
            <w:r>
              <w:rPr>
                <w:rFonts w:ascii="Arial" w:hAnsi="Arial" w:cs="Arial"/>
                <w:b/>
                <w:bCs/>
              </w:rPr>
              <w:t>ausschließlich</w:t>
            </w:r>
            <w:r>
              <w:rPr>
                <w:rFonts w:ascii="Arial" w:hAnsi="Arial" w:cs="Arial"/>
              </w:rPr>
              <w:t xml:space="preserve"> im antragstellenden Unternehmen angestellt seit                     :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284"/>
        </w:trPr>
        <w:tc>
          <w:tcPr>
            <w:tcW w:w="9784" w:type="dxa"/>
            <w:gridSpan w:val="13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  <w:i/>
                <w:iCs/>
                <w:sz w:val="16"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t>Die vertragliche Arbeitszeit muss mindestens einem halben Vollzeitarbeitsverhältnis entsprechen.</w:t>
            </w:r>
          </w:p>
        </w:tc>
      </w:tr>
      <w:tr w:rsidR="0014173C">
        <w:trPr>
          <w:cantSplit/>
          <w:trHeight w:val="680"/>
        </w:trPr>
        <w:tc>
          <w:tcPr>
            <w:tcW w:w="3968" w:type="dxa"/>
            <w:gridSpan w:val="7"/>
            <w:vAlign w:val="bottom"/>
          </w:tcPr>
          <w:p w:rsidR="0014173C" w:rsidRDefault="00D65BD6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bereits anerkannt als Fachaufsicht</w:t>
            </w:r>
          </w:p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nach DVGW-Arbeitsblatt    </w:t>
            </w:r>
            <w:r w:rsidR="00560767">
              <w:rPr>
                <w:rFonts w:ascii="Arial" w:hAnsi="Arial" w:cs="Arial"/>
              </w:rPr>
              <w:t xml:space="preserve">                     </w:t>
            </w:r>
            <w:r>
              <w:rPr>
                <w:rFonts w:ascii="Arial" w:hAnsi="Arial" w:cs="Arial"/>
              </w:rPr>
              <w:t xml:space="preserve"> :                                      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510"/>
        </w:trPr>
        <w:tc>
          <w:tcPr>
            <w:tcW w:w="1133" w:type="dxa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trHeight w:val="680"/>
        </w:trPr>
        <w:tc>
          <w:tcPr>
            <w:tcW w:w="3968" w:type="dxa"/>
            <w:gridSpan w:val="7"/>
            <w:vAlign w:val="bottom"/>
          </w:tcPr>
          <w:p w:rsidR="00560767" w:rsidRDefault="0014173C" w:rsidP="00D65BD6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bereits anerkannt als </w:t>
            </w:r>
            <w:r w:rsidR="00D65BD6">
              <w:rPr>
                <w:rFonts w:ascii="Arial" w:hAnsi="Arial" w:cs="Arial"/>
              </w:rPr>
              <w:t>Fachaufsicht</w:t>
            </w:r>
            <w:r>
              <w:rPr>
                <w:rFonts w:ascii="Arial" w:hAnsi="Arial" w:cs="Arial"/>
              </w:rPr>
              <w:t xml:space="preserve"> </w:t>
            </w:r>
          </w:p>
          <w:p w:rsidR="0014173C" w:rsidRDefault="0014173C" w:rsidP="00D65BD6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nach DVGW-Arbeitsblatt  </w:t>
            </w:r>
            <w:r w:rsidR="00560767">
              <w:rPr>
                <w:rFonts w:ascii="Arial" w:hAnsi="Arial" w:cs="Arial"/>
              </w:rPr>
              <w:t xml:space="preserve">                     </w:t>
            </w:r>
            <w:r>
              <w:rPr>
                <w:rFonts w:ascii="Arial" w:hAnsi="Arial" w:cs="Arial"/>
              </w:rPr>
              <w:t xml:space="preserve">   :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510"/>
        </w:trPr>
        <w:tc>
          <w:tcPr>
            <w:tcW w:w="1133" w:type="dxa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14173C" w:rsidRDefault="0014173C">
      <w:pPr>
        <w:rPr>
          <w:rFonts w:ascii="Arial" w:hAnsi="Arial" w:cs="Arial"/>
        </w:rPr>
      </w:pPr>
    </w:p>
    <w:p w:rsidR="0014173C" w:rsidRDefault="0014173C">
      <w:pPr>
        <w:rPr>
          <w:rFonts w:ascii="Arial" w:hAnsi="Arial" w:cs="Arial"/>
        </w:rPr>
      </w:pPr>
    </w:p>
    <w:p w:rsidR="0014173C" w:rsidRDefault="0014173C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Mir ist bekannt, dass ich umfangreiche Fachkenntnisse im beantragten Bereich nachweisen muss. Dazu zählen: einschlägige öffentlich-rechtliche Vorschriften, Unfallverhütungsvorschriften und technische Regeln. Diese Kenntnisse werden in einem Fachgespräch überprüft.</w:t>
      </w:r>
      <w:r w:rsidR="003F24EA">
        <w:rPr>
          <w:rFonts w:ascii="Arial" w:hAnsi="Arial" w:cs="Arial"/>
          <w:b/>
          <w:bCs/>
        </w:rPr>
        <w:t xml:space="preserve"> </w:t>
      </w:r>
    </w:p>
    <w:p w:rsidR="003F24EA" w:rsidRDefault="003F24EA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Hiermit versichere ich, dass ich die an mich gem. Pkt. 5.2 b</w:t>
      </w:r>
      <w:r w:rsidR="00431CE9">
        <w:rPr>
          <w:rFonts w:ascii="Arial" w:hAnsi="Arial" w:cs="Arial"/>
          <w:b/>
          <w:bCs/>
        </w:rPr>
        <w:t>zw. 5.3 des Regelwerks W 316: 04/2018</w:t>
      </w:r>
      <w:r>
        <w:rPr>
          <w:rFonts w:ascii="Arial" w:hAnsi="Arial" w:cs="Arial"/>
          <w:b/>
          <w:bCs/>
        </w:rPr>
        <w:t xml:space="preserve"> gestellten personellen Voraussetzungen erfülle.</w:t>
      </w:r>
    </w:p>
    <w:p w:rsidR="0014173C" w:rsidRDefault="0014173C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  <w:sz w:val="16"/>
        </w:rPr>
      </w:pPr>
    </w:p>
    <w:p w:rsidR="0014173C" w:rsidRDefault="0014173C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Ich bin seit dem Jahr </w:t>
      </w:r>
      <w:r>
        <w:rPr>
          <w:rFonts w:ascii="Arial" w:hAnsi="Arial" w:cs="Arial"/>
          <w:b/>
          <w:bCs/>
          <w:u w:val="single"/>
        </w:rPr>
        <w:fldChar w:fldCharType="begin">
          <w:ffData>
            <w:name w:val="Text85"/>
            <w:enabled/>
            <w:calcOnExit w:val="0"/>
            <w:textInput>
              <w:maxLength w:val="10"/>
            </w:textInput>
          </w:ffData>
        </w:fldChar>
      </w:r>
      <w:bookmarkStart w:id="6" w:name="Text85"/>
      <w:r>
        <w:rPr>
          <w:rFonts w:ascii="Arial" w:hAnsi="Arial" w:cs="Arial"/>
          <w:b/>
          <w:bCs/>
          <w:u w:val="single"/>
        </w:rPr>
        <w:instrText xml:space="preserve"> FORMTEXT </w:instrText>
      </w:r>
      <w:r>
        <w:rPr>
          <w:rFonts w:ascii="Arial" w:hAnsi="Arial" w:cs="Arial"/>
          <w:b/>
          <w:bCs/>
          <w:u w:val="single"/>
        </w:rPr>
      </w:r>
      <w:r>
        <w:rPr>
          <w:rFonts w:ascii="Arial" w:hAnsi="Arial" w:cs="Arial"/>
          <w:b/>
          <w:bCs/>
          <w:u w:val="single"/>
        </w:rPr>
        <w:fldChar w:fldCharType="separate"/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u w:val="single"/>
        </w:rPr>
        <w:fldChar w:fldCharType="end"/>
      </w:r>
      <w:bookmarkEnd w:id="6"/>
      <w:r>
        <w:rPr>
          <w:rFonts w:ascii="Arial" w:hAnsi="Arial" w:cs="Arial"/>
        </w:rPr>
        <w:t xml:space="preserve"> </w:t>
      </w:r>
      <w:r w:rsidR="00D65BD6">
        <w:rPr>
          <w:rFonts w:ascii="Arial" w:hAnsi="Arial" w:cs="Arial"/>
        </w:rPr>
        <w:t>im Bereich bzw. der Instandhaltung von Trinkwasserbehältern tätig</w:t>
      </w:r>
    </w:p>
    <w:p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:rsidR="003F24EA" w:rsidRDefault="003F24E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:rsidR="003F24EA" w:rsidRDefault="003F24E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8"/>
        <w:gridCol w:w="559"/>
        <w:gridCol w:w="5303"/>
        <w:gridCol w:w="68"/>
      </w:tblGrid>
      <w:tr w:rsidR="0014173C">
        <w:trPr>
          <w:hidden/>
        </w:trPr>
        <w:tc>
          <w:tcPr>
            <w:tcW w:w="9778" w:type="dxa"/>
            <w:gridSpan w:val="4"/>
            <w:tcBorders>
              <w:bottom w:val="nil"/>
            </w:tcBorders>
          </w:tcPr>
          <w:p w:rsidR="0014173C" w:rsidRDefault="0014173C">
            <w:pPr>
              <w:rPr>
                <w:rFonts w:ascii="Arial" w:hAnsi="Arial" w:cs="Arial"/>
                <w:vanish/>
              </w:rPr>
            </w:pPr>
          </w:p>
        </w:tc>
      </w:tr>
      <w:tr w:rsidR="001417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1417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84"/>
        </w:trPr>
        <w:tc>
          <w:tcPr>
            <w:tcW w:w="4323" w:type="dxa"/>
            <w:gridSpan w:val="2"/>
          </w:tcPr>
          <w:p w:rsidR="0014173C" w:rsidRDefault="0014173C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14173C" w:rsidRDefault="0014173C" w:rsidP="003F24E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Unterschrift </w:t>
            </w:r>
            <w:r w:rsidR="003F24EA">
              <w:rPr>
                <w:rFonts w:ascii="Arial" w:hAnsi="Arial" w:cs="Arial"/>
                <w:sz w:val="16"/>
                <w:szCs w:val="16"/>
              </w:rPr>
              <w:t>Planer/</w:t>
            </w:r>
            <w:r>
              <w:rPr>
                <w:rFonts w:ascii="Arial" w:hAnsi="Arial" w:cs="Arial"/>
                <w:sz w:val="16"/>
                <w:szCs w:val="16"/>
              </w:rPr>
              <w:t>Fachaufsicht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14173C" w:rsidRDefault="0014173C">
      <w:pPr>
        <w:tabs>
          <w:tab w:val="left" w:pos="-1142"/>
          <w:tab w:val="left" w:pos="543"/>
          <w:tab w:val="left" w:pos="4852"/>
          <w:tab w:val="left" w:pos="5670"/>
          <w:tab w:val="left" w:pos="6804"/>
          <w:tab w:val="left" w:pos="7371"/>
        </w:tabs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/>
          <w:b/>
          <w:sz w:val="16"/>
        </w:rPr>
        <w:br w:type="page"/>
      </w:r>
      <w:r w:rsidR="001C035C">
        <w:rPr>
          <w:rFonts w:ascii="Arial" w:hAnsi="Arial"/>
          <w:b/>
          <w:sz w:val="22"/>
        </w:rPr>
        <w:t>8.2</w:t>
      </w:r>
      <w:r w:rsidR="001C035C">
        <w:rPr>
          <w:rFonts w:ascii="Arial" w:hAnsi="Arial"/>
          <w:b/>
          <w:sz w:val="22"/>
        </w:rPr>
        <w:tab/>
        <w:t>Fachkraft (Fachbetrieb/Planungsbüro)</w:t>
      </w:r>
    </w:p>
    <w:p w:rsidR="0014173C" w:rsidRDefault="0014173C">
      <w:pPr>
        <w:tabs>
          <w:tab w:val="left" w:pos="543"/>
          <w:tab w:val="right" w:leader="dot" w:pos="9614"/>
        </w:tabs>
        <w:spacing w:line="480" w:lineRule="auto"/>
        <w:jc w:val="both"/>
        <w:rPr>
          <w:rFonts w:ascii="Arial" w:hAnsi="Arial" w:cs="Arial"/>
          <w:b/>
          <w:bCs/>
          <w:sz w:val="14"/>
          <w:szCs w:val="16"/>
        </w:rPr>
      </w:pPr>
      <w:r>
        <w:rPr>
          <w:rFonts w:ascii="Arial" w:hAnsi="Arial" w:cs="Arial"/>
          <w:sz w:val="14"/>
          <w:szCs w:val="16"/>
        </w:rPr>
        <w:tab/>
        <w:t xml:space="preserve">Je </w:t>
      </w:r>
      <w:r w:rsidR="001C035C">
        <w:rPr>
          <w:rFonts w:ascii="Arial" w:hAnsi="Arial" w:cs="Arial"/>
          <w:sz w:val="14"/>
          <w:szCs w:val="16"/>
        </w:rPr>
        <w:t>Fachkraft</w:t>
      </w:r>
      <w:r>
        <w:rPr>
          <w:rFonts w:ascii="Arial" w:hAnsi="Arial" w:cs="Arial"/>
          <w:sz w:val="14"/>
          <w:szCs w:val="16"/>
        </w:rPr>
        <w:t xml:space="preserve"> ist ein getrenntes Blatt zu verwenden (falls mehrere Seiten benötigt werden, Vorlage kopieren)</w:t>
      </w:r>
      <w:r>
        <w:rPr>
          <w:rFonts w:ascii="Arial" w:hAnsi="Arial" w:cs="Arial"/>
          <w:b/>
          <w:bCs/>
          <w:sz w:val="14"/>
          <w:szCs w:val="16"/>
        </w:rPr>
        <w:t>.</w:t>
      </w:r>
    </w:p>
    <w:tbl>
      <w:tblPr>
        <w:tblW w:w="994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994"/>
        <w:gridCol w:w="425"/>
        <w:gridCol w:w="1134"/>
        <w:gridCol w:w="425"/>
        <w:gridCol w:w="567"/>
        <w:gridCol w:w="426"/>
        <w:gridCol w:w="283"/>
        <w:gridCol w:w="425"/>
        <w:gridCol w:w="426"/>
        <w:gridCol w:w="708"/>
        <w:gridCol w:w="284"/>
        <w:gridCol w:w="142"/>
        <w:gridCol w:w="283"/>
        <w:gridCol w:w="284"/>
        <w:gridCol w:w="425"/>
        <w:gridCol w:w="709"/>
      </w:tblGrid>
      <w:tr w:rsidR="00431CE9" w:rsidTr="00427631">
        <w:trPr>
          <w:cantSplit/>
          <w:trHeight w:val="737"/>
        </w:trPr>
        <w:tc>
          <w:tcPr>
            <w:tcW w:w="2994" w:type="dxa"/>
          </w:tcPr>
          <w:p w:rsidR="00431CE9" w:rsidRDefault="00431CE9" w:rsidP="00427631">
            <w:pPr>
              <w:tabs>
                <w:tab w:val="left" w:pos="855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Gruppe:</w:t>
            </w:r>
          </w:p>
          <w:p w:rsidR="00431CE9" w:rsidRDefault="00431CE9" w:rsidP="00427631">
            <w:pPr>
              <w:tabs>
                <w:tab w:val="left" w:pos="85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(bitte Zutreffendes ankreuzen, gilt nur </w:t>
            </w:r>
          </w:p>
          <w:p w:rsidR="00431CE9" w:rsidRDefault="00431CE9" w:rsidP="00427631">
            <w:pPr>
              <w:tabs>
                <w:tab w:val="left" w:pos="855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16"/>
                <w:szCs w:val="16"/>
              </w:rPr>
              <w:t>für Fachaufsicht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25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Systembehälter</w:t>
            </w:r>
          </w:p>
        </w:tc>
        <w:tc>
          <w:tcPr>
            <w:tcW w:w="425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76" w:type="dxa"/>
            <w:gridSpan w:val="3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Neubau</w:t>
            </w:r>
          </w:p>
        </w:tc>
        <w:tc>
          <w:tcPr>
            <w:tcW w:w="425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418" w:type="dxa"/>
            <w:gridSpan w:val="3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Instand-</w:t>
            </w:r>
          </w:p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setzung</w:t>
            </w:r>
          </w:p>
        </w:tc>
        <w:tc>
          <w:tcPr>
            <w:tcW w:w="425" w:type="dxa"/>
            <w:gridSpan w:val="2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418" w:type="dxa"/>
            <w:gridSpan w:val="3"/>
          </w:tcPr>
          <w:p w:rsidR="00431CE9" w:rsidRDefault="00431CE9" w:rsidP="00427631">
            <w:pPr>
              <w:tabs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Oberfläche</w:t>
            </w:r>
          </w:p>
        </w:tc>
      </w:tr>
      <w:tr w:rsidR="00431CE9" w:rsidTr="00427631">
        <w:trPr>
          <w:cantSplit/>
          <w:trHeight w:val="567"/>
        </w:trPr>
        <w:tc>
          <w:tcPr>
            <w:tcW w:w="2994" w:type="dxa"/>
          </w:tcPr>
          <w:p w:rsidR="00431CE9" w:rsidRDefault="00431CE9" w:rsidP="00427631">
            <w:pPr>
              <w:tabs>
                <w:tab w:val="left" w:pos="1298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Werkstoffe:</w:t>
            </w:r>
          </w:p>
          <w:p w:rsidR="00431CE9" w:rsidRDefault="00431CE9" w:rsidP="00427631">
            <w:pPr>
              <w:tabs>
                <w:tab w:val="left" w:pos="85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(bitte Zutreffendes ankreuzen, gilt nur </w:t>
            </w:r>
          </w:p>
          <w:p w:rsidR="00431CE9" w:rsidRDefault="00431CE9" w:rsidP="00427631">
            <w:pPr>
              <w:tabs>
                <w:tab w:val="left" w:pos="1298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>für Fachaufsicht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25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CC/PCC</w:t>
            </w:r>
          </w:p>
        </w:tc>
        <w:tc>
          <w:tcPr>
            <w:tcW w:w="425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PB</w:t>
            </w:r>
          </w:p>
        </w:tc>
        <w:tc>
          <w:tcPr>
            <w:tcW w:w="426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708" w:type="dxa"/>
            <w:gridSpan w:val="2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KDP</w:t>
            </w:r>
          </w:p>
        </w:tc>
        <w:tc>
          <w:tcPr>
            <w:tcW w:w="426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708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KDB</w:t>
            </w:r>
          </w:p>
        </w:tc>
        <w:tc>
          <w:tcPr>
            <w:tcW w:w="426" w:type="dxa"/>
            <w:gridSpan w:val="2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" w:type="dxa"/>
            <w:gridSpan w:val="2"/>
          </w:tcPr>
          <w:p w:rsidR="00431CE9" w:rsidRDefault="00431CE9" w:rsidP="00427631">
            <w:pPr>
              <w:tabs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</w:t>
            </w:r>
          </w:p>
        </w:tc>
        <w:tc>
          <w:tcPr>
            <w:tcW w:w="425" w:type="dxa"/>
          </w:tcPr>
          <w:p w:rsidR="00431CE9" w:rsidRDefault="00431CE9" w:rsidP="004276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bCs/>
              </w:rPr>
            </w:r>
            <w:r w:rsidR="006831A0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709" w:type="dxa"/>
          </w:tcPr>
          <w:p w:rsidR="00431CE9" w:rsidRDefault="00431CE9" w:rsidP="00427631">
            <w:pPr>
              <w:tabs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GFK</w:t>
            </w:r>
          </w:p>
        </w:tc>
      </w:tr>
    </w:tbl>
    <w:p w:rsidR="001C035C" w:rsidRDefault="001C035C" w:rsidP="001C035C">
      <w:pPr>
        <w:tabs>
          <w:tab w:val="left" w:pos="543"/>
          <w:tab w:val="right" w:leader="dot" w:pos="9614"/>
        </w:tabs>
        <w:jc w:val="both"/>
        <w:rPr>
          <w:rFonts w:ascii="Arial" w:hAnsi="Arial" w:cs="Arial"/>
          <w:b/>
          <w:bCs/>
          <w:sz w:val="22"/>
        </w:rPr>
      </w:pPr>
    </w:p>
    <w:tbl>
      <w:tblPr>
        <w:tblW w:w="9784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3"/>
        <w:gridCol w:w="88"/>
        <w:gridCol w:w="55"/>
        <w:gridCol w:w="1134"/>
        <w:gridCol w:w="33"/>
        <w:gridCol w:w="1242"/>
        <w:gridCol w:w="283"/>
        <w:gridCol w:w="851"/>
        <w:gridCol w:w="850"/>
        <w:gridCol w:w="442"/>
        <w:gridCol w:w="267"/>
        <w:gridCol w:w="1702"/>
        <w:gridCol w:w="1704"/>
      </w:tblGrid>
      <w:tr w:rsidR="0014173C">
        <w:trPr>
          <w:cantSplit/>
          <w:trHeight w:val="454"/>
        </w:trPr>
        <w:tc>
          <w:tcPr>
            <w:tcW w:w="1221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    :</w:t>
            </w:r>
          </w:p>
        </w:tc>
        <w:tc>
          <w:tcPr>
            <w:tcW w:w="3598" w:type="dxa"/>
            <w:gridSpan w:val="6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Vorname  :</w:t>
            </w:r>
          </w:p>
        </w:tc>
        <w:tc>
          <w:tcPr>
            <w:tcW w:w="3673" w:type="dxa"/>
            <w:gridSpan w:val="3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454"/>
        </w:trPr>
        <w:tc>
          <w:tcPr>
            <w:tcW w:w="1221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geb. am  :</w:t>
            </w:r>
          </w:p>
        </w:tc>
        <w:tc>
          <w:tcPr>
            <w:tcW w:w="8563" w:type="dxa"/>
            <w:gridSpan w:val="11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567"/>
        </w:trPr>
        <w:tc>
          <w:tcPr>
            <w:tcW w:w="2410" w:type="dxa"/>
            <w:gridSpan w:val="4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right" w:pos="982"/>
                <w:tab w:val="right" w:pos="2007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Abschluss als </w:t>
            </w:r>
            <w:r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737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567"/>
        </w:trPr>
        <w:tc>
          <w:tcPr>
            <w:tcW w:w="2410" w:type="dxa"/>
            <w:gridSpan w:val="4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right" w:pos="982"/>
                <w:tab w:val="right" w:pos="2007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Schweißerzeugnis </w:t>
            </w:r>
            <w:r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737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454"/>
        </w:trPr>
        <w:tc>
          <w:tcPr>
            <w:tcW w:w="1276" w:type="dxa"/>
            <w:gridSpan w:val="3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   :</w:t>
            </w:r>
          </w:p>
        </w:tc>
        <w:tc>
          <w:tcPr>
            <w:tcW w:w="8508" w:type="dxa"/>
            <w:gridSpan w:val="10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454"/>
        </w:trPr>
        <w:tc>
          <w:tcPr>
            <w:tcW w:w="2410" w:type="dxa"/>
            <w:gridSpan w:val="4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Frühere Tätigkeit bei     :</w:t>
            </w:r>
          </w:p>
        </w:tc>
        <w:tc>
          <w:tcPr>
            <w:tcW w:w="737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trHeight w:val="454"/>
        </w:trPr>
        <w:tc>
          <w:tcPr>
            <w:tcW w:w="1221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41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trHeight w:val="510"/>
        </w:trPr>
        <w:tc>
          <w:tcPr>
            <w:tcW w:w="2410" w:type="dxa"/>
            <w:gridSpan w:val="4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Frühere Tätigkeit bei     :</w:t>
            </w:r>
          </w:p>
        </w:tc>
        <w:tc>
          <w:tcPr>
            <w:tcW w:w="7374" w:type="dxa"/>
            <w:gridSpan w:val="9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14173C">
        <w:trPr>
          <w:trHeight w:val="454"/>
        </w:trPr>
        <w:tc>
          <w:tcPr>
            <w:tcW w:w="1221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41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510"/>
        </w:trPr>
        <w:tc>
          <w:tcPr>
            <w:tcW w:w="3685" w:type="dxa"/>
            <w:gridSpan w:val="6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Derzeitige Funktion im Unternehmen :</w:t>
            </w:r>
          </w:p>
        </w:tc>
        <w:tc>
          <w:tcPr>
            <w:tcW w:w="6099" w:type="dxa"/>
            <w:gridSpan w:val="7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454"/>
        </w:trPr>
        <w:tc>
          <w:tcPr>
            <w:tcW w:w="8080" w:type="dxa"/>
            <w:gridSpan w:val="12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Fest</w:t>
            </w:r>
            <w:r>
              <w:rPr>
                <w:rFonts w:ascii="Arial" w:hAnsi="Arial" w:cs="Arial"/>
              </w:rPr>
              <w:t xml:space="preserve"> und </w:t>
            </w:r>
            <w:r>
              <w:rPr>
                <w:rFonts w:ascii="Arial" w:hAnsi="Arial" w:cs="Arial"/>
                <w:b/>
                <w:bCs/>
              </w:rPr>
              <w:t>ausschließlich</w:t>
            </w:r>
            <w:r>
              <w:rPr>
                <w:rFonts w:ascii="Arial" w:hAnsi="Arial" w:cs="Arial"/>
              </w:rPr>
              <w:t xml:space="preserve"> im antragstellenden Unternehmen angestellt seit                     :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284"/>
        </w:trPr>
        <w:tc>
          <w:tcPr>
            <w:tcW w:w="9784" w:type="dxa"/>
            <w:gridSpan w:val="13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  <w:i/>
                <w:iCs/>
                <w:sz w:val="16"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t>Die vertragliche Arbeitszeit muss mindestens einem halben Vollzeitarbeitsverhältnis entsprechen.</w:t>
            </w:r>
          </w:p>
        </w:tc>
      </w:tr>
      <w:tr w:rsidR="0014173C" w:rsidTr="00D40E7F">
        <w:trPr>
          <w:cantSplit/>
          <w:trHeight w:val="567"/>
        </w:trPr>
        <w:tc>
          <w:tcPr>
            <w:tcW w:w="3968" w:type="dxa"/>
            <w:gridSpan w:val="7"/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bereits anerkannt als </w:t>
            </w:r>
            <w:r w:rsidR="00D40E7F">
              <w:rPr>
                <w:rFonts w:ascii="Arial" w:hAnsi="Arial" w:cs="Arial"/>
              </w:rPr>
              <w:t>Fachkraft</w:t>
            </w:r>
          </w:p>
          <w:p w:rsidR="0014173C" w:rsidRDefault="00D40E7F" w:rsidP="00D40E7F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nach DVGW-Arbeitsblatt              </w:t>
            </w:r>
            <w:r w:rsidR="0014173C">
              <w:rPr>
                <w:rFonts w:ascii="Arial" w:hAnsi="Arial" w:cs="Arial"/>
              </w:rPr>
              <w:t xml:space="preserve">            :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510"/>
        </w:trPr>
        <w:tc>
          <w:tcPr>
            <w:tcW w:w="1133" w:type="dxa"/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Tr="00D40E7F">
        <w:trPr>
          <w:trHeight w:val="567"/>
        </w:trPr>
        <w:tc>
          <w:tcPr>
            <w:tcW w:w="3968" w:type="dxa"/>
            <w:gridSpan w:val="7"/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bereits anerkannt als </w:t>
            </w:r>
            <w:r w:rsidR="00D40E7F">
              <w:rPr>
                <w:rFonts w:ascii="Arial" w:hAnsi="Arial" w:cs="Arial"/>
              </w:rPr>
              <w:t>Fachkraft</w:t>
            </w:r>
          </w:p>
          <w:p w:rsidR="0014173C" w:rsidRDefault="00D40E7F" w:rsidP="00D40E7F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nach </w:t>
            </w:r>
            <w:r w:rsidR="0014173C">
              <w:rPr>
                <w:rFonts w:ascii="Arial" w:hAnsi="Arial" w:cs="Arial"/>
              </w:rPr>
              <w:t xml:space="preserve">DVGW-Arbeitsblatt     </w:t>
            </w:r>
            <w:r>
              <w:rPr>
                <w:rFonts w:ascii="Arial" w:hAnsi="Arial" w:cs="Arial"/>
              </w:rPr>
              <w:t xml:space="preserve">           </w:t>
            </w:r>
            <w:r w:rsidR="0014173C">
              <w:rPr>
                <w:rFonts w:ascii="Arial" w:hAnsi="Arial" w:cs="Arial"/>
              </w:rPr>
              <w:t xml:space="preserve">          :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>
        <w:trPr>
          <w:cantSplit/>
          <w:trHeight w:val="510"/>
        </w:trPr>
        <w:tc>
          <w:tcPr>
            <w:tcW w:w="1133" w:type="dxa"/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14173C" w:rsidRDefault="0014173C">
      <w:pPr>
        <w:rPr>
          <w:rFonts w:ascii="Arial" w:hAnsi="Arial" w:cs="Arial"/>
        </w:rPr>
      </w:pPr>
    </w:p>
    <w:p w:rsidR="0014173C" w:rsidRDefault="0014173C">
      <w:pPr>
        <w:rPr>
          <w:rFonts w:ascii="Arial" w:hAnsi="Arial" w:cs="Arial"/>
        </w:rPr>
      </w:pPr>
    </w:p>
    <w:p w:rsidR="0014173C" w:rsidRDefault="0014173C">
      <w:pPr>
        <w:tabs>
          <w:tab w:val="left" w:pos="714"/>
          <w:tab w:val="left" w:pos="4795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Mir ist bekannt, dass ich umfangreiche Fachkenntnisse im beantragten Bereich nachweisen muss. Dazu zählen: einschlägige öffentlich-rechtliche Vorschriften, Unfallverhütungsvorschriften und technische Regeln. Diese Kenntnisse werden in einem Fachgespräch überprüft.</w:t>
      </w:r>
    </w:p>
    <w:p w:rsidR="00D40E7F" w:rsidRDefault="00D40E7F" w:rsidP="00D40E7F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Hiermit versichere ich, dass ich die an mich gem. Pkt. 5.4 des Regelwerks </w:t>
      </w:r>
      <w:r w:rsidR="00431CE9">
        <w:rPr>
          <w:rFonts w:ascii="Arial" w:hAnsi="Arial" w:cs="Arial"/>
          <w:b/>
          <w:bCs/>
        </w:rPr>
        <w:t>W 316: 04/2018</w:t>
      </w:r>
      <w:r>
        <w:rPr>
          <w:rFonts w:ascii="Arial" w:hAnsi="Arial" w:cs="Arial"/>
          <w:b/>
          <w:bCs/>
        </w:rPr>
        <w:t xml:space="preserve"> gestellten personellen Voraussetzungen erfülle.</w:t>
      </w:r>
    </w:p>
    <w:p w:rsidR="0014173C" w:rsidRDefault="0014173C">
      <w:pPr>
        <w:tabs>
          <w:tab w:val="left" w:pos="714"/>
          <w:tab w:val="left" w:pos="4795"/>
          <w:tab w:val="left" w:pos="7914"/>
          <w:tab w:val="right" w:leader="dot" w:pos="9614"/>
        </w:tabs>
        <w:jc w:val="both"/>
        <w:rPr>
          <w:rFonts w:ascii="Arial" w:hAnsi="Arial" w:cs="Arial"/>
        </w:rPr>
      </w:pPr>
    </w:p>
    <w:p w:rsidR="0014173C" w:rsidRDefault="0014173C" w:rsidP="00D40E7F">
      <w:pPr>
        <w:tabs>
          <w:tab w:val="left" w:pos="714"/>
          <w:tab w:val="left" w:pos="4795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Ich bin seit dem Jahr </w:t>
      </w:r>
      <w:r>
        <w:rPr>
          <w:rFonts w:ascii="Arial" w:hAnsi="Arial" w:cs="Arial"/>
          <w:b/>
          <w:bCs/>
          <w:u w:val="single"/>
        </w:rPr>
        <w:fldChar w:fldCharType="begin">
          <w:ffData>
            <w:name w:val="Text85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b/>
          <w:bCs/>
          <w:u w:val="single"/>
        </w:rPr>
        <w:instrText xml:space="preserve"> FORMTEXT </w:instrText>
      </w:r>
      <w:r>
        <w:rPr>
          <w:rFonts w:ascii="Arial" w:hAnsi="Arial" w:cs="Arial"/>
          <w:b/>
          <w:bCs/>
          <w:u w:val="single"/>
        </w:rPr>
      </w:r>
      <w:r>
        <w:rPr>
          <w:rFonts w:ascii="Arial" w:hAnsi="Arial" w:cs="Arial"/>
          <w:b/>
          <w:bCs/>
          <w:u w:val="single"/>
        </w:rPr>
        <w:fldChar w:fldCharType="separate"/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u w:val="single"/>
        </w:rPr>
        <w:fldChar w:fldCharType="end"/>
      </w:r>
      <w:r>
        <w:rPr>
          <w:rFonts w:ascii="Arial" w:hAnsi="Arial" w:cs="Arial"/>
        </w:rPr>
        <w:t xml:space="preserve"> </w:t>
      </w:r>
      <w:r w:rsidR="00D40E7F">
        <w:rPr>
          <w:rFonts w:ascii="Arial" w:hAnsi="Arial" w:cs="Arial"/>
        </w:rPr>
        <w:t xml:space="preserve">als Fachkraft im Bereich Bau bzw. Instandhaltung von Trinkwasserbehältern </w:t>
      </w:r>
      <w:r>
        <w:rPr>
          <w:rFonts w:ascii="Arial" w:hAnsi="Arial" w:cs="Arial"/>
        </w:rPr>
        <w:t>tätig.</w:t>
      </w:r>
    </w:p>
    <w:p w:rsidR="0014173C" w:rsidRDefault="0014173C">
      <w:pPr>
        <w:pStyle w:val="Textkrper2"/>
        <w:tabs>
          <w:tab w:val="left" w:pos="6156"/>
          <w:tab w:val="left" w:pos="7914"/>
          <w:tab w:val="right" w:leader="dot" w:pos="9614"/>
        </w:tabs>
        <w:rPr>
          <w:rFonts w:cs="Arial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9"/>
        <w:gridCol w:w="559"/>
        <w:gridCol w:w="5302"/>
        <w:gridCol w:w="68"/>
      </w:tblGrid>
      <w:tr w:rsidR="0014173C">
        <w:trPr>
          <w:hidden/>
        </w:trPr>
        <w:tc>
          <w:tcPr>
            <w:tcW w:w="9778" w:type="dxa"/>
            <w:gridSpan w:val="4"/>
            <w:tcBorders>
              <w:bottom w:val="nil"/>
            </w:tcBorders>
          </w:tcPr>
          <w:p w:rsidR="0014173C" w:rsidRDefault="0014173C">
            <w:pPr>
              <w:rPr>
                <w:rFonts w:ascii="Arial" w:hAnsi="Arial" w:cs="Arial"/>
                <w:vanish/>
              </w:rPr>
            </w:pPr>
          </w:p>
        </w:tc>
      </w:tr>
      <w:tr w:rsidR="001417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1417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84"/>
        </w:trPr>
        <w:tc>
          <w:tcPr>
            <w:tcW w:w="4323" w:type="dxa"/>
            <w:gridSpan w:val="2"/>
          </w:tcPr>
          <w:p w:rsidR="0014173C" w:rsidRDefault="0014173C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14173C" w:rsidRDefault="0014173C" w:rsidP="00D40E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30012B">
              <w:rPr>
                <w:rFonts w:ascii="Arial" w:hAnsi="Arial" w:cs="Arial"/>
                <w:sz w:val="16"/>
                <w:szCs w:val="16"/>
              </w:rPr>
              <w:t xml:space="preserve">Unterschrift </w:t>
            </w:r>
            <w:r w:rsidR="00D40E7F">
              <w:rPr>
                <w:rFonts w:ascii="Arial" w:hAnsi="Arial" w:cs="Arial"/>
                <w:sz w:val="16"/>
                <w:szCs w:val="16"/>
              </w:rPr>
              <w:t>Fachkraft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14173C" w:rsidRDefault="0014173C">
      <w:pPr>
        <w:tabs>
          <w:tab w:val="left" w:pos="-1142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:rsidR="006131E6" w:rsidRDefault="006131E6" w:rsidP="006131E6">
      <w:pPr>
        <w:tabs>
          <w:tab w:val="left" w:pos="-1142"/>
          <w:tab w:val="left" w:pos="-806"/>
          <w:tab w:val="left" w:pos="4852"/>
          <w:tab w:val="left" w:pos="5760"/>
        </w:tabs>
        <w:jc w:val="both"/>
        <w:rPr>
          <w:rFonts w:ascii="Arial" w:hAnsi="Arial" w:cs="Arial"/>
          <w:sz w:val="18"/>
        </w:rPr>
        <w:sectPr w:rsidR="006131E6" w:rsidSect="00AC30D5">
          <w:headerReference w:type="default" r:id="rId7"/>
          <w:footerReference w:type="default" r:id="rId8"/>
          <w:pgSz w:w="11906" w:h="16838" w:code="9"/>
          <w:pgMar w:top="1134" w:right="1134" w:bottom="1134" w:left="1134" w:header="567" w:footer="246" w:gutter="0"/>
          <w:pgNumType w:start="9"/>
          <w:cols w:space="720"/>
        </w:sectPr>
      </w:pPr>
    </w:p>
    <w:p w:rsidR="0014173C" w:rsidRDefault="0014173C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/>
          <w:sz w:val="22"/>
        </w:rPr>
      </w:pPr>
      <w:r>
        <w:rPr>
          <w:rFonts w:ascii="Arial" w:hAnsi="Arial" w:cs="Arial"/>
          <w:b/>
          <w:bCs/>
          <w:sz w:val="22"/>
        </w:rPr>
        <w:t>9.</w:t>
      </w:r>
      <w:r>
        <w:rPr>
          <w:rFonts w:ascii="Arial" w:hAnsi="Arial" w:cs="Arial"/>
          <w:b/>
          <w:bCs/>
          <w:sz w:val="22"/>
        </w:rPr>
        <w:tab/>
      </w:r>
      <w:r w:rsidR="006131E6">
        <w:rPr>
          <w:rFonts w:ascii="Arial" w:hAnsi="Arial" w:cs="Arial"/>
          <w:b/>
          <w:bCs/>
          <w:sz w:val="22"/>
        </w:rPr>
        <w:t>Technische Ausrüstung</w:t>
      </w:r>
    </w:p>
    <w:p w:rsidR="0014173C" w:rsidRDefault="006131E6">
      <w:pPr>
        <w:pStyle w:val="Kopfzeile"/>
        <w:tabs>
          <w:tab w:val="clear" w:pos="4536"/>
          <w:tab w:val="clear" w:pos="9072"/>
          <w:tab w:val="left" w:pos="56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40958">
        <w:rPr>
          <w:rFonts w:ascii="Arial" w:hAnsi="Arial" w:cs="Arial"/>
        </w:rPr>
        <w:t>(</w:t>
      </w:r>
      <w:r>
        <w:rPr>
          <w:rFonts w:ascii="Arial" w:hAnsi="Arial" w:cs="Arial"/>
        </w:rPr>
        <w:t>gemäß Pkt. 6 d</w:t>
      </w:r>
      <w:r w:rsidR="00431CE9">
        <w:rPr>
          <w:rFonts w:ascii="Arial" w:hAnsi="Arial" w:cs="Arial"/>
        </w:rPr>
        <w:t>es DVGW-Arbeitsblattes W 316: 04/2018</w:t>
      </w:r>
      <w:r w:rsidR="00640958">
        <w:rPr>
          <w:rFonts w:ascii="Arial" w:hAnsi="Arial" w:cs="Arial"/>
        </w:rPr>
        <w:t>)</w:t>
      </w:r>
    </w:p>
    <w:p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8"/>
        <w:gridCol w:w="638"/>
        <w:gridCol w:w="3402"/>
        <w:gridCol w:w="709"/>
        <w:gridCol w:w="921"/>
        <w:gridCol w:w="921"/>
      </w:tblGrid>
      <w:tr w:rsidR="00F251D3" w:rsidRPr="00E23AA4" w:rsidTr="00640958">
        <w:trPr>
          <w:trHeight w:val="419"/>
        </w:trPr>
        <w:tc>
          <w:tcPr>
            <w:tcW w:w="2480" w:type="dxa"/>
            <w:vMerge w:val="restart"/>
            <w:shd w:val="pct12" w:color="auto" w:fill="auto"/>
            <w:vAlign w:val="center"/>
          </w:tcPr>
          <w:p w:rsidR="00F251D3" w:rsidRPr="00E23AA4" w:rsidRDefault="00F251D3" w:rsidP="00E23AA4">
            <w:pPr>
              <w:pStyle w:val="berschrift5"/>
              <w:tabs>
                <w:tab w:val="clear" w:pos="567"/>
              </w:tabs>
              <w:rPr>
                <w:rFonts w:ascii="Arial" w:hAnsi="Arial" w:cs="Arial"/>
                <w:sz w:val="20"/>
              </w:rPr>
            </w:pPr>
            <w:r w:rsidRPr="00E23AA4">
              <w:rPr>
                <w:rFonts w:ascii="Arial" w:hAnsi="Arial" w:cs="Arial"/>
                <w:sz w:val="20"/>
              </w:rPr>
              <w:t>Ausrüstungs</w:t>
            </w:r>
            <w:r>
              <w:rPr>
                <w:rFonts w:ascii="Arial" w:hAnsi="Arial" w:cs="Arial"/>
                <w:sz w:val="20"/>
              </w:rPr>
              <w:t>-</w:t>
            </w:r>
            <w:r w:rsidRPr="00E23AA4">
              <w:rPr>
                <w:rFonts w:ascii="Arial" w:hAnsi="Arial" w:cs="Arial"/>
                <w:sz w:val="20"/>
              </w:rPr>
              <w:t>gegenstand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251D3" w:rsidRPr="00E23AA4" w:rsidRDefault="00F251D3" w:rsidP="00F251D3">
            <w:pPr>
              <w:pStyle w:val="berschrift5"/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Vorhanden</w:t>
            </w:r>
          </w:p>
        </w:tc>
        <w:tc>
          <w:tcPr>
            <w:tcW w:w="3402" w:type="dxa"/>
            <w:vMerge w:val="restart"/>
            <w:shd w:val="pct12" w:color="auto" w:fill="auto"/>
            <w:vAlign w:val="center"/>
          </w:tcPr>
          <w:p w:rsidR="00F251D3" w:rsidRPr="00E23AA4" w:rsidRDefault="00F251D3" w:rsidP="00E23AA4">
            <w:pPr>
              <w:pStyle w:val="berschrift5"/>
              <w:rPr>
                <w:rFonts w:ascii="Arial" w:hAnsi="Arial" w:cs="Arial"/>
                <w:sz w:val="20"/>
              </w:rPr>
            </w:pPr>
            <w:r w:rsidRPr="00E23AA4">
              <w:rPr>
                <w:rFonts w:ascii="Arial" w:hAnsi="Arial" w:cs="Arial"/>
                <w:sz w:val="20"/>
              </w:rPr>
              <w:t>Inhalt/Bezeichnung</w:t>
            </w:r>
          </w:p>
        </w:tc>
        <w:tc>
          <w:tcPr>
            <w:tcW w:w="709" w:type="dxa"/>
            <w:vMerge w:val="restart"/>
            <w:shd w:val="pct12" w:color="auto" w:fill="auto"/>
            <w:vAlign w:val="center"/>
          </w:tcPr>
          <w:p w:rsidR="00F251D3" w:rsidRPr="00E23AA4" w:rsidRDefault="00F251D3" w:rsidP="00F251D3">
            <w:pPr>
              <w:pStyle w:val="berschrift1"/>
              <w:jc w:val="center"/>
              <w:rPr>
                <w:rFonts w:cs="Arial"/>
                <w:sz w:val="20"/>
              </w:rPr>
            </w:pPr>
            <w:r w:rsidRPr="00E23AA4">
              <w:rPr>
                <w:rFonts w:cs="Arial"/>
                <w:sz w:val="20"/>
              </w:rPr>
              <w:t>Anzahl</w:t>
            </w:r>
          </w:p>
        </w:tc>
        <w:tc>
          <w:tcPr>
            <w:tcW w:w="921" w:type="dxa"/>
            <w:vMerge w:val="restart"/>
            <w:shd w:val="pct12" w:color="auto" w:fill="auto"/>
            <w:vAlign w:val="center"/>
          </w:tcPr>
          <w:p w:rsidR="00F251D3" w:rsidRPr="00E23AA4" w:rsidRDefault="00F251D3" w:rsidP="00F251D3">
            <w:pPr>
              <w:pStyle w:val="berschrift1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Planungs-büro</w:t>
            </w:r>
          </w:p>
        </w:tc>
        <w:tc>
          <w:tcPr>
            <w:tcW w:w="921" w:type="dxa"/>
            <w:vMerge w:val="restart"/>
            <w:shd w:val="pct12" w:color="auto" w:fill="auto"/>
            <w:vAlign w:val="center"/>
          </w:tcPr>
          <w:p w:rsidR="00F251D3" w:rsidRDefault="00F251D3" w:rsidP="00F251D3">
            <w:pPr>
              <w:pStyle w:val="berschrift1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Fach-betrieb</w:t>
            </w:r>
          </w:p>
        </w:tc>
      </w:tr>
      <w:tr w:rsidR="00F251D3" w:rsidRPr="00E23AA4" w:rsidTr="00640958">
        <w:trPr>
          <w:trHeight w:val="423"/>
        </w:trPr>
        <w:tc>
          <w:tcPr>
            <w:tcW w:w="2480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251D3" w:rsidRPr="00E23AA4" w:rsidRDefault="00F251D3">
            <w:pPr>
              <w:pStyle w:val="berschrift5"/>
              <w:tabs>
                <w:tab w:val="clear" w:pos="567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38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251D3" w:rsidRPr="00E23AA4" w:rsidRDefault="00F251D3">
            <w:pPr>
              <w:pStyle w:val="berschrift5"/>
              <w:tabs>
                <w:tab w:val="clear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AA4">
              <w:rPr>
                <w:rFonts w:ascii="Arial" w:hAnsi="Arial" w:cs="Arial"/>
                <w:sz w:val="18"/>
                <w:szCs w:val="18"/>
              </w:rPr>
              <w:t>ja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251D3" w:rsidRPr="00E23AA4" w:rsidRDefault="00F251D3">
            <w:pPr>
              <w:pStyle w:val="berschrift5"/>
              <w:tabs>
                <w:tab w:val="clear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AA4">
              <w:rPr>
                <w:rFonts w:ascii="Arial" w:hAnsi="Arial" w:cs="Arial"/>
                <w:sz w:val="18"/>
                <w:szCs w:val="18"/>
              </w:rPr>
              <w:t>nein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251D3" w:rsidRPr="00E23AA4" w:rsidRDefault="00F251D3">
            <w:pPr>
              <w:pStyle w:val="berschrift5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251D3" w:rsidRPr="00E23AA4" w:rsidRDefault="00F251D3" w:rsidP="00F251D3">
            <w:pPr>
              <w:pStyle w:val="berschrift1"/>
              <w:jc w:val="center"/>
              <w:rPr>
                <w:rFonts w:cs="Arial"/>
                <w:sz w:val="20"/>
              </w:rPr>
            </w:pPr>
          </w:p>
        </w:tc>
        <w:tc>
          <w:tcPr>
            <w:tcW w:w="921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251D3" w:rsidRPr="00E23AA4" w:rsidRDefault="00F251D3" w:rsidP="00F251D3">
            <w:pPr>
              <w:pStyle w:val="berschrift1"/>
              <w:jc w:val="center"/>
              <w:rPr>
                <w:rFonts w:cs="Arial"/>
                <w:sz w:val="20"/>
              </w:rPr>
            </w:pPr>
          </w:p>
        </w:tc>
        <w:tc>
          <w:tcPr>
            <w:tcW w:w="921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251D3" w:rsidRPr="00E23AA4" w:rsidRDefault="00F251D3" w:rsidP="00F251D3">
            <w:pPr>
              <w:pStyle w:val="berschrift1"/>
              <w:jc w:val="center"/>
              <w:rPr>
                <w:rFonts w:cs="Arial"/>
                <w:sz w:val="20"/>
              </w:rPr>
            </w:pPr>
          </w:p>
        </w:tc>
      </w:tr>
      <w:tr w:rsidR="00F251D3" w:rsidTr="00507A18">
        <w:trPr>
          <w:trHeight w:val="624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51D3" w:rsidRDefault="00F251D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Bauwagen/Container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51D3" w:rsidRDefault="00F251D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51D3" w:rsidRDefault="00F251D3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7183" w:rsidRPr="003F7183" w:rsidRDefault="003F7183" w:rsidP="00F251D3">
            <w:pPr>
              <w:pStyle w:val="Kopfzeil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D3" w:rsidRDefault="003F7183" w:rsidP="00F251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</w:p>
        </w:tc>
      </w:tr>
      <w:tr w:rsidR="00507A18" w:rsidTr="00507A18">
        <w:trPr>
          <w:trHeight w:val="624"/>
        </w:trPr>
        <w:tc>
          <w:tcPr>
            <w:tcW w:w="24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51D3" w:rsidRDefault="00F251D3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Montagewagen mit kpl. Ausrüstung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51D3" w:rsidRDefault="00F251D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51D3" w:rsidRDefault="00F251D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5"/>
            <w:r>
              <w:rPr>
                <w:rFonts w:ascii="Arial" w:hAnsi="Arial" w:cs="Arial"/>
                <w:b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/>
                <w:szCs w:val="22"/>
              </w:rPr>
            </w:r>
            <w:r w:rsidR="006831A0">
              <w:rPr>
                <w:rFonts w:ascii="Arial" w:hAnsi="Arial" w:cs="Arial"/>
                <w:b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Cs w:val="22"/>
              </w:rPr>
              <w:fldChar w:fldCharType="end"/>
            </w:r>
            <w:bookmarkEnd w:id="7"/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51D3" w:rsidRPr="00F251D3" w:rsidRDefault="003F7183" w:rsidP="00F251D3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51D3" w:rsidRDefault="003F7183" w:rsidP="00F251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</w:p>
        </w:tc>
      </w:tr>
      <w:tr w:rsidR="00F251D3" w:rsidTr="00507A18">
        <w:trPr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F251D3" w:rsidRDefault="00F251D3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  <w:szCs w:val="22"/>
              </w:rPr>
            </w:pPr>
            <w:r>
              <w:rPr>
                <w:rFonts w:cs="Arial"/>
                <w:b w:val="0"/>
                <w:bCs/>
                <w:sz w:val="20"/>
                <w:szCs w:val="22"/>
              </w:rPr>
              <w:t xml:space="preserve">Werkzeuge/digitale </w:t>
            </w:r>
          </w:p>
          <w:p w:rsidR="00F251D3" w:rsidRDefault="00F251D3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  <w:szCs w:val="22"/>
              </w:rPr>
            </w:pPr>
            <w:r>
              <w:rPr>
                <w:rFonts w:cs="Arial"/>
                <w:b w:val="0"/>
                <w:bCs/>
                <w:sz w:val="20"/>
                <w:szCs w:val="22"/>
              </w:rPr>
              <w:t>Projektbearbeitung/</w:t>
            </w:r>
          </w:p>
          <w:p w:rsidR="00F251D3" w:rsidRDefault="00F251D3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  <w:szCs w:val="22"/>
              </w:rPr>
            </w:pPr>
            <w:r>
              <w:rPr>
                <w:rFonts w:cs="Arial"/>
                <w:b w:val="0"/>
                <w:bCs/>
                <w:sz w:val="20"/>
                <w:szCs w:val="22"/>
              </w:rPr>
              <w:t>Kommunikation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251D3" w:rsidRPr="0022347C" w:rsidRDefault="003F7183">
            <w:pPr>
              <w:pStyle w:val="berschrift3"/>
              <w:ind w:left="0" w:firstLine="0"/>
              <w:jc w:val="center"/>
              <w:rPr>
                <w:rFonts w:cs="Arial"/>
                <w:b w:val="0"/>
                <w:sz w:val="20"/>
              </w:rPr>
            </w:pPr>
            <w:r w:rsidRPr="0022347C">
              <w:rPr>
                <w:rFonts w:cs="Arial"/>
                <w:b w:val="0"/>
                <w:bCs/>
                <w:sz w:val="20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47C">
              <w:rPr>
                <w:rFonts w:cs="Arial"/>
                <w:b w:val="0"/>
                <w:bCs/>
                <w:sz w:val="20"/>
              </w:rPr>
              <w:instrText xml:space="preserve"> FORMCHECKBOX </w:instrText>
            </w:r>
            <w:r w:rsidR="006831A0">
              <w:rPr>
                <w:rFonts w:cs="Arial"/>
                <w:b w:val="0"/>
                <w:bCs/>
                <w:sz w:val="20"/>
              </w:rPr>
            </w:r>
            <w:r w:rsidR="006831A0">
              <w:rPr>
                <w:rFonts w:cs="Arial"/>
                <w:b w:val="0"/>
                <w:bCs/>
                <w:sz w:val="20"/>
              </w:rPr>
              <w:fldChar w:fldCharType="separate"/>
            </w:r>
            <w:r w:rsidRPr="0022347C">
              <w:rPr>
                <w:rFonts w:cs="Arial"/>
                <w:b w:val="0"/>
                <w:bCs/>
                <w:sz w:val="20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251D3" w:rsidRPr="0022347C" w:rsidRDefault="003F7183">
            <w:pPr>
              <w:pStyle w:val="berschrift3"/>
              <w:ind w:left="0" w:firstLine="0"/>
              <w:jc w:val="center"/>
              <w:rPr>
                <w:rFonts w:cs="Arial"/>
                <w:b w:val="0"/>
                <w:sz w:val="20"/>
              </w:rPr>
            </w:pPr>
            <w:r w:rsidRPr="0022347C">
              <w:rPr>
                <w:rFonts w:cs="Arial"/>
                <w:b w:val="0"/>
                <w:bCs/>
                <w:sz w:val="20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47C">
              <w:rPr>
                <w:rFonts w:cs="Arial"/>
                <w:b w:val="0"/>
                <w:bCs/>
                <w:sz w:val="20"/>
              </w:rPr>
              <w:instrText xml:space="preserve"> FORMCHECKBOX </w:instrText>
            </w:r>
            <w:r w:rsidR="006831A0">
              <w:rPr>
                <w:rFonts w:cs="Arial"/>
                <w:b w:val="0"/>
                <w:bCs/>
                <w:sz w:val="20"/>
              </w:rPr>
            </w:r>
            <w:r w:rsidR="006831A0">
              <w:rPr>
                <w:rFonts w:cs="Arial"/>
                <w:b w:val="0"/>
                <w:bCs/>
                <w:sz w:val="20"/>
              </w:rPr>
              <w:fldChar w:fldCharType="separate"/>
            </w:r>
            <w:r w:rsidRPr="0022347C">
              <w:rPr>
                <w:rFonts w:cs="Arial"/>
                <w:b w:val="0"/>
                <w:bCs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51D3" w:rsidRPr="00F251D3" w:rsidRDefault="003F7183" w:rsidP="00F251D3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F251D3" w:rsidRDefault="003F7183" w:rsidP="00F251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251D3" w:rsidTr="00507A18">
        <w:trPr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F251D3" w:rsidRDefault="00F251D3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CAD-System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251D3" w:rsidRDefault="003F718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251D3" w:rsidRDefault="003F718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51D3" w:rsidRPr="00F251D3" w:rsidRDefault="003F7183" w:rsidP="00F251D3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F251D3" w:rsidRDefault="003F7183" w:rsidP="00F251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251D3" w:rsidTr="00507A18">
        <w:trPr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F251D3" w:rsidRDefault="00F251D3">
            <w:pPr>
              <w:pStyle w:val="berschrift5"/>
              <w:tabs>
                <w:tab w:val="clear" w:pos="567"/>
              </w:tabs>
              <w:rPr>
                <w:rFonts w:ascii="Arial" w:hAnsi="Arial" w:cs="Arial"/>
                <w:b w:val="0"/>
                <w:bCs/>
                <w:sz w:val="20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0"/>
                <w:szCs w:val="22"/>
              </w:rPr>
              <w:t>Ausschreibungssoftware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251D3" w:rsidRPr="0022347C" w:rsidRDefault="003F7183">
            <w:pPr>
              <w:pStyle w:val="berschrift5"/>
              <w:tabs>
                <w:tab w:val="clear" w:pos="567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22347C">
              <w:rPr>
                <w:rFonts w:ascii="Arial" w:hAnsi="Arial" w:cs="Arial"/>
                <w:b w:val="0"/>
                <w:bCs/>
                <w:sz w:val="20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47C">
              <w:rPr>
                <w:rFonts w:ascii="Arial" w:hAnsi="Arial" w:cs="Arial"/>
                <w:b w:val="0"/>
                <w:bCs/>
                <w:sz w:val="20"/>
              </w:rPr>
              <w:instrText xml:space="preserve"> FORMCHECKBOX </w:instrText>
            </w:r>
            <w:r w:rsidR="006831A0">
              <w:rPr>
                <w:rFonts w:ascii="Arial" w:hAnsi="Arial" w:cs="Arial"/>
                <w:b w:val="0"/>
                <w:bCs/>
                <w:sz w:val="20"/>
              </w:rPr>
            </w:r>
            <w:r w:rsidR="006831A0">
              <w:rPr>
                <w:rFonts w:ascii="Arial" w:hAnsi="Arial" w:cs="Arial"/>
                <w:b w:val="0"/>
                <w:bCs/>
                <w:sz w:val="20"/>
              </w:rPr>
              <w:fldChar w:fldCharType="separate"/>
            </w:r>
            <w:r w:rsidRPr="0022347C">
              <w:rPr>
                <w:rFonts w:ascii="Arial" w:hAnsi="Arial" w:cs="Arial"/>
                <w:b w:val="0"/>
                <w:bCs/>
                <w:sz w:val="20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251D3" w:rsidRPr="0022347C" w:rsidRDefault="003F7183">
            <w:pPr>
              <w:pStyle w:val="berschrift5"/>
              <w:tabs>
                <w:tab w:val="clear" w:pos="567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22347C">
              <w:rPr>
                <w:rFonts w:ascii="Arial" w:hAnsi="Arial" w:cs="Arial"/>
                <w:b w:val="0"/>
                <w:bCs/>
                <w:sz w:val="20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47C">
              <w:rPr>
                <w:rFonts w:ascii="Arial" w:hAnsi="Arial" w:cs="Arial"/>
                <w:b w:val="0"/>
                <w:bCs/>
                <w:sz w:val="20"/>
              </w:rPr>
              <w:instrText xml:space="preserve"> FORMCHECKBOX </w:instrText>
            </w:r>
            <w:r w:rsidR="006831A0">
              <w:rPr>
                <w:rFonts w:ascii="Arial" w:hAnsi="Arial" w:cs="Arial"/>
                <w:b w:val="0"/>
                <w:bCs/>
                <w:sz w:val="20"/>
              </w:rPr>
            </w:r>
            <w:r w:rsidR="006831A0">
              <w:rPr>
                <w:rFonts w:ascii="Arial" w:hAnsi="Arial" w:cs="Arial"/>
                <w:b w:val="0"/>
                <w:bCs/>
                <w:sz w:val="20"/>
              </w:rPr>
              <w:fldChar w:fldCharType="separate"/>
            </w:r>
            <w:r w:rsidRPr="0022347C">
              <w:rPr>
                <w:rFonts w:ascii="Arial" w:hAnsi="Arial" w:cs="Arial"/>
                <w:b w:val="0"/>
                <w:bCs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51D3" w:rsidRPr="00F251D3" w:rsidRDefault="003F7183" w:rsidP="00F251D3">
            <w:pPr>
              <w:pStyle w:val="berschrift5"/>
              <w:rPr>
                <w:rFonts w:ascii="Arial" w:hAnsi="Arial" w:cs="Arial"/>
                <w:b w:val="0"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F251D3" w:rsidRDefault="003F7183" w:rsidP="00F251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07A18" w:rsidTr="00507A18">
        <w:trPr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F251D3" w:rsidRDefault="00F251D3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standardisierte Ausschreibungstexte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251D3" w:rsidRDefault="003F718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251D3" w:rsidRDefault="003F718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51D3" w:rsidRPr="00F251D3" w:rsidRDefault="003F7183" w:rsidP="003F7183">
            <w:pPr>
              <w:pStyle w:val="Kopfzeile"/>
              <w:tabs>
                <w:tab w:val="clear" w:pos="4536"/>
                <w:tab w:val="clear" w:pos="9072"/>
                <w:tab w:val="left" w:pos="2056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51D3" w:rsidRDefault="00F251D3" w:rsidP="00F251D3">
            <w:pPr>
              <w:pStyle w:val="Kopfzeile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F251D3" w:rsidRDefault="003F7183" w:rsidP="00F251D3">
            <w:pPr>
              <w:pStyle w:val="Kopfzeil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F251D3" w:rsidRDefault="00F251D3" w:rsidP="00F251D3">
            <w:pPr>
              <w:pStyle w:val="Kopfzeile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251D3" w:rsidTr="00507A18">
        <w:trPr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F251D3" w:rsidRDefault="00F251D3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Gerätschaften zur Bauzustandsanalyse und Qualitätssicherung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251D3" w:rsidRDefault="003F718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251D3" w:rsidRDefault="003F718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51D3" w:rsidRPr="00F251D3" w:rsidRDefault="003F7183" w:rsidP="003F7183">
            <w:pPr>
              <w:pStyle w:val="Kopfzeile"/>
              <w:tabs>
                <w:tab w:val="clear" w:pos="4536"/>
                <w:tab w:val="clear" w:pos="9072"/>
                <w:tab w:val="left" w:pos="2056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F251D3" w:rsidRDefault="003F7183" w:rsidP="00F251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F251D3" w:rsidRDefault="00F251D3" w:rsidP="00F251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07A18" w:rsidTr="00507A18"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3F7183" w:rsidRPr="003F7183" w:rsidRDefault="003F7183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Feuerlöscher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7183" w:rsidRPr="00F251D3" w:rsidRDefault="003F7183" w:rsidP="00413DC9">
            <w:pPr>
              <w:pStyle w:val="Kopfzeile"/>
              <w:tabs>
                <w:tab w:val="clear" w:pos="4536"/>
                <w:tab w:val="clear" w:pos="9072"/>
                <w:tab w:val="left" w:pos="2056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F251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F251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3F7183" w:rsidTr="00507A18"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3F7183" w:rsidRPr="003F7183" w:rsidRDefault="0022347C" w:rsidP="00413DC9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Persönliche Schutzausrüstung (PSA)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7183" w:rsidRPr="00F251D3" w:rsidRDefault="003F7183" w:rsidP="00413DC9">
            <w:pPr>
              <w:pStyle w:val="Kopfzeile"/>
              <w:tabs>
                <w:tab w:val="clear" w:pos="4536"/>
                <w:tab w:val="clear" w:pos="9072"/>
                <w:tab w:val="left" w:pos="2056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507A18" w:rsidTr="00507A18"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3F7183" w:rsidRPr="003F7183" w:rsidRDefault="002764E8" w:rsidP="00413DC9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 w:val="0"/>
                <w:bCs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bCs/>
                <w:sz w:val="20"/>
              </w:rPr>
            </w:r>
            <w:r>
              <w:rPr>
                <w:rFonts w:cs="Arial"/>
                <w:b w:val="0"/>
                <w:bCs/>
                <w:sz w:val="20"/>
              </w:rPr>
              <w:fldChar w:fldCharType="separate"/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sz w:val="20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7183" w:rsidRPr="00F251D3" w:rsidRDefault="003F7183" w:rsidP="00413DC9">
            <w:pPr>
              <w:pStyle w:val="Kopfzeile"/>
              <w:tabs>
                <w:tab w:val="clear" w:pos="4536"/>
                <w:tab w:val="clear" w:pos="9072"/>
                <w:tab w:val="left" w:pos="2056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3F7183" w:rsidTr="00507A18"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3F7183" w:rsidRPr="003F7183" w:rsidRDefault="002764E8" w:rsidP="00413DC9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 w:val="0"/>
                <w:bCs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bCs/>
                <w:sz w:val="20"/>
              </w:rPr>
            </w:r>
            <w:r>
              <w:rPr>
                <w:rFonts w:cs="Arial"/>
                <w:b w:val="0"/>
                <w:bCs/>
                <w:sz w:val="20"/>
              </w:rPr>
              <w:fldChar w:fldCharType="separate"/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sz w:val="20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7183" w:rsidRPr="00F251D3" w:rsidRDefault="003F7183" w:rsidP="00413DC9">
            <w:pPr>
              <w:pStyle w:val="Kopfzeile"/>
              <w:tabs>
                <w:tab w:val="clear" w:pos="4536"/>
                <w:tab w:val="clear" w:pos="9072"/>
                <w:tab w:val="left" w:pos="2056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507A18" w:rsidTr="00507A18"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3F7183" w:rsidRPr="003F7183" w:rsidRDefault="002764E8" w:rsidP="00413DC9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 w:val="0"/>
                <w:bCs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bCs/>
                <w:sz w:val="20"/>
              </w:rPr>
            </w:r>
            <w:r>
              <w:rPr>
                <w:rFonts w:cs="Arial"/>
                <w:b w:val="0"/>
                <w:bCs/>
                <w:sz w:val="20"/>
              </w:rPr>
              <w:fldChar w:fldCharType="separate"/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sz w:val="20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7183" w:rsidRPr="00F251D3" w:rsidRDefault="003F7183" w:rsidP="00413DC9">
            <w:pPr>
              <w:pStyle w:val="Kopfzeile"/>
              <w:tabs>
                <w:tab w:val="clear" w:pos="4536"/>
                <w:tab w:val="clear" w:pos="9072"/>
                <w:tab w:val="left" w:pos="2056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3F7183" w:rsidTr="00507A18"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3F7183" w:rsidRPr="003F7183" w:rsidRDefault="002764E8" w:rsidP="00413DC9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 w:val="0"/>
                <w:bCs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bCs/>
                <w:sz w:val="20"/>
              </w:rPr>
            </w:r>
            <w:r>
              <w:rPr>
                <w:rFonts w:cs="Arial"/>
                <w:b w:val="0"/>
                <w:bCs/>
                <w:sz w:val="20"/>
              </w:rPr>
              <w:fldChar w:fldCharType="separate"/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sz w:val="20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7183" w:rsidRPr="00F251D3" w:rsidRDefault="003F7183" w:rsidP="00413DC9">
            <w:pPr>
              <w:pStyle w:val="Kopfzeile"/>
              <w:tabs>
                <w:tab w:val="clear" w:pos="4536"/>
                <w:tab w:val="clear" w:pos="9072"/>
                <w:tab w:val="left" w:pos="2056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507A18" w:rsidTr="00507A18"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3F7183" w:rsidRPr="003F7183" w:rsidRDefault="002764E8" w:rsidP="00413DC9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 w:val="0"/>
                <w:bCs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bCs/>
                <w:sz w:val="20"/>
              </w:rPr>
            </w:r>
            <w:r>
              <w:rPr>
                <w:rFonts w:cs="Arial"/>
                <w:b w:val="0"/>
                <w:bCs/>
                <w:sz w:val="20"/>
              </w:rPr>
              <w:fldChar w:fldCharType="separate"/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sz w:val="20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7183" w:rsidRPr="00F251D3" w:rsidRDefault="003F7183" w:rsidP="00413DC9">
            <w:pPr>
              <w:pStyle w:val="Kopfzeile"/>
              <w:tabs>
                <w:tab w:val="clear" w:pos="4536"/>
                <w:tab w:val="clear" w:pos="9072"/>
                <w:tab w:val="left" w:pos="2056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3F7183" w:rsidTr="00507A18"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3F7183" w:rsidRPr="003F7183" w:rsidRDefault="002764E8" w:rsidP="00413DC9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 w:val="0"/>
                <w:bCs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bCs/>
                <w:sz w:val="20"/>
              </w:rPr>
            </w:r>
            <w:r>
              <w:rPr>
                <w:rFonts w:cs="Arial"/>
                <w:b w:val="0"/>
                <w:bCs/>
                <w:sz w:val="20"/>
              </w:rPr>
              <w:fldChar w:fldCharType="separate"/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sz w:val="20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7183" w:rsidRPr="00F251D3" w:rsidRDefault="003F7183" w:rsidP="00413DC9">
            <w:pPr>
              <w:pStyle w:val="Kopfzeile"/>
              <w:tabs>
                <w:tab w:val="clear" w:pos="4536"/>
                <w:tab w:val="clear" w:pos="9072"/>
                <w:tab w:val="left" w:pos="2056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F7183" w:rsidRDefault="003F7183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507A18" w:rsidTr="00507A18"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22347C" w:rsidRPr="003F7183" w:rsidRDefault="002764E8" w:rsidP="00413DC9">
            <w:pPr>
              <w:pStyle w:val="berschrift3"/>
              <w:ind w:left="0" w:firstLine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 w:val="0"/>
                <w:bCs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bCs/>
                <w:sz w:val="20"/>
              </w:rPr>
            </w:r>
            <w:r>
              <w:rPr>
                <w:rFonts w:cs="Arial"/>
                <w:b w:val="0"/>
                <w:bCs/>
                <w:sz w:val="20"/>
              </w:rPr>
              <w:fldChar w:fldCharType="separate"/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noProof/>
                <w:sz w:val="20"/>
              </w:rPr>
              <w:t> </w:t>
            </w:r>
            <w:r>
              <w:rPr>
                <w:rFonts w:cs="Arial"/>
                <w:b w:val="0"/>
                <w:bCs/>
                <w:sz w:val="20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22347C" w:rsidRDefault="0022347C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22347C" w:rsidRDefault="0022347C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347C" w:rsidRPr="00F251D3" w:rsidRDefault="0022347C" w:rsidP="00413DC9">
            <w:pPr>
              <w:pStyle w:val="Kopfzeile"/>
              <w:tabs>
                <w:tab w:val="clear" w:pos="4536"/>
                <w:tab w:val="clear" w:pos="9072"/>
                <w:tab w:val="left" w:pos="2056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347C" w:rsidRDefault="0022347C" w:rsidP="00413DC9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22347C" w:rsidRDefault="0022347C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22347C" w:rsidRDefault="0022347C" w:rsidP="00413D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  <w:szCs w:val="22"/>
              </w:rPr>
            </w:r>
            <w:r w:rsidR="006831A0"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</w:tbl>
    <w:p w:rsidR="002764E8" w:rsidRDefault="002764E8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640958" w:rsidRDefault="00640958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640958" w:rsidRDefault="00640958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640958" w:rsidRDefault="00640958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  <w:sectPr w:rsidR="00640958" w:rsidSect="00DD79B1">
          <w:footerReference w:type="default" r:id="rId9"/>
          <w:pgSz w:w="11906" w:h="16838" w:code="9"/>
          <w:pgMar w:top="1134" w:right="1134" w:bottom="1134" w:left="1134" w:header="567" w:footer="240" w:gutter="0"/>
          <w:pgNumType w:start="7"/>
          <w:cols w:space="720"/>
        </w:sectPr>
      </w:pPr>
    </w:p>
    <w:p w:rsidR="00421DD9" w:rsidRDefault="00132544" w:rsidP="008B5199">
      <w:pPr>
        <w:spacing w:line="276" w:lineRule="auto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10.</w:t>
      </w:r>
      <w:r>
        <w:rPr>
          <w:rFonts w:ascii="Arial" w:hAnsi="Arial" w:cs="Arial"/>
          <w:b/>
          <w:bCs/>
          <w:sz w:val="22"/>
        </w:rPr>
        <w:tab/>
      </w:r>
      <w:r w:rsidR="00421DD9">
        <w:rPr>
          <w:rFonts w:ascii="Arial" w:hAnsi="Arial" w:cs="Arial"/>
          <w:b/>
          <w:bCs/>
          <w:sz w:val="22"/>
        </w:rPr>
        <w:t>Verpflichtungserklärung</w:t>
      </w:r>
      <w:r w:rsidR="00640958">
        <w:rPr>
          <w:rFonts w:ascii="Arial" w:hAnsi="Arial" w:cs="Arial"/>
          <w:b/>
          <w:bCs/>
          <w:sz w:val="22"/>
        </w:rPr>
        <w:t xml:space="preserve"> für Fachbetriebe und Planungsbüros</w:t>
      </w:r>
    </w:p>
    <w:p w:rsidR="00640958" w:rsidRDefault="00640958" w:rsidP="00132544">
      <w:pPr>
        <w:spacing w:line="276" w:lineRule="auto"/>
        <w:ind w:firstLine="708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</w:rPr>
        <w:t>(gemäß Pkt. 4.4.1 d</w:t>
      </w:r>
      <w:r w:rsidR="008F7C72">
        <w:rPr>
          <w:rFonts w:ascii="Arial" w:hAnsi="Arial" w:cs="Arial"/>
        </w:rPr>
        <w:t>es DVGW-Arbeitsblattes W 316: 04/2018</w:t>
      </w:r>
      <w:r>
        <w:rPr>
          <w:rFonts w:ascii="Arial" w:hAnsi="Arial" w:cs="Arial"/>
        </w:rPr>
        <w:t>)</w:t>
      </w:r>
    </w:p>
    <w:p w:rsidR="00421DD9" w:rsidRDefault="00421DD9" w:rsidP="008B5199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Das Unternehmen verpflichtet sich schriftlich,</w:t>
      </w:r>
    </w:p>
    <w:p w:rsidR="00FE1F7D" w:rsidRDefault="00132544" w:rsidP="00132544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Fachbetrieb/Planungsbüro muss den Nachweis als Eigenerklärung durch eine schriftliche Verpflichtung erbringen, dass es über ein dokumentiertes, nachvollziehbares und umfassendes Qualitätsmanagement-System unterhält (z.B. nach DIN EN ISO 9001) und organisatorisch, fachlich und personell mindestens die nachfolgenden Anforderungen sicherstellen kann: </w:t>
      </w:r>
    </w:p>
    <w:p w:rsidR="00FE1F7D" w:rsidRDefault="00132544" w:rsidP="00132544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einschlägigen öffentlich-rechtlichen Vorschriften, die berufsgenossenschaftlichen Vorschriften und Regelwerke sowie die technischen Regeln für den entsprechenden Tätigkeitsbereich aktuell vorzuhalten und zu beachten</w:t>
      </w:r>
    </w:p>
    <w:p w:rsidR="008B5199" w:rsidRDefault="000322AA" w:rsidP="00132544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Managementsystem mit Regelungen zu Sicherheit, Gesundheit und Umweltschutz</w:t>
      </w:r>
    </w:p>
    <w:p w:rsidR="008B5199" w:rsidRDefault="000322AA" w:rsidP="00132544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bei bauausführenden Unternehmen für jede Baustelle eine Fachaufsicht einzusetzen, die für die Organisation und Qualitätssicherung verantwortlich ist</w:t>
      </w:r>
    </w:p>
    <w:p w:rsidR="000322AA" w:rsidRDefault="000322AA" w:rsidP="000322AA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bei bauausführenden Unternehmen für jede Baustelle eine ausgebildete und erfahrene Fachkraft ständig zu beschäftigen</w:t>
      </w:r>
    </w:p>
    <w:p w:rsidR="000322AA" w:rsidRDefault="000322AA" w:rsidP="000322AA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bei planenden Unternehmen (Planungsbüros) eine ausreichende Anzahl in Abhängigkeit der Unternehmensgröße von Fachplanern ständig zu beschäftigen und für jedes Projekt einzusetzen</w:t>
      </w:r>
    </w:p>
    <w:p w:rsidR="000322AA" w:rsidRDefault="000322AA" w:rsidP="000322AA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Delegation von Befugnissen und Verantwortlichkeiten an fachlich geeignete Mitarbeiter, insbesondere der Fachaufsicht nach 5.3 festzulegen, insbesondere für einzelne Baustellen und Niederlassungen. Die Zuordnung von Fachaufsichten und Fachkräften</w:t>
      </w:r>
      <w:r w:rsidR="008D46AB">
        <w:rPr>
          <w:rFonts w:ascii="Arial" w:hAnsi="Arial" w:cs="Arial"/>
        </w:rPr>
        <w:t xml:space="preserve"> zu Baustellen und Niederlassungen sowie deren Verantwortung und Befugnisse müssen dabei eindeutig sein. </w:t>
      </w:r>
    </w:p>
    <w:p w:rsidR="008D46AB" w:rsidRDefault="00B230C4" w:rsidP="000322AA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Maßnahmen zur Fortbildung und Unterweisung des eigenen Fachpersonales durchzuführen</w:t>
      </w:r>
    </w:p>
    <w:p w:rsidR="00B230C4" w:rsidRDefault="00B230C4" w:rsidP="000322AA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Überprüfung der Qualifikation von Subunternehmern durchzuführen</w:t>
      </w:r>
    </w:p>
    <w:p w:rsidR="00B230C4" w:rsidRDefault="006A118A" w:rsidP="000322AA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Maßnahmen zur Überprüfung von Bescheinigungen, Zeugnissen, Befähigungen usw. auf Gültigkeit festzulegen</w:t>
      </w:r>
    </w:p>
    <w:p w:rsidR="006A118A" w:rsidRDefault="006A118A" w:rsidP="000322AA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Maßnahmen zur Aktualisierung des Bestandes an relevanten Rechtsvorschriften und technischen Regeln festzulegen</w:t>
      </w:r>
    </w:p>
    <w:p w:rsidR="006A118A" w:rsidRDefault="006A118A" w:rsidP="000322AA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Bestätigung/Benennung der untergeordneten Strukturen</w:t>
      </w:r>
    </w:p>
    <w:p w:rsidR="006A118A" w:rsidRDefault="006A118A" w:rsidP="000322AA">
      <w:pPr>
        <w:numPr>
          <w:ilvl w:val="0"/>
          <w:numId w:val="17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Bestätigung/Benennung der tätigkeitsspezifischen Struktur</w:t>
      </w:r>
    </w:p>
    <w:p w:rsidR="006A118A" w:rsidRDefault="006A118A" w:rsidP="006A118A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Einhaltung der o.g. Verpflichtungen ist sicherzustellen, nachzuweisen und zu dokumentieren.</w:t>
      </w:r>
    </w:p>
    <w:p w:rsidR="008B5199" w:rsidRDefault="008B5199" w:rsidP="008B5199">
      <w:pPr>
        <w:spacing w:before="120" w:after="120" w:line="276" w:lineRule="auto"/>
        <w:rPr>
          <w:rFonts w:ascii="Arial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"/>
        <w:gridCol w:w="5386"/>
      </w:tblGrid>
      <w:tr w:rsidR="00355114" w:rsidTr="00355114">
        <w:trPr>
          <w:trHeight w:val="725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bookmarkStart w:id="8" w:name="Text52"/>
          <w:p w:rsidR="00355114" w:rsidRDefault="00355114" w:rsidP="006038A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  <w:bookmarkEnd w:id="8"/>
          </w:p>
        </w:tc>
        <w:tc>
          <w:tcPr>
            <w:tcW w:w="567" w:type="dxa"/>
          </w:tcPr>
          <w:p w:rsidR="00355114" w:rsidRDefault="00355114" w:rsidP="006038AF">
            <w:pPr>
              <w:rPr>
                <w:rFonts w:ascii="Arial" w:hAnsi="Arial"/>
                <w:b/>
                <w:sz w:val="22"/>
              </w:rPr>
            </w:pPr>
          </w:p>
        </w:tc>
        <w:bookmarkStart w:id="9" w:name="Text53"/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355114" w:rsidRDefault="00355114" w:rsidP="006038A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9"/>
          </w:p>
        </w:tc>
      </w:tr>
      <w:tr w:rsidR="00355114" w:rsidTr="00355114">
        <w:trPr>
          <w:trHeight w:val="170"/>
        </w:trPr>
        <w:tc>
          <w:tcPr>
            <w:tcW w:w="4253" w:type="dxa"/>
            <w:gridSpan w:val="2"/>
          </w:tcPr>
          <w:p w:rsidR="00355114" w:rsidRDefault="00355114" w:rsidP="006038AF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355114" w:rsidRDefault="00355114" w:rsidP="006038AF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(Rechtsverbindliche Unterschrift und Stempel des (beantragten) Zertifikatinhabers)</w:t>
            </w:r>
          </w:p>
        </w:tc>
      </w:tr>
    </w:tbl>
    <w:p w:rsidR="00133816" w:rsidRDefault="00133816">
      <w:pPr>
        <w:rPr>
          <w:rFonts w:ascii="Arial" w:hAnsi="Arial" w:cs="Arial"/>
          <w:b/>
          <w:bCs/>
          <w:sz w:val="22"/>
        </w:rPr>
      </w:pPr>
    </w:p>
    <w:p w:rsidR="00133816" w:rsidRDefault="00133816">
      <w:pPr>
        <w:rPr>
          <w:rFonts w:ascii="Arial" w:hAnsi="Arial" w:cs="Arial"/>
          <w:b/>
          <w:bCs/>
          <w:sz w:val="22"/>
        </w:rPr>
        <w:sectPr w:rsidR="00133816" w:rsidSect="00DD79B1">
          <w:footerReference w:type="default" r:id="rId10"/>
          <w:pgSz w:w="11906" w:h="16838" w:code="9"/>
          <w:pgMar w:top="1134" w:right="1134" w:bottom="1134" w:left="1134" w:header="567" w:footer="240" w:gutter="0"/>
          <w:pgNumType w:start="7"/>
          <w:cols w:space="720"/>
        </w:sect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Prüfliste zu den Antragsunterlagen</w:t>
      </w:r>
    </w:p>
    <w:p w:rsidR="0014173C" w:rsidRDefault="0014173C">
      <w:pPr>
        <w:rPr>
          <w:rFonts w:ascii="Arial" w:hAnsi="Arial" w:cs="Arial"/>
        </w:rPr>
      </w:pPr>
    </w:p>
    <w:p w:rsidR="0014173C" w:rsidRDefault="0014173C">
      <w:pPr>
        <w:rPr>
          <w:rFonts w:ascii="Arial" w:hAnsi="Arial" w:cs="Arial"/>
        </w:rPr>
      </w:pPr>
      <w:r>
        <w:rPr>
          <w:rFonts w:ascii="Arial" w:hAnsi="Arial" w:cs="Arial"/>
        </w:rPr>
        <w:t>Der Antragsteller bestätigt, dass dem Antrag folgende Anlagen beiliegen (zutreffendes bitte ankreuzen):</w:t>
      </w:r>
    </w:p>
    <w:p w:rsidR="0014173C" w:rsidRDefault="0014173C">
      <w:pPr>
        <w:rPr>
          <w:rFonts w:ascii="Arial" w:hAnsi="Arial" w:cs="Arial"/>
        </w:rPr>
      </w:pPr>
    </w:p>
    <w:p w:rsidR="0014173C" w:rsidRDefault="0014173C">
      <w:pPr>
        <w:rPr>
          <w:rFonts w:ascii="Arial" w:hAnsi="Arial" w:cs="Arial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1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424"/>
        <w:gridCol w:w="567"/>
        <w:gridCol w:w="424"/>
        <w:gridCol w:w="559"/>
        <w:gridCol w:w="698"/>
        <w:gridCol w:w="6474"/>
      </w:tblGrid>
      <w:tr w:rsidR="0014173C" w:rsidTr="00083075">
        <w:trPr>
          <w:trHeight w:val="454"/>
        </w:trPr>
        <w:tc>
          <w:tcPr>
            <w:tcW w:w="496" w:type="dxa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spacing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spacing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64"/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10"/>
          </w:p>
        </w:tc>
        <w:tc>
          <w:tcPr>
            <w:tcW w:w="567" w:type="dxa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spacing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spacing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65"/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11"/>
          </w:p>
        </w:tc>
        <w:tc>
          <w:tcPr>
            <w:tcW w:w="567" w:type="dxa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spacing w:after="60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spacing w:after="60"/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Liste des Fachpersonals für den </w:t>
            </w:r>
            <w:r w:rsidR="00083075">
              <w:rPr>
                <w:rFonts w:ascii="Arial" w:hAnsi="Arial" w:cs="Arial"/>
              </w:rPr>
              <w:t>Bereich Trinkwasserbehälter</w:t>
            </w:r>
          </w:p>
          <w:p w:rsidR="00083075" w:rsidRPr="00083075" w:rsidRDefault="00083075" w:rsidP="00603AFF">
            <w:pPr>
              <w:pStyle w:val="Kopfzeile"/>
              <w:tabs>
                <w:tab w:val="clear" w:pos="4536"/>
                <w:tab w:val="clear" w:pos="9072"/>
              </w:tabs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083075">
              <w:rPr>
                <w:rFonts w:ascii="Arial" w:hAnsi="Arial" w:cs="Arial"/>
                <w:sz w:val="16"/>
                <w:szCs w:val="16"/>
              </w:rPr>
              <w:t>(Anzahl Fachpersonen gem. Pkt. 5.1 d</w:t>
            </w:r>
            <w:r w:rsidR="008F7C72">
              <w:rPr>
                <w:rFonts w:ascii="Arial" w:hAnsi="Arial" w:cs="Arial"/>
                <w:sz w:val="16"/>
                <w:szCs w:val="16"/>
              </w:rPr>
              <w:t>es DVGW-Arbeitsblattes W 316: 04/2018</w:t>
            </w:r>
            <w:r w:rsidRPr="00083075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Zu Check </w:t>
      </w:r>
      <w:r w:rsidR="00083075">
        <w:rPr>
          <w:rFonts w:ascii="Arial" w:hAnsi="Arial" w:cs="Arial"/>
          <w:b/>
          <w:bCs/>
          <w:sz w:val="22"/>
        </w:rPr>
        <w:t>2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24"/>
        <w:gridCol w:w="567"/>
        <w:gridCol w:w="424"/>
        <w:gridCol w:w="558"/>
        <w:gridCol w:w="697"/>
        <w:gridCol w:w="6475"/>
      </w:tblGrid>
      <w:tr w:rsidR="0014173C" w:rsidTr="00083075">
        <w:trPr>
          <w:trHeight w:val="737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Zeugniskopien der Fort- und Weiterbildung des Personals</w:t>
            </w:r>
            <w:r w:rsidR="00083075">
              <w:rPr>
                <w:rFonts w:ascii="Arial" w:hAnsi="Arial" w:cs="Arial"/>
              </w:rPr>
              <w:t>, z.B. SIVV-Schein oder Nachweis Fachkenntnisprüfung für Planer/Fachaufsicht/ Fachkraft (gem. Tabelle zu Check 1)</w:t>
            </w:r>
          </w:p>
        </w:tc>
      </w:tr>
    </w:tbl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Zu Check </w:t>
      </w:r>
      <w:r w:rsidR="00083075">
        <w:rPr>
          <w:rFonts w:ascii="Arial" w:hAnsi="Arial" w:cs="Arial"/>
          <w:b/>
          <w:bCs/>
          <w:sz w:val="22"/>
        </w:rPr>
        <w:t>3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424"/>
        <w:gridCol w:w="567"/>
        <w:gridCol w:w="424"/>
        <w:gridCol w:w="559"/>
        <w:gridCol w:w="698"/>
        <w:gridCol w:w="417"/>
        <w:gridCol w:w="6057"/>
      </w:tblGrid>
      <w:tr w:rsidR="0014173C">
        <w:trPr>
          <w:trHeight w:val="397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  <w:gridSpan w:val="2"/>
          </w:tcPr>
          <w:p w:rsidR="0014173C" w:rsidRDefault="0014173C">
            <w:pPr>
              <w:pStyle w:val="Kopfzeile"/>
              <w:tabs>
                <w:tab w:val="clear" w:pos="4536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Antragsformblätter vollständig ausfüllen</w:t>
            </w:r>
          </w:p>
        </w:tc>
      </w:tr>
      <w:tr w:rsidR="0014173C" w:rsidTr="00603AFF">
        <w:trPr>
          <w:cantSplit/>
          <w:trHeight w:val="454"/>
        </w:trPr>
        <w:tc>
          <w:tcPr>
            <w:tcW w:w="3614" w:type="dxa"/>
            <w:gridSpan w:val="7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14173C" w:rsidRDefault="00083075" w:rsidP="0008307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Referenzliste des Unternehmens (7.1)</w:t>
            </w:r>
          </w:p>
        </w:tc>
      </w:tr>
      <w:tr w:rsidR="00083075" w:rsidTr="00603AFF">
        <w:trPr>
          <w:cantSplit/>
          <w:trHeight w:val="454"/>
        </w:trPr>
        <w:tc>
          <w:tcPr>
            <w:tcW w:w="3614" w:type="dxa"/>
            <w:gridSpan w:val="7"/>
            <w:vAlign w:val="center"/>
          </w:tcPr>
          <w:p w:rsidR="00083075" w:rsidRDefault="00083075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083075" w:rsidRDefault="00083075" w:rsidP="0008307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Referenzen des Unternehmens</w:t>
            </w:r>
          </w:p>
        </w:tc>
      </w:tr>
      <w:tr w:rsidR="00083075" w:rsidTr="00603AFF">
        <w:trPr>
          <w:cantSplit/>
          <w:trHeight w:val="454"/>
        </w:trPr>
        <w:tc>
          <w:tcPr>
            <w:tcW w:w="3614" w:type="dxa"/>
            <w:gridSpan w:val="7"/>
            <w:vAlign w:val="center"/>
          </w:tcPr>
          <w:p w:rsidR="00083075" w:rsidRDefault="00083075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083075" w:rsidRDefault="00083075" w:rsidP="0008307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Referenzliste des Planers bzw. der Fachaufsicht (7.2)</w:t>
            </w:r>
          </w:p>
        </w:tc>
      </w:tr>
      <w:tr w:rsidR="0014173C" w:rsidTr="00603AFF">
        <w:trPr>
          <w:cantSplit/>
          <w:trHeight w:val="454"/>
        </w:trPr>
        <w:tc>
          <w:tcPr>
            <w:tcW w:w="3614" w:type="dxa"/>
            <w:gridSpan w:val="7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14173C" w:rsidRDefault="0014173C" w:rsidP="0008307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Referenzen des </w:t>
            </w:r>
            <w:r w:rsidR="00083075">
              <w:rPr>
                <w:rFonts w:ascii="Arial" w:hAnsi="Arial" w:cs="Arial"/>
              </w:rPr>
              <w:t>Planers bzw. der Fachaufsicht</w:t>
            </w:r>
          </w:p>
        </w:tc>
      </w:tr>
    </w:tbl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083075" w:rsidRDefault="00083075" w:rsidP="00083075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4</w:t>
      </w:r>
    </w:p>
    <w:p w:rsidR="00083075" w:rsidRDefault="00083075" w:rsidP="00083075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1134"/>
        <w:gridCol w:w="6022"/>
      </w:tblGrid>
      <w:tr w:rsidR="00083075" w:rsidTr="00603AFF">
        <w:trPr>
          <w:trHeight w:val="454"/>
        </w:trPr>
        <w:tc>
          <w:tcPr>
            <w:tcW w:w="496" w:type="dxa"/>
          </w:tcPr>
          <w:p w:rsidR="00083075" w:rsidRDefault="00083075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083075" w:rsidRDefault="00083075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083075" w:rsidRDefault="00083075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083075" w:rsidRDefault="00083075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083075" w:rsidRDefault="00083075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</w:tcPr>
          <w:p w:rsidR="00083075" w:rsidRDefault="00603AFF" w:rsidP="00603AFF">
            <w:pPr>
              <w:pStyle w:val="Kopfzeile"/>
              <w:tabs>
                <w:tab w:val="clear" w:pos="4536"/>
                <w:tab w:val="clear" w:pos="9072"/>
              </w:tabs>
              <w:ind w:right="1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022" w:type="dxa"/>
          </w:tcPr>
          <w:p w:rsidR="00083075" w:rsidRDefault="00603AF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Formular Pkt. 8.1 vollständig ausgefüllt</w:t>
            </w:r>
          </w:p>
        </w:tc>
      </w:tr>
      <w:tr w:rsidR="00603AFF" w:rsidTr="00603AFF">
        <w:trPr>
          <w:trHeight w:val="454"/>
        </w:trPr>
        <w:tc>
          <w:tcPr>
            <w:tcW w:w="496" w:type="dxa"/>
          </w:tcPr>
          <w:p w:rsidR="00603AFF" w:rsidRDefault="00603AF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</w:tcPr>
          <w:p w:rsidR="00603AFF" w:rsidRDefault="00603AF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</w:tcPr>
          <w:p w:rsidR="00603AFF" w:rsidRDefault="00603AF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</w:tcPr>
          <w:p w:rsidR="00603AFF" w:rsidRDefault="00603AF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</w:tcPr>
          <w:p w:rsidR="00603AFF" w:rsidRDefault="00603AF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</w:tcPr>
          <w:p w:rsidR="00603AFF" w:rsidRDefault="00603AFF" w:rsidP="00413DC9">
            <w:pPr>
              <w:pStyle w:val="Kopfzeile"/>
              <w:tabs>
                <w:tab w:val="clear" w:pos="4536"/>
                <w:tab w:val="clear" w:pos="9072"/>
              </w:tabs>
              <w:ind w:right="1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022" w:type="dxa"/>
          </w:tcPr>
          <w:p w:rsidR="00603AFF" w:rsidRDefault="00603AF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Formular Pkt. 8.2 vollständig ausgefüllt</w:t>
            </w:r>
          </w:p>
        </w:tc>
      </w:tr>
    </w:tbl>
    <w:p w:rsidR="00083075" w:rsidRDefault="00083075">
      <w:pPr>
        <w:rPr>
          <w:rFonts w:ascii="Arial" w:hAnsi="Arial" w:cs="Arial"/>
          <w:b/>
          <w:bCs/>
          <w:sz w:val="22"/>
        </w:rPr>
      </w:pPr>
    </w:p>
    <w:p w:rsidR="00083075" w:rsidRDefault="00083075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5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424"/>
        <w:gridCol w:w="567"/>
        <w:gridCol w:w="424"/>
        <w:gridCol w:w="558"/>
        <w:gridCol w:w="697"/>
        <w:gridCol w:w="416"/>
        <w:gridCol w:w="6058"/>
      </w:tblGrid>
      <w:tr w:rsidR="0014173C">
        <w:trPr>
          <w:trHeight w:val="397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  <w:gridSpan w:val="2"/>
          </w:tcPr>
          <w:p w:rsidR="00603AFF" w:rsidRPr="00603AFF" w:rsidRDefault="0014173C">
            <w:pPr>
              <w:pStyle w:val="Kopfzeile"/>
              <w:tabs>
                <w:tab w:val="clear" w:pos="453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Gewerberechtliche Eintragung</w:t>
            </w:r>
            <w:r w:rsidR="00603AFF">
              <w:rPr>
                <w:rFonts w:ascii="Arial" w:hAnsi="Arial" w:cs="Arial"/>
              </w:rPr>
              <w:t>en (Fachbetrieb/Planungsbüro)</w:t>
            </w:r>
          </w:p>
        </w:tc>
      </w:tr>
      <w:tr w:rsidR="0014173C" w:rsidTr="00603AFF">
        <w:trPr>
          <w:cantSplit/>
          <w:trHeight w:val="454"/>
        </w:trPr>
        <w:tc>
          <w:tcPr>
            <w:tcW w:w="3614" w:type="dxa"/>
            <w:gridSpan w:val="7"/>
            <w:vAlign w:val="center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Gewerbeanmeldung</w:t>
            </w:r>
          </w:p>
        </w:tc>
      </w:tr>
      <w:tr w:rsidR="0014173C" w:rsidTr="00603AFF">
        <w:trPr>
          <w:cantSplit/>
          <w:trHeight w:val="454"/>
        </w:trPr>
        <w:tc>
          <w:tcPr>
            <w:tcW w:w="3614" w:type="dxa"/>
            <w:gridSpan w:val="7"/>
            <w:vAlign w:val="center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</w:t>
            </w:r>
          </w:p>
        </w:tc>
      </w:tr>
      <w:tr w:rsidR="003065CE" w:rsidTr="00D7085B">
        <w:trPr>
          <w:cantSplit/>
          <w:trHeight w:val="454"/>
        </w:trPr>
        <w:tc>
          <w:tcPr>
            <w:tcW w:w="3614" w:type="dxa"/>
            <w:gridSpan w:val="7"/>
            <w:vAlign w:val="center"/>
          </w:tcPr>
          <w:p w:rsidR="003065CE" w:rsidRDefault="003065CE" w:rsidP="00D7085B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3065CE" w:rsidRDefault="003065CE" w:rsidP="00D7085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Auszug aus dem Handelsregister</w:t>
            </w:r>
          </w:p>
        </w:tc>
      </w:tr>
      <w:tr w:rsidR="0014173C" w:rsidTr="00603AFF">
        <w:trPr>
          <w:cantSplit/>
          <w:trHeight w:val="454"/>
        </w:trPr>
        <w:tc>
          <w:tcPr>
            <w:tcW w:w="3614" w:type="dxa"/>
            <w:gridSpan w:val="7"/>
            <w:vAlign w:val="center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Eintragung in die Handwerksrolle</w:t>
            </w:r>
          </w:p>
        </w:tc>
      </w:tr>
      <w:tr w:rsidR="0014173C" w:rsidTr="00603AFF">
        <w:trPr>
          <w:cantSplit/>
          <w:trHeight w:val="454"/>
        </w:trPr>
        <w:tc>
          <w:tcPr>
            <w:tcW w:w="3614" w:type="dxa"/>
            <w:gridSpan w:val="7"/>
            <w:vAlign w:val="center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14173C" w:rsidRDefault="0014173C" w:rsidP="00603AF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Eintragung bei der IHK</w:t>
            </w:r>
            <w:r w:rsidR="00603AFF">
              <w:rPr>
                <w:rFonts w:ascii="Arial" w:hAnsi="Arial" w:cs="Arial"/>
              </w:rPr>
              <w:t>/HWK</w:t>
            </w:r>
          </w:p>
        </w:tc>
      </w:tr>
    </w:tbl>
    <w:p w:rsidR="00091D8F" w:rsidRDefault="00091D8F">
      <w:pPr>
        <w:rPr>
          <w:rFonts w:ascii="Arial" w:hAnsi="Arial" w:cs="Arial"/>
          <w:b/>
          <w:sz w:val="22"/>
        </w:rPr>
      </w:pPr>
    </w:p>
    <w:p w:rsidR="00091D8F" w:rsidRDefault="00091D8F">
      <w:pPr>
        <w:rPr>
          <w:rFonts w:ascii="Arial" w:hAnsi="Arial" w:cs="Arial"/>
          <w:b/>
          <w:sz w:val="22"/>
        </w:rPr>
        <w:sectPr w:rsidR="00091D8F" w:rsidSect="00DD79B1">
          <w:footerReference w:type="default" r:id="rId11"/>
          <w:pgSz w:w="11906" w:h="16838" w:code="9"/>
          <w:pgMar w:top="1134" w:right="1134" w:bottom="1134" w:left="1134" w:header="567" w:footer="240" w:gutter="0"/>
          <w:pgNumType w:start="7"/>
          <w:cols w:space="720"/>
        </w:sect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6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24"/>
        <w:gridCol w:w="567"/>
        <w:gridCol w:w="424"/>
        <w:gridCol w:w="558"/>
        <w:gridCol w:w="697"/>
        <w:gridCol w:w="6475"/>
      </w:tblGrid>
      <w:tr w:rsidR="0014173C" w:rsidTr="00091D8F">
        <w:trPr>
          <w:trHeight w:val="737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Kopien Abschluss (Fach-) Hochschulstudium, Meisterbrief usw.</w:t>
            </w:r>
            <w:r w:rsidR="00603AFF">
              <w:rPr>
                <w:rFonts w:ascii="Arial" w:hAnsi="Arial" w:cs="Arial"/>
              </w:rPr>
              <w:t xml:space="preserve"> der Fachpersonen (Planer/Fachaufsicht/Fachkraft) gem. Pkt. 5 d</w:t>
            </w:r>
            <w:r w:rsidR="008F7C72">
              <w:rPr>
                <w:rFonts w:ascii="Arial" w:hAnsi="Arial" w:cs="Arial"/>
              </w:rPr>
              <w:t>es DVGW-Arbeitsblattes W 316: 04/2018</w:t>
            </w:r>
          </w:p>
        </w:tc>
      </w:tr>
      <w:tr w:rsidR="0014173C" w:rsidTr="00717C10">
        <w:trPr>
          <w:trHeight w:val="454"/>
        </w:trPr>
        <w:tc>
          <w:tcPr>
            <w:tcW w:w="496" w:type="dxa"/>
            <w:vAlign w:val="center"/>
          </w:tcPr>
          <w:p w:rsidR="0014173C" w:rsidRDefault="0014173C" w:rsidP="00717C1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  <w:vAlign w:val="center"/>
          </w:tcPr>
          <w:p w:rsidR="0014173C" w:rsidRDefault="0014173C" w:rsidP="00717C1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4173C" w:rsidRDefault="0014173C" w:rsidP="00717C1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  <w:vAlign w:val="center"/>
          </w:tcPr>
          <w:p w:rsidR="0014173C" w:rsidRDefault="0014173C" w:rsidP="00717C1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4173C" w:rsidRDefault="0014173C" w:rsidP="00717C1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vAlign w:val="center"/>
          </w:tcPr>
          <w:p w:rsidR="0014173C" w:rsidRDefault="0014173C" w:rsidP="00717C1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  <w:vAlign w:val="center"/>
          </w:tcPr>
          <w:p w:rsidR="0014173C" w:rsidRDefault="0014173C" w:rsidP="00717C1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Schulungsmaßnahme</w:t>
            </w:r>
            <w:r w:rsidR="00091D8F">
              <w:rPr>
                <w:rFonts w:ascii="Arial" w:hAnsi="Arial" w:cs="Arial"/>
              </w:rPr>
              <w:t>n für die Fachpersonen</w:t>
            </w:r>
          </w:p>
        </w:tc>
      </w:tr>
    </w:tbl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7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24"/>
        <w:gridCol w:w="567"/>
        <w:gridCol w:w="424"/>
        <w:gridCol w:w="559"/>
        <w:gridCol w:w="698"/>
        <w:gridCol w:w="6473"/>
      </w:tblGrid>
      <w:tr w:rsidR="0014173C">
        <w:trPr>
          <w:trHeight w:val="454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091D8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Liste der technischen Ausrüstung zu Pkt. 9</w:t>
            </w:r>
          </w:p>
        </w:tc>
      </w:tr>
    </w:tbl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8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424"/>
        <w:gridCol w:w="567"/>
        <w:gridCol w:w="424"/>
        <w:gridCol w:w="559"/>
        <w:gridCol w:w="698"/>
        <w:gridCol w:w="417"/>
        <w:gridCol w:w="6057"/>
      </w:tblGrid>
      <w:tr w:rsidR="00091D8F" w:rsidTr="00091D8F">
        <w:trPr>
          <w:trHeight w:val="397"/>
        </w:trPr>
        <w:tc>
          <w:tcPr>
            <w:tcW w:w="496" w:type="dxa"/>
          </w:tcPr>
          <w:p w:rsidR="00091D8F" w:rsidRDefault="00091D8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091D8F" w:rsidRDefault="00091D8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091D8F" w:rsidRDefault="00091D8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091D8F" w:rsidRDefault="00091D8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091D8F" w:rsidRDefault="00091D8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091D8F" w:rsidRDefault="00091D8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  <w:gridSpan w:val="2"/>
          </w:tcPr>
          <w:p w:rsidR="00091D8F" w:rsidRPr="00091D8F" w:rsidRDefault="00091D8F" w:rsidP="00091D8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Betriebliches Managementsystem (BMS)</w:t>
            </w:r>
          </w:p>
        </w:tc>
      </w:tr>
      <w:tr w:rsidR="00091D8F" w:rsidTr="00120779">
        <w:trPr>
          <w:cantSplit/>
          <w:trHeight w:val="567"/>
        </w:trPr>
        <w:tc>
          <w:tcPr>
            <w:tcW w:w="3614" w:type="dxa"/>
            <w:gridSpan w:val="7"/>
          </w:tcPr>
          <w:p w:rsidR="00091D8F" w:rsidRDefault="00091D8F" w:rsidP="00120779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091D8F" w:rsidRDefault="00091D8F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 EN ISO 9001 – Zertifikat (gültig, mit der Benennung des entsprechenden Scopes)</w:t>
            </w:r>
          </w:p>
        </w:tc>
      </w:tr>
      <w:tr w:rsidR="003065CE" w:rsidTr="00D7085B">
        <w:trPr>
          <w:cantSplit/>
          <w:trHeight w:val="340"/>
        </w:trPr>
        <w:tc>
          <w:tcPr>
            <w:tcW w:w="3614" w:type="dxa"/>
            <w:gridSpan w:val="7"/>
            <w:vAlign w:val="center"/>
          </w:tcPr>
          <w:p w:rsidR="003065CE" w:rsidRDefault="003065CE" w:rsidP="00D7085B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3065CE" w:rsidRDefault="003065CE" w:rsidP="00D7085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aktuelles Organigramm</w:t>
            </w:r>
          </w:p>
        </w:tc>
      </w:tr>
      <w:tr w:rsidR="00091D8F" w:rsidTr="003065CE">
        <w:trPr>
          <w:cantSplit/>
          <w:trHeight w:val="567"/>
        </w:trPr>
        <w:tc>
          <w:tcPr>
            <w:tcW w:w="3614" w:type="dxa"/>
            <w:gridSpan w:val="7"/>
          </w:tcPr>
          <w:p w:rsidR="00091D8F" w:rsidRDefault="00091D8F" w:rsidP="003065CE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091D8F" w:rsidRDefault="003065CE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Leitfaden zur Selbsteinschätzung BMS</w:t>
            </w:r>
          </w:p>
          <w:p w:rsidR="003065CE" w:rsidRDefault="003065CE" w:rsidP="00413DC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(Erst- und Rezertifizierungsantrag sowie Deltaprüfung</w:t>
            </w:r>
          </w:p>
        </w:tc>
      </w:tr>
    </w:tbl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9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24"/>
        <w:gridCol w:w="567"/>
        <w:gridCol w:w="424"/>
        <w:gridCol w:w="557"/>
        <w:gridCol w:w="696"/>
        <w:gridCol w:w="6477"/>
      </w:tblGrid>
      <w:tr w:rsidR="0014173C">
        <w:trPr>
          <w:trHeight w:val="397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 w:rsidR="006831A0">
              <w:rPr>
                <w:rFonts w:ascii="Arial" w:hAnsi="Arial" w:cs="Arial"/>
                <w:bCs/>
              </w:rPr>
            </w:r>
            <w:r w:rsidR="006831A0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091D8F">
            <w:pPr>
              <w:tabs>
                <w:tab w:val="left" w:pos="2160"/>
              </w:tabs>
              <w:spacing w:line="360" w:lineRule="auto"/>
              <w:ind w:left="708" w:hanging="7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Verpflichtungserklärung (Fachbetrieb/Planungsbüro) gem. Pkt.10</w:t>
            </w:r>
          </w:p>
        </w:tc>
      </w:tr>
    </w:tbl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14173C" w:rsidRPr="00A55E97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9"/>
        <w:gridCol w:w="563"/>
        <w:gridCol w:w="5346"/>
      </w:tblGrid>
      <w:tr w:rsidR="0014173C">
        <w:trPr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14173C">
        <w:trPr>
          <w:trHeight w:val="284"/>
        </w:trPr>
        <w:tc>
          <w:tcPr>
            <w:tcW w:w="4323" w:type="dxa"/>
            <w:gridSpan w:val="2"/>
          </w:tcPr>
          <w:p w:rsidR="0014173C" w:rsidRDefault="0014173C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14173C" w:rsidRDefault="0014173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091D8F">
              <w:rPr>
                <w:rFonts w:ascii="Arial" w:hAnsi="Arial" w:cs="Arial"/>
                <w:sz w:val="16"/>
                <w:szCs w:val="16"/>
              </w:rPr>
              <w:t>Unterschrift Planer/</w:t>
            </w:r>
            <w:r>
              <w:rPr>
                <w:rFonts w:ascii="Arial" w:hAnsi="Arial" w:cs="Arial"/>
                <w:sz w:val="16"/>
                <w:szCs w:val="16"/>
              </w:rPr>
              <w:t>Fachaufsicht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14173C" w:rsidRDefault="0014173C" w:rsidP="00A55E97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sz w:val="22"/>
        </w:rPr>
      </w:pPr>
    </w:p>
    <w:sectPr w:rsidR="0014173C" w:rsidSect="00DD79B1">
      <w:footerReference w:type="default" r:id="rId12"/>
      <w:pgSz w:w="11906" w:h="16838" w:code="9"/>
      <w:pgMar w:top="1134" w:right="1134" w:bottom="1134" w:left="1134" w:header="567" w:footer="241" w:gutter="0"/>
      <w:pgNumType w:start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DC4" w:rsidRDefault="004E2DC4">
      <w:r>
        <w:separator/>
      </w:r>
    </w:p>
  </w:endnote>
  <w:endnote w:type="continuationSeparator" w:id="0">
    <w:p w:rsidR="004E2DC4" w:rsidRDefault="004E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altName w:val="Corbe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97" w:rsidRDefault="00744A97" w:rsidP="00F42024">
    <w:pPr>
      <w:pBdr>
        <w:top w:val="single" w:sz="4" w:space="1" w:color="auto"/>
      </w:pBdr>
      <w:tabs>
        <w:tab w:val="center" w:pos="4820"/>
        <w:tab w:val="right" w:pos="9638"/>
      </w:tabs>
      <w:autoSpaceDE w:val="0"/>
      <w:autoSpaceDN w:val="0"/>
      <w:adjustRightInd w:val="0"/>
      <w:jc w:val="both"/>
      <w:rPr>
        <w:rFonts w:ascii="Calibri" w:hAnsi="Calibri" w:cs="Arial"/>
        <w:sz w:val="22"/>
        <w:szCs w:val="17"/>
      </w:rPr>
    </w:pPr>
    <w:r>
      <w:rPr>
        <w:rFonts w:ascii="Calibri" w:hAnsi="Calibri" w:cs="Arial"/>
        <w:sz w:val="22"/>
        <w:szCs w:val="26"/>
        <w:vertAlign w:val="superscript"/>
      </w:rPr>
      <w:t>©</w:t>
    </w:r>
    <w:r w:rsidRPr="00D7085B">
      <w:rPr>
        <w:rFonts w:ascii="Calibri" w:hAnsi="Calibri" w:cs="Arial"/>
        <w:sz w:val="22"/>
        <w:szCs w:val="22"/>
      </w:rPr>
      <w:t>DVGW CERT GmbH</w:t>
    </w:r>
    <w:r w:rsidRPr="00D7085B">
      <w:rPr>
        <w:rFonts w:ascii="Calibri" w:hAnsi="Calibri" w:cs="Arial"/>
        <w:sz w:val="22"/>
        <w:szCs w:val="22"/>
      </w:rPr>
      <w:tab/>
      <w:t>Leitungsbau</w:t>
    </w:r>
    <w:r w:rsidRPr="00D7085B">
      <w:rPr>
        <w:rFonts w:ascii="Calibri" w:hAnsi="Calibri" w:cs="Arial"/>
        <w:sz w:val="22"/>
        <w:szCs w:val="22"/>
      </w:rPr>
      <w:tab/>
      <w:t xml:space="preserve">              Seite </w:t>
    </w:r>
    <w:r w:rsidRPr="00D7085B">
      <w:rPr>
        <w:rFonts w:ascii="Calibri" w:hAnsi="Calibri" w:cs="Arial"/>
        <w:b/>
        <w:sz w:val="22"/>
        <w:szCs w:val="22"/>
      </w:rPr>
      <w:fldChar w:fldCharType="begin"/>
    </w:r>
    <w:r w:rsidRPr="00D7085B">
      <w:rPr>
        <w:rFonts w:ascii="Calibri" w:hAnsi="Calibri" w:cs="Arial"/>
        <w:b/>
        <w:sz w:val="22"/>
        <w:szCs w:val="22"/>
      </w:rPr>
      <w:instrText>PAGE   \* MERGEFORMAT</w:instrText>
    </w:r>
    <w:r w:rsidRPr="00D7085B">
      <w:rPr>
        <w:rFonts w:ascii="Calibri" w:hAnsi="Calibri" w:cs="Arial"/>
        <w:b/>
        <w:sz w:val="22"/>
        <w:szCs w:val="22"/>
      </w:rPr>
      <w:fldChar w:fldCharType="separate"/>
    </w:r>
    <w:r w:rsidR="006831A0">
      <w:rPr>
        <w:rFonts w:ascii="Calibri" w:hAnsi="Calibri" w:cs="Arial"/>
        <w:b/>
        <w:noProof/>
        <w:sz w:val="22"/>
        <w:szCs w:val="22"/>
      </w:rPr>
      <w:t>9</w:t>
    </w:r>
    <w:r w:rsidRPr="00D7085B">
      <w:rPr>
        <w:rFonts w:ascii="Calibri" w:hAnsi="Calibri" w:cs="Arial"/>
        <w:b/>
        <w:sz w:val="22"/>
        <w:szCs w:val="22"/>
      </w:rPr>
      <w:fldChar w:fldCharType="end"/>
    </w:r>
    <w:r w:rsidRPr="00D7085B">
      <w:rPr>
        <w:rFonts w:ascii="Calibri" w:hAnsi="Calibri" w:cs="Arial"/>
        <w:sz w:val="22"/>
        <w:szCs w:val="22"/>
      </w:rPr>
      <w:t xml:space="preserve"> von </w:t>
    </w:r>
    <w:r w:rsidRPr="00D7085B">
      <w:rPr>
        <w:rFonts w:ascii="Calibri" w:hAnsi="Calibri" w:cs="Arial"/>
        <w:b/>
        <w:sz w:val="22"/>
        <w:szCs w:val="22"/>
      </w:rPr>
      <w:t>1</w:t>
    </w:r>
    <w:r>
      <w:rPr>
        <w:rFonts w:ascii="Calibri" w:hAnsi="Calibri" w:cs="Arial"/>
        <w:b/>
        <w:sz w:val="22"/>
        <w:szCs w:val="22"/>
      </w:rPr>
      <w:t>6</w:t>
    </w:r>
  </w:p>
  <w:p w:rsidR="00744A97" w:rsidRDefault="00744A97">
    <w:pPr>
      <w:pStyle w:val="Fuzeile"/>
    </w:pPr>
  </w:p>
  <w:p w:rsidR="00744A97" w:rsidRDefault="00744A97">
    <w:pPr>
      <w:pStyle w:val="Fuzeile"/>
      <w:ind w:left="-993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97" w:rsidRDefault="00744A97" w:rsidP="00F42024">
    <w:pPr>
      <w:pBdr>
        <w:top w:val="single" w:sz="4" w:space="1" w:color="auto"/>
      </w:pBdr>
      <w:tabs>
        <w:tab w:val="center" w:pos="4820"/>
        <w:tab w:val="right" w:pos="9638"/>
      </w:tabs>
      <w:autoSpaceDE w:val="0"/>
      <w:autoSpaceDN w:val="0"/>
      <w:adjustRightInd w:val="0"/>
      <w:jc w:val="both"/>
      <w:rPr>
        <w:rFonts w:ascii="Calibri" w:hAnsi="Calibri" w:cs="Arial"/>
        <w:sz w:val="22"/>
        <w:szCs w:val="17"/>
      </w:rPr>
    </w:pPr>
    <w:r>
      <w:rPr>
        <w:rFonts w:ascii="Calibri" w:hAnsi="Calibri" w:cs="Arial"/>
        <w:sz w:val="22"/>
        <w:szCs w:val="26"/>
        <w:vertAlign w:val="superscript"/>
      </w:rPr>
      <w:t>©</w:t>
    </w:r>
    <w:r w:rsidRPr="00D7085B">
      <w:rPr>
        <w:rFonts w:ascii="Calibri" w:hAnsi="Calibri" w:cs="Arial"/>
        <w:sz w:val="22"/>
        <w:szCs w:val="22"/>
      </w:rPr>
      <w:t>DVGW CERT GmbH</w:t>
    </w:r>
    <w:r w:rsidRPr="00D7085B">
      <w:rPr>
        <w:rFonts w:ascii="Calibri" w:hAnsi="Calibri" w:cs="Arial"/>
        <w:sz w:val="22"/>
        <w:szCs w:val="22"/>
      </w:rPr>
      <w:tab/>
      <w:t>Leitungsbau</w:t>
    </w:r>
    <w:r w:rsidRPr="00D7085B">
      <w:rPr>
        <w:rFonts w:ascii="Calibri" w:hAnsi="Calibri" w:cs="Arial"/>
        <w:sz w:val="22"/>
        <w:szCs w:val="22"/>
      </w:rPr>
      <w:tab/>
      <w:t xml:space="preserve">              Seite </w:t>
    </w:r>
    <w:r>
      <w:rPr>
        <w:rFonts w:ascii="Calibri" w:hAnsi="Calibri" w:cs="Arial"/>
        <w:b/>
        <w:sz w:val="22"/>
        <w:szCs w:val="22"/>
      </w:rPr>
      <w:t>13</w:t>
    </w:r>
    <w:r w:rsidRPr="00D7085B">
      <w:rPr>
        <w:rFonts w:ascii="Calibri" w:hAnsi="Calibri" w:cs="Arial"/>
        <w:sz w:val="22"/>
        <w:szCs w:val="22"/>
      </w:rPr>
      <w:t xml:space="preserve"> von </w:t>
    </w:r>
    <w:r>
      <w:rPr>
        <w:rFonts w:ascii="Calibri" w:hAnsi="Calibri" w:cs="Arial"/>
        <w:b/>
        <w:sz w:val="22"/>
        <w:szCs w:val="22"/>
      </w:rPr>
      <w:t>16</w:t>
    </w:r>
  </w:p>
  <w:p w:rsidR="00744A97" w:rsidRDefault="00744A97">
    <w:pPr>
      <w:pStyle w:val="Fuzeile"/>
    </w:pPr>
  </w:p>
  <w:p w:rsidR="00744A97" w:rsidRDefault="00744A97">
    <w:pPr>
      <w:pStyle w:val="Fuzeile"/>
      <w:ind w:left="-993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97" w:rsidRDefault="00744A97" w:rsidP="00F42024">
    <w:pPr>
      <w:pBdr>
        <w:top w:val="single" w:sz="4" w:space="1" w:color="auto"/>
      </w:pBdr>
      <w:tabs>
        <w:tab w:val="center" w:pos="4820"/>
        <w:tab w:val="right" w:pos="9638"/>
      </w:tabs>
      <w:autoSpaceDE w:val="0"/>
      <w:autoSpaceDN w:val="0"/>
      <w:adjustRightInd w:val="0"/>
      <w:jc w:val="both"/>
      <w:rPr>
        <w:rFonts w:ascii="Calibri" w:hAnsi="Calibri" w:cs="Arial"/>
        <w:sz w:val="22"/>
        <w:szCs w:val="17"/>
      </w:rPr>
    </w:pPr>
    <w:r>
      <w:rPr>
        <w:rFonts w:ascii="Calibri" w:hAnsi="Calibri" w:cs="Arial"/>
        <w:sz w:val="22"/>
        <w:szCs w:val="26"/>
        <w:vertAlign w:val="superscript"/>
      </w:rPr>
      <w:t>©</w:t>
    </w:r>
    <w:r w:rsidRPr="00D7085B">
      <w:rPr>
        <w:rFonts w:ascii="Calibri" w:hAnsi="Calibri" w:cs="Arial"/>
        <w:sz w:val="22"/>
        <w:szCs w:val="22"/>
      </w:rPr>
      <w:t>DVGW CERT GmbH</w:t>
    </w:r>
    <w:r w:rsidRPr="00D7085B">
      <w:rPr>
        <w:rFonts w:ascii="Calibri" w:hAnsi="Calibri" w:cs="Arial"/>
        <w:sz w:val="22"/>
        <w:szCs w:val="22"/>
      </w:rPr>
      <w:tab/>
      <w:t>Leitungsbau</w:t>
    </w:r>
    <w:r w:rsidRPr="00D7085B">
      <w:rPr>
        <w:rFonts w:ascii="Calibri" w:hAnsi="Calibri" w:cs="Arial"/>
        <w:sz w:val="22"/>
        <w:szCs w:val="22"/>
      </w:rPr>
      <w:tab/>
      <w:t xml:space="preserve">              Seite </w:t>
    </w:r>
    <w:r>
      <w:rPr>
        <w:rFonts w:ascii="Calibri" w:hAnsi="Calibri" w:cs="Arial"/>
        <w:b/>
        <w:sz w:val="22"/>
        <w:szCs w:val="22"/>
      </w:rPr>
      <w:t>14</w:t>
    </w:r>
    <w:r w:rsidRPr="00D7085B">
      <w:rPr>
        <w:rFonts w:ascii="Calibri" w:hAnsi="Calibri" w:cs="Arial"/>
        <w:sz w:val="22"/>
        <w:szCs w:val="22"/>
      </w:rPr>
      <w:t xml:space="preserve"> von </w:t>
    </w:r>
    <w:r>
      <w:rPr>
        <w:rFonts w:ascii="Calibri" w:hAnsi="Calibri" w:cs="Arial"/>
        <w:b/>
        <w:sz w:val="22"/>
        <w:szCs w:val="22"/>
      </w:rPr>
      <w:t>16</w:t>
    </w:r>
  </w:p>
  <w:p w:rsidR="00744A97" w:rsidRDefault="00744A97">
    <w:pPr>
      <w:pStyle w:val="Fuzeile"/>
    </w:pPr>
  </w:p>
  <w:p w:rsidR="00744A97" w:rsidRDefault="00744A97">
    <w:pPr>
      <w:pStyle w:val="Fuzeile"/>
      <w:ind w:left="-993"/>
      <w:rPr>
        <w:sz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97" w:rsidRDefault="00744A97" w:rsidP="00F42024">
    <w:pPr>
      <w:pBdr>
        <w:top w:val="single" w:sz="4" w:space="1" w:color="auto"/>
      </w:pBdr>
      <w:tabs>
        <w:tab w:val="center" w:pos="4820"/>
        <w:tab w:val="right" w:pos="9638"/>
      </w:tabs>
      <w:autoSpaceDE w:val="0"/>
      <w:autoSpaceDN w:val="0"/>
      <w:adjustRightInd w:val="0"/>
      <w:jc w:val="both"/>
      <w:rPr>
        <w:rFonts w:ascii="Calibri" w:hAnsi="Calibri" w:cs="Arial"/>
        <w:sz w:val="22"/>
        <w:szCs w:val="17"/>
      </w:rPr>
    </w:pPr>
    <w:r>
      <w:rPr>
        <w:rFonts w:ascii="Calibri" w:hAnsi="Calibri" w:cs="Arial"/>
        <w:sz w:val="22"/>
        <w:szCs w:val="26"/>
        <w:vertAlign w:val="superscript"/>
      </w:rPr>
      <w:t>©</w:t>
    </w:r>
    <w:r w:rsidRPr="00D7085B">
      <w:rPr>
        <w:rFonts w:ascii="Calibri" w:hAnsi="Calibri" w:cs="Arial"/>
        <w:sz w:val="22"/>
        <w:szCs w:val="22"/>
      </w:rPr>
      <w:t>DVGW CERT GmbH</w:t>
    </w:r>
    <w:r w:rsidRPr="00D7085B">
      <w:rPr>
        <w:rFonts w:ascii="Calibri" w:hAnsi="Calibri" w:cs="Arial"/>
        <w:sz w:val="22"/>
        <w:szCs w:val="22"/>
      </w:rPr>
      <w:tab/>
      <w:t>Leitungsbau</w:t>
    </w:r>
    <w:r w:rsidRPr="00D7085B">
      <w:rPr>
        <w:rFonts w:ascii="Calibri" w:hAnsi="Calibri" w:cs="Arial"/>
        <w:sz w:val="22"/>
        <w:szCs w:val="22"/>
      </w:rPr>
      <w:tab/>
      <w:t xml:space="preserve">              Seite </w:t>
    </w:r>
    <w:r>
      <w:rPr>
        <w:rFonts w:ascii="Calibri" w:hAnsi="Calibri" w:cs="Arial"/>
        <w:b/>
        <w:sz w:val="22"/>
        <w:szCs w:val="22"/>
      </w:rPr>
      <w:t>15</w:t>
    </w:r>
    <w:r w:rsidRPr="00D7085B">
      <w:rPr>
        <w:rFonts w:ascii="Calibri" w:hAnsi="Calibri" w:cs="Arial"/>
        <w:sz w:val="22"/>
        <w:szCs w:val="22"/>
      </w:rPr>
      <w:t xml:space="preserve"> von </w:t>
    </w:r>
    <w:r>
      <w:rPr>
        <w:rFonts w:ascii="Calibri" w:hAnsi="Calibri" w:cs="Arial"/>
        <w:b/>
        <w:sz w:val="22"/>
        <w:szCs w:val="22"/>
      </w:rPr>
      <w:t>16</w:t>
    </w:r>
  </w:p>
  <w:p w:rsidR="00744A97" w:rsidRDefault="00744A97">
    <w:pPr>
      <w:pStyle w:val="Fuzeile"/>
    </w:pPr>
  </w:p>
  <w:p w:rsidR="00744A97" w:rsidRDefault="00744A97">
    <w:pPr>
      <w:pStyle w:val="Fuzeile"/>
      <w:ind w:left="-993"/>
      <w:rPr>
        <w:sz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97" w:rsidRDefault="00744A97" w:rsidP="00F42024">
    <w:pPr>
      <w:pBdr>
        <w:top w:val="single" w:sz="4" w:space="1" w:color="auto"/>
      </w:pBdr>
      <w:tabs>
        <w:tab w:val="center" w:pos="4820"/>
        <w:tab w:val="right" w:pos="9638"/>
      </w:tabs>
      <w:autoSpaceDE w:val="0"/>
      <w:autoSpaceDN w:val="0"/>
      <w:adjustRightInd w:val="0"/>
      <w:jc w:val="both"/>
      <w:rPr>
        <w:rFonts w:ascii="Calibri" w:hAnsi="Calibri" w:cs="Arial"/>
        <w:sz w:val="22"/>
        <w:szCs w:val="17"/>
      </w:rPr>
    </w:pPr>
    <w:r>
      <w:rPr>
        <w:rFonts w:ascii="Calibri" w:hAnsi="Calibri" w:cs="Arial"/>
        <w:sz w:val="22"/>
        <w:szCs w:val="26"/>
        <w:vertAlign w:val="superscript"/>
      </w:rPr>
      <w:t>©</w:t>
    </w:r>
    <w:r w:rsidRPr="00D7085B">
      <w:rPr>
        <w:rFonts w:ascii="Calibri" w:hAnsi="Calibri" w:cs="Arial"/>
        <w:sz w:val="22"/>
        <w:szCs w:val="22"/>
      </w:rPr>
      <w:t>DVGW CERT GmbH</w:t>
    </w:r>
    <w:r w:rsidRPr="00D7085B">
      <w:rPr>
        <w:rFonts w:ascii="Calibri" w:hAnsi="Calibri" w:cs="Arial"/>
        <w:sz w:val="22"/>
        <w:szCs w:val="22"/>
      </w:rPr>
      <w:tab/>
      <w:t>Leitungsbau</w:t>
    </w:r>
    <w:r w:rsidRPr="00D7085B">
      <w:rPr>
        <w:rFonts w:ascii="Calibri" w:hAnsi="Calibri" w:cs="Arial"/>
        <w:sz w:val="22"/>
        <w:szCs w:val="22"/>
      </w:rPr>
      <w:tab/>
      <w:t xml:space="preserve">              Seite </w:t>
    </w:r>
    <w:r>
      <w:rPr>
        <w:rFonts w:ascii="Calibri" w:hAnsi="Calibri" w:cs="Arial"/>
        <w:b/>
        <w:sz w:val="22"/>
        <w:szCs w:val="22"/>
      </w:rPr>
      <w:t>16</w:t>
    </w:r>
    <w:r w:rsidRPr="00D7085B">
      <w:rPr>
        <w:rFonts w:ascii="Calibri" w:hAnsi="Calibri" w:cs="Arial"/>
        <w:sz w:val="22"/>
        <w:szCs w:val="22"/>
      </w:rPr>
      <w:t xml:space="preserve"> von </w:t>
    </w:r>
    <w:r>
      <w:rPr>
        <w:rFonts w:ascii="Calibri" w:hAnsi="Calibri" w:cs="Arial"/>
        <w:b/>
        <w:sz w:val="22"/>
        <w:szCs w:val="22"/>
      </w:rPr>
      <w:t>16</w:t>
    </w:r>
  </w:p>
  <w:p w:rsidR="00744A97" w:rsidRDefault="00744A97">
    <w:pPr>
      <w:pStyle w:val="Fuzeile"/>
    </w:pPr>
  </w:p>
  <w:p w:rsidR="00744A97" w:rsidRDefault="00744A97">
    <w:pPr>
      <w:pStyle w:val="Fuzeile"/>
      <w:ind w:left="-993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DC4" w:rsidRDefault="004E2DC4">
      <w:r>
        <w:separator/>
      </w:r>
    </w:p>
  </w:footnote>
  <w:footnote w:type="continuationSeparator" w:id="0">
    <w:p w:rsidR="004E2DC4" w:rsidRDefault="004E2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97" w:rsidRDefault="00744A97">
    <w:pPr>
      <w:pStyle w:val="Kopfzeile"/>
      <w:rPr>
        <w:sz w:val="8"/>
      </w:rPr>
    </w:pPr>
  </w:p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237"/>
      <w:gridCol w:w="850"/>
      <w:gridCol w:w="992"/>
    </w:tblGrid>
    <w:tr w:rsidR="00744A97">
      <w:trPr>
        <w:cantSplit/>
        <w:trHeight w:val="273"/>
      </w:trPr>
      <w:tc>
        <w:tcPr>
          <w:tcW w:w="1560" w:type="dxa"/>
          <w:vMerge w:val="restart"/>
          <w:vAlign w:val="center"/>
        </w:tcPr>
        <w:p w:rsidR="00744A97" w:rsidRDefault="00744A97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>
                <wp:extent cx="695325" cy="552450"/>
                <wp:effectExtent l="0" t="0" r="0" b="0"/>
                <wp:docPr id="1" name="Bild 1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744A97" w:rsidRDefault="00744A97">
          <w:pPr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Fachspezifischer Teil des Antrags für die </w:t>
          </w:r>
        </w:p>
        <w:p w:rsidR="00744A97" w:rsidRDefault="00744A97" w:rsidP="008F4832">
          <w:pPr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Zertifizierung von Unternehmen nach </w:t>
          </w:r>
        </w:p>
        <w:p w:rsidR="00744A97" w:rsidRDefault="00744A97" w:rsidP="008F4832">
          <w:pPr>
            <w:jc w:val="center"/>
          </w:pPr>
          <w:r>
            <w:rPr>
              <w:rFonts w:ascii="Arial" w:hAnsi="Arial" w:cs="Arial"/>
              <w:b/>
              <w:sz w:val="24"/>
            </w:rPr>
            <w:t>DVGW-Arbeitsblatt W 316</w:t>
          </w:r>
          <w:r w:rsidR="00352288">
            <w:rPr>
              <w:rFonts w:ascii="Arial" w:hAnsi="Arial" w:cs="Arial"/>
              <w:b/>
              <w:sz w:val="24"/>
            </w:rPr>
            <w:t xml:space="preserve"> (04/2018)</w:t>
          </w:r>
        </w:p>
      </w:tc>
      <w:tc>
        <w:tcPr>
          <w:tcW w:w="1842" w:type="dxa"/>
          <w:gridSpan w:val="2"/>
          <w:vAlign w:val="center"/>
        </w:tcPr>
        <w:p w:rsidR="00744A97" w:rsidRDefault="00A819B9" w:rsidP="00A57096">
          <w:pPr>
            <w:jc w:val="center"/>
            <w:rPr>
              <w:rFonts w:ascii="Calibri" w:hAnsi="Calibri"/>
            </w:rPr>
          </w:pPr>
          <w:r>
            <w:rPr>
              <w:rFonts w:ascii="Calibri" w:hAnsi="Calibri"/>
            </w:rPr>
            <w:t>70284-00</w:t>
          </w:r>
          <w:r w:rsidR="00744A97">
            <w:rPr>
              <w:rFonts w:ascii="Calibri" w:hAnsi="Calibri"/>
            </w:rPr>
            <w:t>-L-DE</w:t>
          </w:r>
        </w:p>
      </w:tc>
    </w:tr>
    <w:tr w:rsidR="00744A97">
      <w:trPr>
        <w:cantSplit/>
        <w:trHeight w:val="235"/>
      </w:trPr>
      <w:tc>
        <w:tcPr>
          <w:tcW w:w="1560" w:type="dxa"/>
          <w:vMerge/>
        </w:tcPr>
        <w:p w:rsidR="00744A97" w:rsidRDefault="00744A9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744A97" w:rsidRDefault="00744A97"/>
      </w:tc>
      <w:tc>
        <w:tcPr>
          <w:tcW w:w="850" w:type="dxa"/>
        </w:tcPr>
        <w:p w:rsidR="00744A97" w:rsidRDefault="00744A9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992" w:type="dxa"/>
        </w:tcPr>
        <w:p w:rsidR="00744A97" w:rsidRDefault="00744A9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744A97">
      <w:trPr>
        <w:cantSplit/>
        <w:trHeight w:val="237"/>
      </w:trPr>
      <w:tc>
        <w:tcPr>
          <w:tcW w:w="1560" w:type="dxa"/>
          <w:vMerge/>
        </w:tcPr>
        <w:p w:rsidR="00744A97" w:rsidRDefault="00744A9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744A97" w:rsidRDefault="00744A97"/>
      </w:tc>
      <w:tc>
        <w:tcPr>
          <w:tcW w:w="850" w:type="dxa"/>
        </w:tcPr>
        <w:p w:rsidR="00744A97" w:rsidRDefault="00744A9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992" w:type="dxa"/>
        </w:tcPr>
        <w:p w:rsidR="00744A97" w:rsidRDefault="00744A9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Haupt</w:t>
          </w:r>
        </w:p>
      </w:tc>
    </w:tr>
    <w:tr w:rsidR="00744A97">
      <w:trPr>
        <w:cantSplit/>
        <w:trHeight w:val="213"/>
      </w:trPr>
      <w:tc>
        <w:tcPr>
          <w:tcW w:w="1560" w:type="dxa"/>
          <w:vMerge/>
        </w:tcPr>
        <w:p w:rsidR="00744A97" w:rsidRDefault="00744A9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744A97" w:rsidRDefault="00744A97"/>
      </w:tc>
      <w:tc>
        <w:tcPr>
          <w:tcW w:w="850" w:type="dxa"/>
        </w:tcPr>
        <w:p w:rsidR="00744A97" w:rsidRDefault="00744A9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992" w:type="dxa"/>
        </w:tcPr>
        <w:p w:rsidR="00744A97" w:rsidRDefault="00744A9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06.08.2018</w:t>
          </w:r>
        </w:p>
      </w:tc>
    </w:tr>
  </w:tbl>
  <w:p w:rsidR="00744A97" w:rsidRDefault="00744A97">
    <w:pPr>
      <w:pStyle w:val="Kopfzeile"/>
      <w:tabs>
        <w:tab w:val="clear" w:pos="9072"/>
        <w:tab w:val="left" w:pos="7938"/>
      </w:tabs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023"/>
    <w:multiLevelType w:val="hybridMultilevel"/>
    <w:tmpl w:val="F3EC53B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9B00F72"/>
    <w:multiLevelType w:val="hybridMultilevel"/>
    <w:tmpl w:val="88408414"/>
    <w:lvl w:ilvl="0" w:tplc="BE8A426A">
      <w:start w:val="1"/>
      <w:numFmt w:val="bullet"/>
      <w:lvlText w:val="•"/>
      <w:lvlJc w:val="left"/>
      <w:pPr>
        <w:tabs>
          <w:tab w:val="num" w:pos="2140"/>
        </w:tabs>
        <w:ind w:left="2140" w:hanging="496"/>
      </w:pPr>
      <w:rPr>
        <w:rFonts w:ascii="DVGW Font 55" w:hAnsi="DVGW Font 55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68E5"/>
    <w:multiLevelType w:val="hybridMultilevel"/>
    <w:tmpl w:val="C6AEB36E"/>
    <w:lvl w:ilvl="0" w:tplc="25CA356C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614857"/>
    <w:multiLevelType w:val="hybridMultilevel"/>
    <w:tmpl w:val="0052C0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44869"/>
    <w:multiLevelType w:val="hybridMultilevel"/>
    <w:tmpl w:val="61CC57CC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491A201B"/>
    <w:multiLevelType w:val="hybridMultilevel"/>
    <w:tmpl w:val="C4DEFC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11" w15:restartNumberingAfterBreak="0">
    <w:nsid w:val="554F031F"/>
    <w:multiLevelType w:val="hybridMultilevel"/>
    <w:tmpl w:val="B192BE02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F56EC"/>
    <w:multiLevelType w:val="hybridMultilevel"/>
    <w:tmpl w:val="D2FC95E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161F6"/>
    <w:multiLevelType w:val="hybridMultilevel"/>
    <w:tmpl w:val="AD5660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221A4A"/>
    <w:multiLevelType w:val="hybridMultilevel"/>
    <w:tmpl w:val="9E78D530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42AFA"/>
    <w:multiLevelType w:val="hybridMultilevel"/>
    <w:tmpl w:val="04D00F14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6"/>
  </w:num>
  <w:num w:numId="5">
    <w:abstractNumId w:val="8"/>
  </w:num>
  <w:num w:numId="6">
    <w:abstractNumId w:val="1"/>
  </w:num>
  <w:num w:numId="7">
    <w:abstractNumId w:val="15"/>
  </w:num>
  <w:num w:numId="8">
    <w:abstractNumId w:val="5"/>
  </w:num>
  <w:num w:numId="9">
    <w:abstractNumId w:val="12"/>
  </w:num>
  <w:num w:numId="10">
    <w:abstractNumId w:val="11"/>
  </w:num>
  <w:num w:numId="11">
    <w:abstractNumId w:val="0"/>
  </w:num>
  <w:num w:numId="12">
    <w:abstractNumId w:val="7"/>
  </w:num>
  <w:num w:numId="13">
    <w:abstractNumId w:val="14"/>
  </w:num>
  <w:num w:numId="14">
    <w:abstractNumId w:val="2"/>
  </w:num>
  <w:num w:numId="15">
    <w:abstractNumId w:val="3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ttachedTemplate r:id="rId1"/>
  <w:documentProtection w:edit="forms" w:formatting="1" w:enforcement="1" w:cryptProviderType="rsaAES" w:cryptAlgorithmClass="hash" w:cryptAlgorithmType="typeAny" w:cryptAlgorithmSid="14" w:cryptSpinCount="100000" w:hash="kTOhsEVKfGVvDAmRMZdUap7NbtaboDhbdXC+NbDPYj0GlrseezBHTBn880OtsKdhtHJSSvsQJqTzZab9l69HUg==" w:salt="iGOQ0B7vUC9uM7W7KZ8fiQ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951"/>
    <w:rsid w:val="000051F6"/>
    <w:rsid w:val="000126DE"/>
    <w:rsid w:val="00021CCC"/>
    <w:rsid w:val="000322AA"/>
    <w:rsid w:val="00083075"/>
    <w:rsid w:val="00086741"/>
    <w:rsid w:val="00091208"/>
    <w:rsid w:val="00091D8F"/>
    <w:rsid w:val="00120779"/>
    <w:rsid w:val="0012166F"/>
    <w:rsid w:val="00132544"/>
    <w:rsid w:val="00133816"/>
    <w:rsid w:val="0014173C"/>
    <w:rsid w:val="001C035C"/>
    <w:rsid w:val="002013AC"/>
    <w:rsid w:val="0022347C"/>
    <w:rsid w:val="0022697A"/>
    <w:rsid w:val="002764E8"/>
    <w:rsid w:val="0028536D"/>
    <w:rsid w:val="0029156F"/>
    <w:rsid w:val="002A2259"/>
    <w:rsid w:val="002C24D0"/>
    <w:rsid w:val="0030012B"/>
    <w:rsid w:val="003065CE"/>
    <w:rsid w:val="00315011"/>
    <w:rsid w:val="00352288"/>
    <w:rsid w:val="00355114"/>
    <w:rsid w:val="0038797A"/>
    <w:rsid w:val="003934FB"/>
    <w:rsid w:val="003C16CC"/>
    <w:rsid w:val="003D105E"/>
    <w:rsid w:val="003F24EA"/>
    <w:rsid w:val="003F7183"/>
    <w:rsid w:val="00413DC9"/>
    <w:rsid w:val="00421DD9"/>
    <w:rsid w:val="0042303C"/>
    <w:rsid w:val="004274FB"/>
    <w:rsid w:val="00431CE9"/>
    <w:rsid w:val="00432A2C"/>
    <w:rsid w:val="004B6818"/>
    <w:rsid w:val="004C2EAA"/>
    <w:rsid w:val="004E1B6E"/>
    <w:rsid w:val="004E2B4D"/>
    <w:rsid w:val="004E2DC4"/>
    <w:rsid w:val="004E7867"/>
    <w:rsid w:val="00503079"/>
    <w:rsid w:val="00504363"/>
    <w:rsid w:val="00507A18"/>
    <w:rsid w:val="00560767"/>
    <w:rsid w:val="0056399A"/>
    <w:rsid w:val="00587210"/>
    <w:rsid w:val="005A1855"/>
    <w:rsid w:val="006038AF"/>
    <w:rsid w:val="00603AFF"/>
    <w:rsid w:val="00611D4A"/>
    <w:rsid w:val="006131E6"/>
    <w:rsid w:val="00640958"/>
    <w:rsid w:val="0064131E"/>
    <w:rsid w:val="006831A0"/>
    <w:rsid w:val="006A118A"/>
    <w:rsid w:val="0070365D"/>
    <w:rsid w:val="00717C10"/>
    <w:rsid w:val="00744A97"/>
    <w:rsid w:val="00771CC7"/>
    <w:rsid w:val="007B07C5"/>
    <w:rsid w:val="007C7981"/>
    <w:rsid w:val="007E487F"/>
    <w:rsid w:val="00812F29"/>
    <w:rsid w:val="008729A3"/>
    <w:rsid w:val="008A4236"/>
    <w:rsid w:val="008B5199"/>
    <w:rsid w:val="008D46AB"/>
    <w:rsid w:val="008E73D3"/>
    <w:rsid w:val="008F4832"/>
    <w:rsid w:val="008F69AE"/>
    <w:rsid w:val="008F7C72"/>
    <w:rsid w:val="009167F8"/>
    <w:rsid w:val="00985E48"/>
    <w:rsid w:val="009B2DCA"/>
    <w:rsid w:val="009C06FE"/>
    <w:rsid w:val="009F1063"/>
    <w:rsid w:val="00A07060"/>
    <w:rsid w:val="00A52D42"/>
    <w:rsid w:val="00A55E97"/>
    <w:rsid w:val="00A56567"/>
    <w:rsid w:val="00A57096"/>
    <w:rsid w:val="00A819B9"/>
    <w:rsid w:val="00AB4C08"/>
    <w:rsid w:val="00AC30D5"/>
    <w:rsid w:val="00AF752F"/>
    <w:rsid w:val="00B230C4"/>
    <w:rsid w:val="00B34C47"/>
    <w:rsid w:val="00B54E3C"/>
    <w:rsid w:val="00B65950"/>
    <w:rsid w:val="00B75951"/>
    <w:rsid w:val="00B815F2"/>
    <w:rsid w:val="00C04E82"/>
    <w:rsid w:val="00C25F6F"/>
    <w:rsid w:val="00C87697"/>
    <w:rsid w:val="00C92AD9"/>
    <w:rsid w:val="00CC360E"/>
    <w:rsid w:val="00CD52DC"/>
    <w:rsid w:val="00CE453D"/>
    <w:rsid w:val="00CF196E"/>
    <w:rsid w:val="00D27199"/>
    <w:rsid w:val="00D40E7F"/>
    <w:rsid w:val="00D65BD6"/>
    <w:rsid w:val="00D7085B"/>
    <w:rsid w:val="00D75319"/>
    <w:rsid w:val="00D83FFD"/>
    <w:rsid w:val="00DB1E40"/>
    <w:rsid w:val="00DD79B1"/>
    <w:rsid w:val="00E23AA4"/>
    <w:rsid w:val="00E4500D"/>
    <w:rsid w:val="00E87B68"/>
    <w:rsid w:val="00E9649D"/>
    <w:rsid w:val="00ED6EAA"/>
    <w:rsid w:val="00EE6CB7"/>
    <w:rsid w:val="00F01C34"/>
    <w:rsid w:val="00F1753E"/>
    <w:rsid w:val="00F251D3"/>
    <w:rsid w:val="00F42024"/>
    <w:rsid w:val="00F60F13"/>
    <w:rsid w:val="00F661DB"/>
    <w:rsid w:val="00F87200"/>
    <w:rsid w:val="00FD2694"/>
    <w:rsid w:val="00FE1F7D"/>
    <w:rsid w:val="00FE511A"/>
    <w:rsid w:val="00FF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717FE72-3EFE-49D5-BA12-60494EFD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1DD9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18"/>
    </w:rPr>
  </w:style>
  <w:style w:type="paragraph" w:styleId="berschrift2">
    <w:name w:val="heading 2"/>
    <w:basedOn w:val="Standard"/>
    <w:next w:val="Standard"/>
    <w:qFormat/>
    <w:pPr>
      <w:keepNext/>
      <w:ind w:right="214"/>
      <w:jc w:val="righ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ind w:left="570" w:hanging="3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</w:tabs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</w:tabs>
      <w:outlineLvl w:val="4"/>
    </w:pPr>
    <w:rPr>
      <w:b/>
      <w:sz w:val="2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/>
      <w:b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rFonts w:ascii="Arial" w:hAnsi="Arial"/>
      <w:b/>
      <w:sz w:val="16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both"/>
    </w:pPr>
    <w:rPr>
      <w:rFonts w:ascii="Arial" w:hAnsi="Arial"/>
      <w:b/>
      <w:sz w:val="22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customStyle="1" w:styleId="BesuchterHyperlink">
    <w:name w:val="BesuchterHyperlink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/>
      <w:sz w:val="16"/>
    </w:rPr>
  </w:style>
  <w:style w:type="character" w:styleId="Funotenzeichen">
    <w:name w:val="footnote reference"/>
    <w:semiHidden/>
  </w:style>
  <w:style w:type="paragraph" w:customStyle="1" w:styleId="Flietext">
    <w:name w:val="Fließtext"/>
    <w:basedOn w:val="Standard"/>
    <w:pPr>
      <w:widowControl w:val="0"/>
      <w:tabs>
        <w:tab w:val="left" w:pos="425"/>
      </w:tabs>
      <w:autoSpaceDE w:val="0"/>
      <w:autoSpaceDN w:val="0"/>
      <w:adjustRightInd w:val="0"/>
      <w:jc w:val="both"/>
    </w:pPr>
    <w:rPr>
      <w:rFonts w:ascii="Arial" w:hAnsi="Arial" w:cs="Arial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15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9156F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3065CE"/>
  </w:style>
  <w:style w:type="character" w:customStyle="1" w:styleId="FuzeileZchn">
    <w:name w:val="Fußzeile Zchn"/>
    <w:link w:val="Fuzeile"/>
    <w:uiPriority w:val="99"/>
    <w:rsid w:val="00306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07\Antr&#228;ge_2007_GmbH\Fachunternehmen\Antrag_2007\A_Funternehmen_gw301_GmbH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A_Funternehmen_gw301_GmbH</Template>
  <TotalTime>0</TotalTime>
  <Pages>8</Pages>
  <Words>2108</Words>
  <Characters>13287</Characters>
  <Application>Microsoft Office Word</Application>
  <DocSecurity>4</DocSecurity>
  <Lines>110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Zertifizierungsstelle</vt:lpstr>
    </vt:vector>
  </TitlesOfParts>
  <Company>DVGW</Company>
  <LinksUpToDate>false</LinksUpToDate>
  <CharactersWithSpaces>15365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Zertifizierungsstelle</dc:title>
  <dc:subject/>
  <dc:creator>M.Weckheuer</dc:creator>
  <cp:keywords/>
  <cp:lastModifiedBy>Krimpelbein, Cornelia</cp:lastModifiedBy>
  <cp:revision>2</cp:revision>
  <cp:lastPrinted>2015-05-08T09:06:00Z</cp:lastPrinted>
  <dcterms:created xsi:type="dcterms:W3CDTF">2018-08-22T06:28:00Z</dcterms:created>
  <dcterms:modified xsi:type="dcterms:W3CDTF">2018-08-22T06:28:00Z</dcterms:modified>
</cp:coreProperties>
</file>