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984"/>
        <w:gridCol w:w="3472"/>
        <w:gridCol w:w="355"/>
      </w:tblGrid>
      <w:tr w:rsidR="00E201E2" w14:paraId="0979DDB9" w14:textId="77777777">
        <w:trPr>
          <w:gridAfter w:val="1"/>
          <w:wAfter w:w="355" w:type="dxa"/>
          <w:cantSplit/>
          <w:trHeight w:val="648"/>
        </w:trPr>
        <w:tc>
          <w:tcPr>
            <w:tcW w:w="9354" w:type="dxa"/>
            <w:gridSpan w:val="3"/>
            <w:vAlign w:val="center"/>
          </w:tcPr>
          <w:p w14:paraId="24B68786" w14:textId="53D9D23E" w:rsidR="00E201E2" w:rsidRDefault="00E201E2">
            <w:pPr>
              <w:pStyle w:val="Kopfzeile"/>
              <w:tabs>
                <w:tab w:val="clear" w:pos="4536"/>
                <w:tab w:val="clear" w:pos="9072"/>
              </w:tabs>
              <w:rPr>
                <w:noProof/>
              </w:rPr>
            </w:pPr>
          </w:p>
        </w:tc>
      </w:tr>
      <w:tr w:rsidR="00E201E2" w14:paraId="27B8AAD9" w14:textId="77777777">
        <w:trPr>
          <w:cantSplit/>
          <w:trHeight w:val="595"/>
        </w:trPr>
        <w:tc>
          <w:tcPr>
            <w:tcW w:w="3898" w:type="dxa"/>
            <w:vMerge w:val="restart"/>
          </w:tcPr>
          <w:p w14:paraId="233BC4F8" w14:textId="77777777" w:rsidR="00E201E2" w:rsidRDefault="00E201E2">
            <w:pPr>
              <w:ind w:right="7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36"/>
              </w:rPr>
              <w:t>Antrag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</w:p>
          <w:p w14:paraId="470031DD" w14:textId="7BF34A40" w:rsidR="00E201E2" w:rsidRDefault="00E201E2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85C7F8" w14:textId="77777777" w:rsidR="00E201E2" w:rsidRDefault="00E201E2">
            <w:pPr>
              <w:pStyle w:val="berschrift1"/>
            </w:pPr>
            <w:r>
              <w:t>DVGW-Aktenzeichen: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0556962" w14:textId="77777777" w:rsidR="00E201E2" w:rsidRDefault="00E201E2"/>
        </w:tc>
      </w:tr>
      <w:tr w:rsidR="00E201E2" w14:paraId="3CC4AE1C" w14:textId="77777777">
        <w:trPr>
          <w:cantSplit/>
          <w:trHeight w:val="270"/>
        </w:trPr>
        <w:tc>
          <w:tcPr>
            <w:tcW w:w="3898" w:type="dxa"/>
            <w:vMerge/>
            <w:vAlign w:val="bottom"/>
          </w:tcPr>
          <w:p w14:paraId="727EFCED" w14:textId="77777777" w:rsidR="00E201E2" w:rsidRDefault="00E201E2">
            <w:pPr>
              <w:ind w:right="214"/>
              <w:rPr>
                <w:rFonts w:ascii="Arial" w:hAnsi="Arial"/>
                <w:b/>
                <w:sz w:val="40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BA15D9" w14:textId="77777777" w:rsidR="00E201E2" w:rsidRDefault="00E201E2">
            <w:pPr>
              <w:pStyle w:val="berschrift1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E4E226" w14:textId="77777777" w:rsidR="00E201E2" w:rsidRDefault="00E201E2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(wird von der DVGW CERT GmbH ausgefüllt)</w:t>
            </w:r>
          </w:p>
        </w:tc>
      </w:tr>
    </w:tbl>
    <w:p w14:paraId="60584DFF" w14:textId="666374A8" w:rsidR="00E201E2" w:rsidRDefault="000114F8">
      <w:r>
        <w:rPr>
          <w:noProof/>
        </w:rPr>
        <w:drawing>
          <wp:anchor distT="0" distB="0" distL="114300" distR="114300" simplePos="0" relativeHeight="251657728" behindDoc="0" locked="0" layoutInCell="1" allowOverlap="1" wp14:anchorId="0478FE31" wp14:editId="22234336">
            <wp:simplePos x="0" y="0"/>
            <wp:positionH relativeFrom="column">
              <wp:posOffset>4964801</wp:posOffset>
            </wp:positionH>
            <wp:positionV relativeFrom="paragraph">
              <wp:posOffset>-2129790</wp:posOffset>
            </wp:positionV>
            <wp:extent cx="1243330" cy="1448435"/>
            <wp:effectExtent l="0" t="0" r="0" b="0"/>
            <wp:wrapNone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9157B" w14:textId="31641988" w:rsidR="00B33636" w:rsidRDefault="00B33636" w:rsidP="00C3272E">
      <w:pPr>
        <w:pStyle w:val="Textkrper"/>
      </w:pPr>
      <w:r w:rsidRPr="00B33636">
        <w:t xml:space="preserve">zur Fachunternehmenszertifizierung nach DVGW-Arbeitsblatt GW </w:t>
      </w:r>
      <w:r w:rsidR="0001224A">
        <w:t>381</w:t>
      </w:r>
      <w:r w:rsidRPr="00B33636">
        <w:t xml:space="preserve">, </w:t>
      </w:r>
    </w:p>
    <w:p w14:paraId="38301444" w14:textId="00BFA26D" w:rsidR="00C3272E" w:rsidRPr="00866A58" w:rsidRDefault="00B33636" w:rsidP="00866A58">
      <w:pPr>
        <w:pStyle w:val="Textkrper"/>
        <w:jc w:val="left"/>
      </w:pPr>
      <w:r>
        <w:t>„</w:t>
      </w:r>
      <w:r w:rsidR="00866A58" w:rsidRPr="00866A58">
        <w:t>Bauunternehmen im Leitungstiefbau – Mindestanforderungen (identisch mit AGFW FW 600 und VDE-AR-N 4220)</w:t>
      </w:r>
      <w:r>
        <w:t>“</w:t>
      </w:r>
    </w:p>
    <w:p w14:paraId="4A364DA7" w14:textId="085F106C" w:rsidR="00C3272E" w:rsidRDefault="00C3272E" w:rsidP="00F814A8">
      <w:pPr>
        <w:pStyle w:val="berschrift1"/>
      </w:pPr>
      <w:r>
        <w:t>1. Stammdaten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2"/>
        <w:gridCol w:w="708"/>
        <w:gridCol w:w="3754"/>
      </w:tblGrid>
      <w:tr w:rsidR="00C3272E" w14:paraId="657E8352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D8AF" w14:textId="77777777" w:rsidR="00C3272E" w:rsidRDefault="00C3272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Anschrift, antragstellendes Fachunternehmen:</w:t>
            </w:r>
          </w:p>
        </w:tc>
      </w:tr>
      <w:tr w:rsidR="00C3272E" w14:paraId="037E98EA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C126" w14:textId="34A9869B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2D20EA63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EEC6" w14:textId="6C42880D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0" w:name="Text73"/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  <w:bookmarkEnd w:id="0"/>
          </w:p>
        </w:tc>
      </w:tr>
      <w:tr w:rsidR="00C3272E" w14:paraId="5FC5B4EA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A43D" w14:textId="76F50C47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0EEAEFED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5F68" w14:textId="36946A1C" w:rsidR="00C3272E" w:rsidRDefault="00110A7E" w:rsidP="00110A7E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1942D8" w14:paraId="1030E2E6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AE98" w14:textId="79B9074E" w:rsidR="001942D8" w:rsidRDefault="001942D8">
            <w:pPr>
              <w:rPr>
                <w:rFonts w:ascii="Arial Narrow" w:hAnsi="Arial Narrow"/>
                <w:b/>
              </w:rPr>
            </w:pPr>
            <w:r w:rsidRPr="001942D8">
              <w:rPr>
                <w:rFonts w:ascii="Arial" w:hAnsi="Arial" w:cs="Arial"/>
                <w:b/>
              </w:rPr>
              <w:t>Umsatzsteuer</w:t>
            </w:r>
            <w:r>
              <w:rPr>
                <w:rFonts w:ascii="Arial" w:hAnsi="Arial" w:cs="Arial"/>
                <w:b/>
              </w:rPr>
              <w:t>-I</w:t>
            </w:r>
            <w:r w:rsidRPr="001942D8">
              <w:rPr>
                <w:rFonts w:ascii="Arial" w:hAnsi="Arial" w:cs="Arial"/>
                <w:b/>
              </w:rPr>
              <w:t>dentnummer</w:t>
            </w:r>
            <w:r w:rsidR="00710380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110A7E"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110A7E">
              <w:rPr>
                <w:rFonts w:ascii="Arial Narrow" w:hAnsi="Arial Narrow"/>
                <w:b/>
              </w:rPr>
              <w:instrText xml:space="preserve"> FORMTEXT </w:instrText>
            </w:r>
            <w:r w:rsidR="00110A7E">
              <w:rPr>
                <w:rFonts w:ascii="Arial Narrow" w:hAnsi="Arial Narrow"/>
                <w:b/>
              </w:rPr>
            </w:r>
            <w:r w:rsidR="00110A7E">
              <w:rPr>
                <w:rFonts w:ascii="Arial Narrow" w:hAnsi="Arial Narrow"/>
                <w:b/>
              </w:rPr>
              <w:fldChar w:fldCharType="separate"/>
            </w:r>
            <w:r w:rsidR="00110A7E">
              <w:rPr>
                <w:rFonts w:ascii="Arial Narrow" w:hAnsi="Arial Narrow"/>
                <w:b/>
                <w:noProof/>
              </w:rPr>
              <w:t> </w:t>
            </w:r>
            <w:r w:rsidR="00110A7E">
              <w:rPr>
                <w:rFonts w:ascii="Arial Narrow" w:hAnsi="Arial Narrow"/>
                <w:b/>
                <w:noProof/>
              </w:rPr>
              <w:t> </w:t>
            </w:r>
            <w:r w:rsidR="00110A7E">
              <w:rPr>
                <w:rFonts w:ascii="Arial Narrow" w:hAnsi="Arial Narrow"/>
                <w:b/>
                <w:noProof/>
              </w:rPr>
              <w:t> </w:t>
            </w:r>
            <w:r w:rsidR="00110A7E">
              <w:rPr>
                <w:rFonts w:ascii="Arial Narrow" w:hAnsi="Arial Narrow"/>
                <w:b/>
                <w:noProof/>
              </w:rPr>
              <w:t> </w:t>
            </w:r>
            <w:r w:rsidR="00110A7E">
              <w:rPr>
                <w:rFonts w:ascii="Arial Narrow" w:hAnsi="Arial Narrow"/>
                <w:b/>
                <w:noProof/>
              </w:rPr>
              <w:t> </w:t>
            </w:r>
            <w:r w:rsidR="00110A7E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710380" w14:paraId="57BD954C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D10C" w14:textId="0608D642" w:rsidR="00710380" w:rsidRPr="001942D8" w:rsidRDefault="007103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ggf. Bestellnummer:</w:t>
            </w:r>
          </w:p>
        </w:tc>
      </w:tr>
      <w:tr w:rsidR="00C3272E" w14:paraId="1F268AA7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1416" w14:textId="77777777" w:rsidR="00C3272E" w:rsidRDefault="00C3272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Abweichender Rechnungsempfänger:</w:t>
            </w:r>
          </w:p>
        </w:tc>
      </w:tr>
      <w:tr w:rsidR="00C3272E" w14:paraId="72841238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E968" w14:textId="7F46D5EF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7795E45C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ED92" w14:textId="5D7201F3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164705A2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93F5" w14:textId="7267C32C" w:rsidR="00C3272E" w:rsidRDefault="00172466">
            <w:pPr>
              <w:rPr>
                <w:rFonts w:ascii="Arial Narrow" w:hAnsi="Arial Narrow"/>
                <w:b/>
              </w:rPr>
            </w:pPr>
            <w:r>
              <w:rPr>
                <w:rFonts w:ascii="Arial" w:hAnsi="Arial"/>
                <w:b/>
              </w:rPr>
              <w:t>A</w:t>
            </w:r>
            <w:r w:rsidR="00C3272E">
              <w:rPr>
                <w:rFonts w:ascii="Arial" w:hAnsi="Arial"/>
                <w:b/>
              </w:rPr>
              <w:t>nsprechpartner beim Antragsteller:</w:t>
            </w:r>
          </w:p>
        </w:tc>
      </w:tr>
      <w:tr w:rsidR="00C3272E" w14:paraId="7D127820" w14:textId="77777777" w:rsidTr="00C3272E">
        <w:trPr>
          <w:cantSplit/>
          <w:trHeight w:val="45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D358" w14:textId="77777777" w:rsidR="00C3272E" w:rsidRDefault="00C3272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Name:</w:t>
            </w:r>
          </w:p>
        </w:tc>
        <w:tc>
          <w:tcPr>
            <w:tcW w:w="8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B95A" w14:textId="16685564" w:rsidR="00C3272E" w:rsidRDefault="00110A7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29FA1E04" w14:textId="77777777" w:rsidTr="00C3272E">
        <w:trPr>
          <w:cantSplit/>
          <w:trHeight w:val="45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59F0" w14:textId="77777777" w:rsidR="00C3272E" w:rsidRDefault="00C3272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Tel.: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14:paraId="71621ED5" w14:textId="195046FA" w:rsidR="00C3272E" w:rsidRDefault="00110A7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B8A1" w14:textId="77777777" w:rsidR="00C3272E" w:rsidRDefault="00C3272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Fax: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14:paraId="79C8DE03" w14:textId="11643A66" w:rsidR="00C3272E" w:rsidRDefault="00110A7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14F7E2C6" w14:textId="77777777" w:rsidTr="00C3272E">
        <w:trPr>
          <w:cantSplit/>
          <w:trHeight w:val="45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3BEB" w14:textId="77777777" w:rsidR="00C3272E" w:rsidRDefault="00C3272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E-Mail:</w:t>
            </w:r>
          </w:p>
        </w:tc>
        <w:tc>
          <w:tcPr>
            <w:tcW w:w="8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969D" w14:textId="4E53557C" w:rsidR="00C3272E" w:rsidRDefault="00110A7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5B6B6D10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8253" w14:textId="57831D71" w:rsidR="00C3272E" w:rsidRDefault="00C3272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Ggf.</w:t>
            </w:r>
            <w:r w:rsidR="00C63DE9">
              <w:rPr>
                <w:rFonts w:ascii="Arial" w:hAnsi="Arial"/>
                <w:bCs/>
              </w:rPr>
              <w:t xml:space="preserve"> </w:t>
            </w:r>
            <w:r>
              <w:rPr>
                <w:rFonts w:ascii="Arial" w:hAnsi="Arial"/>
                <w:b/>
              </w:rPr>
              <w:t>Betriebsstätte</w:t>
            </w:r>
            <w:r w:rsidR="000A187E">
              <w:rPr>
                <w:rFonts w:ascii="Arial" w:hAnsi="Arial"/>
                <w:b/>
              </w:rPr>
              <w:t>*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C3272E" w14:paraId="1E0922C3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3E085" w14:textId="06BBDA27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67B4D426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6183" w14:textId="51EB697E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50B99CC9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B5C9" w14:textId="1F57C943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C3272E" w14:paraId="2A4A6908" w14:textId="77777777" w:rsidTr="00C3272E">
        <w:trPr>
          <w:cantSplit/>
          <w:trHeight w:val="45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B0C5" w14:textId="390D2CB7" w:rsidR="00C3272E" w:rsidRDefault="00110A7E">
            <w:pPr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</w:tbl>
    <w:p w14:paraId="0DEE163E" w14:textId="2F7EF844" w:rsidR="00B33636" w:rsidRPr="000A187E" w:rsidRDefault="000A187E" w:rsidP="00B33636">
      <w:pPr>
        <w:spacing w:before="240" w:after="120"/>
        <w:jc w:val="both"/>
        <w:rPr>
          <w:rFonts w:ascii="Arial" w:hAnsi="Arial" w:cs="Arial"/>
          <w:b/>
          <w:sz w:val="16"/>
          <w:szCs w:val="16"/>
        </w:rPr>
      </w:pPr>
      <w:r w:rsidRPr="00C63DE9">
        <w:rPr>
          <w:rFonts w:ascii="Arial" w:hAnsi="Arial" w:cs="Arial"/>
          <w:b/>
          <w:sz w:val="16"/>
          <w:szCs w:val="16"/>
        </w:rPr>
        <w:t xml:space="preserve">*Nur Betriebsstätten, </w:t>
      </w:r>
      <w:r w:rsidR="00F539F1">
        <w:rPr>
          <w:rFonts w:ascii="Arial" w:hAnsi="Arial" w:cs="Arial"/>
          <w:b/>
          <w:sz w:val="16"/>
          <w:szCs w:val="16"/>
        </w:rPr>
        <w:t xml:space="preserve">die ein </w:t>
      </w:r>
      <w:r w:rsidR="00583F4B">
        <w:rPr>
          <w:rFonts w:ascii="Arial" w:hAnsi="Arial" w:cs="Arial"/>
          <w:b/>
          <w:sz w:val="16"/>
          <w:szCs w:val="16"/>
        </w:rPr>
        <w:t>eigenes Zertifikat erhalten sollen</w:t>
      </w:r>
      <w:r w:rsidRPr="00C63DE9">
        <w:rPr>
          <w:rFonts w:ascii="Arial" w:hAnsi="Arial" w:cs="Arial"/>
          <w:b/>
          <w:sz w:val="16"/>
          <w:szCs w:val="16"/>
        </w:rPr>
        <w:t>.</w:t>
      </w:r>
    </w:p>
    <w:p w14:paraId="5974D4EF" w14:textId="77777777" w:rsidR="00B33636" w:rsidRDefault="00B33636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14:paraId="6D0DFA59" w14:textId="1572F24A" w:rsidR="00B33636" w:rsidRPr="00627B6A" w:rsidRDefault="00CC5CE6" w:rsidP="00F814A8">
      <w:pPr>
        <w:pStyle w:val="berschrift1"/>
      </w:pPr>
      <w:r>
        <w:lastRenderedPageBreak/>
        <w:t>2</w:t>
      </w:r>
      <w:r w:rsidR="00B33636">
        <w:t xml:space="preserve">. Zertifizierungsumfang </w:t>
      </w: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46"/>
        <w:gridCol w:w="9182"/>
      </w:tblGrid>
      <w:tr w:rsidR="00627B6A" w14:paraId="2FFD38FC" w14:textId="77777777" w:rsidTr="00627B6A">
        <w:trPr>
          <w:trHeight w:val="927"/>
        </w:trPr>
        <w:sdt>
          <w:sdtPr>
            <w:rPr>
              <w:rFonts w:ascii="Arial" w:hAnsi="Arial"/>
              <w:b/>
            </w:rPr>
            <w:id w:val="125308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4C4A1607" w14:textId="37358D41" w:rsidR="00627B6A" w:rsidRDefault="00D16FF7">
                <w:pPr>
                  <w:jc w:val="center"/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82" w:type="dxa"/>
            <w:vAlign w:val="center"/>
          </w:tcPr>
          <w:p w14:paraId="5BDFB3AF" w14:textId="2ACBF2E2" w:rsidR="00627B6A" w:rsidRDefault="00627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Mindestanforderungen im Leitungstiefbau</w:t>
            </w:r>
          </w:p>
        </w:tc>
      </w:tr>
    </w:tbl>
    <w:p w14:paraId="1358A5A9" w14:textId="697C5733" w:rsidR="00B33636" w:rsidRDefault="00CC5CE6" w:rsidP="00F814A8">
      <w:pPr>
        <w:pStyle w:val="berschrift1"/>
      </w:pPr>
      <w:r>
        <w:t>3</w:t>
      </w:r>
      <w:r w:rsidR="00B33636">
        <w:t xml:space="preserve">. Antragsart 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734"/>
        <w:gridCol w:w="3401"/>
      </w:tblGrid>
      <w:tr w:rsidR="00B33636" w14:paraId="7EB06C28" w14:textId="77777777" w:rsidTr="004B3F2B">
        <w:trPr>
          <w:cantSplit/>
          <w:trHeight w:val="360"/>
        </w:trPr>
        <w:sdt>
          <w:sdtPr>
            <w:rPr>
              <w:rFonts w:ascii="Arial" w:hAnsi="Arial"/>
              <w:b/>
            </w:rPr>
            <w:id w:val="1150785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4AD8098E" w14:textId="2921D332" w:rsidR="00B33636" w:rsidRDefault="00627B6A">
                <w:pPr>
                  <w:rPr>
                    <w:rFonts w:ascii="Arial" w:hAnsi="Arial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5929" w14:textId="75840F14" w:rsidR="00B33636" w:rsidRDefault="001942D8">
            <w:pPr>
              <w:rPr>
                <w:rFonts w:ascii="Arial" w:hAnsi="Arial"/>
                <w:lang w:val="it-IT"/>
              </w:rPr>
            </w:pPr>
            <w:r>
              <w:rPr>
                <w:rFonts w:ascii="Arial" w:hAnsi="Arial"/>
                <w:lang w:val="it-IT"/>
              </w:rPr>
              <w:t>Erstzertifizierung</w:t>
            </w:r>
          </w:p>
        </w:tc>
      </w:tr>
      <w:tr w:rsidR="00B33636" w14:paraId="182BE060" w14:textId="77777777" w:rsidTr="004B3F2B">
        <w:trPr>
          <w:cantSplit/>
          <w:trHeight w:val="360"/>
        </w:trPr>
        <w:sdt>
          <w:sdtPr>
            <w:rPr>
              <w:rFonts w:ascii="Arial" w:hAnsi="Arial"/>
              <w:b/>
            </w:rPr>
            <w:id w:val="-775250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51323ACF" w14:textId="51E919C7" w:rsidR="00B33636" w:rsidRDefault="00BD7729">
                <w:pPr>
                  <w:rPr>
                    <w:rFonts w:ascii="Arial" w:hAnsi="Arial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EFD8" w14:textId="6AF0C077" w:rsidR="00B33636" w:rsidRDefault="00B3363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Rezertifizie</w:t>
            </w:r>
            <w:r w:rsidR="008225BC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 xml:space="preserve">ung </w:t>
            </w:r>
          </w:p>
        </w:tc>
      </w:tr>
      <w:tr w:rsidR="00B33636" w14:paraId="5C2CA7F5" w14:textId="77777777" w:rsidTr="004B3F2B">
        <w:trPr>
          <w:cantSplit/>
          <w:trHeight w:val="360"/>
        </w:trPr>
        <w:sdt>
          <w:sdtPr>
            <w:rPr>
              <w:rFonts w:ascii="Arial" w:hAnsi="Arial"/>
              <w:b/>
            </w:rPr>
            <w:id w:val="195351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664B9179" w14:textId="44F685F1" w:rsidR="00B33636" w:rsidRDefault="001A6625">
                <w:pPr>
                  <w:rPr>
                    <w:rFonts w:ascii="Arial" w:hAnsi="Arial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BD8C" w14:textId="60B28FAD" w:rsidR="00B33636" w:rsidRDefault="00B3363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Änderung (bitte unter 4</w:t>
            </w:r>
            <w:r w:rsidR="000F61D3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angeben)</w:t>
            </w:r>
          </w:p>
        </w:tc>
      </w:tr>
      <w:tr w:rsidR="00B33636" w14:paraId="162FA45A" w14:textId="77777777" w:rsidTr="004B3F2B">
        <w:trPr>
          <w:cantSplit/>
          <w:trHeight w:val="360"/>
        </w:trPr>
        <w:sdt>
          <w:sdtPr>
            <w:rPr>
              <w:rFonts w:ascii="Arial" w:hAnsi="Arial"/>
              <w:b/>
            </w:rPr>
            <w:id w:val="-97977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383444D6" w14:textId="7D9A1D88" w:rsidR="00B33636" w:rsidRDefault="00671B25">
                <w:pPr>
                  <w:rPr>
                    <w:rFonts w:ascii="Arial" w:hAnsi="Arial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7077" w14:textId="77777777" w:rsidR="00B33636" w:rsidRDefault="00B3363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Umschreibung (Änderung der Stammdaten) </w:t>
            </w:r>
          </w:p>
          <w:p w14:paraId="26A9938C" w14:textId="77777777" w:rsidR="00671B25" w:rsidRDefault="00671B2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Personell, gerätetechnisch und sachlich keine Veränderungen!</w:t>
            </w:r>
          </w:p>
          <w:p w14:paraId="48418F9F" w14:textId="6A25993E" w:rsidR="00671B25" w:rsidRDefault="00671B2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Bitte füllen Sie nur die Seiten 1</w:t>
            </w:r>
            <w:r w:rsidR="009A6718">
              <w:rPr>
                <w:rFonts w:ascii="Arial" w:hAnsi="Arial"/>
              </w:rPr>
              <w:t>-4</w:t>
            </w:r>
            <w:r>
              <w:rPr>
                <w:rFonts w:ascii="Arial" w:hAnsi="Arial"/>
              </w:rPr>
              <w:t xml:space="preserve"> aus</w:t>
            </w:r>
            <w:r w:rsidR="00F53535">
              <w:rPr>
                <w:rFonts w:ascii="Arial" w:hAnsi="Arial"/>
              </w:rPr>
              <w:t>.</w:t>
            </w:r>
          </w:p>
        </w:tc>
      </w:tr>
      <w:tr w:rsidR="00B33636" w14:paraId="366958BF" w14:textId="77777777" w:rsidTr="004B3F2B">
        <w:trPr>
          <w:cantSplit/>
          <w:trHeight w:val="360"/>
        </w:trPr>
        <w:sdt>
          <w:sdtPr>
            <w:rPr>
              <w:rFonts w:ascii="Arial" w:hAnsi="Arial"/>
              <w:b/>
            </w:rPr>
            <w:id w:val="1242288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3CC0BF27" w14:textId="1ED69274" w:rsidR="00B33636" w:rsidRDefault="001A6625">
                <w:pPr>
                  <w:rPr>
                    <w:rFonts w:ascii="Arial" w:hAnsi="Arial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0652" w14:textId="77777777" w:rsidR="00B33636" w:rsidRDefault="00B3363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Voraudit (Beantragung nur im Rahmen von Neuantrag, Rezertifizierung oder Änderung möglich.)</w:t>
            </w:r>
          </w:p>
        </w:tc>
      </w:tr>
      <w:tr w:rsidR="004B3F2B" w14:paraId="39AD2079" w14:textId="77777777" w:rsidTr="004B3F2B">
        <w:trPr>
          <w:cantSplit/>
          <w:trHeight w:val="360"/>
        </w:trPr>
        <w:sdt>
          <w:sdtPr>
            <w:rPr>
              <w:rFonts w:ascii="Arial" w:hAnsi="Arial"/>
              <w:b/>
            </w:rPr>
            <w:id w:val="1418591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0F2377B4" w14:textId="10F78B1E" w:rsidR="004B3F2B" w:rsidRPr="00C63DE9" w:rsidRDefault="00BD7729" w:rsidP="004B3F2B">
                <w:pPr>
                  <w:rPr>
                    <w:rFonts w:ascii="Arial" w:hAnsi="Arial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9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3FAE6" w14:textId="125B307D" w:rsidR="004B3F2B" w:rsidRPr="00C63DE9" w:rsidRDefault="004B3F2B" w:rsidP="004B3F2B">
            <w:pPr>
              <w:rPr>
                <w:rFonts w:ascii="Arial" w:hAnsi="Arial"/>
              </w:rPr>
            </w:pPr>
            <w:r w:rsidRPr="00C63DE9">
              <w:rPr>
                <w:rFonts w:ascii="Arial" w:hAnsi="Arial"/>
              </w:rPr>
              <w:t xml:space="preserve">Erweiterung Betriebsstätte/-n </w:t>
            </w:r>
          </w:p>
        </w:tc>
      </w:tr>
      <w:tr w:rsidR="004B3F2B" w14:paraId="7E77BD31" w14:textId="77777777" w:rsidTr="004B3F2B">
        <w:trPr>
          <w:cantSplit/>
          <w:trHeight w:val="624"/>
        </w:trPr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7E72E1" w14:textId="77777777" w:rsidR="004B3F2B" w:rsidRDefault="004B3F2B" w:rsidP="004B3F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Bei Rezertifizierung, Änderung oder Umschreibung,</w:t>
            </w:r>
          </w:p>
          <w:p w14:paraId="4809CCE6" w14:textId="77777777" w:rsidR="004B3F2B" w:rsidRDefault="004B3F2B" w:rsidP="004B3F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bitte Registriernummer der bestehenden Zertifizierung angeben: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5F03" w14:textId="0AAD9AC5" w:rsidR="004B3F2B" w:rsidRDefault="00110A7E" w:rsidP="004B3F2B">
            <w:pPr>
              <w:rPr>
                <w:rFonts w:ascii="Arial" w:hAnsi="Arial"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</w:tr>
    </w:tbl>
    <w:p w14:paraId="4BAB50B5" w14:textId="0BC7C2E6" w:rsidR="00B33636" w:rsidRDefault="00B33636">
      <w:pPr>
        <w:rPr>
          <w:rFonts w:ascii="Arial" w:hAnsi="Arial" w:cs="Arial"/>
          <w:b/>
          <w:sz w:val="22"/>
        </w:rPr>
      </w:pPr>
    </w:p>
    <w:p w14:paraId="093DDAD1" w14:textId="09D5FADE" w:rsidR="00B33636" w:rsidRDefault="00CC5CE6" w:rsidP="00F814A8">
      <w:pPr>
        <w:pStyle w:val="berschrift1"/>
      </w:pPr>
      <w:r>
        <w:t>4</w:t>
      </w:r>
      <w:r w:rsidR="00B33636">
        <w:t>. Art der Änderung</w:t>
      </w:r>
    </w:p>
    <w:p w14:paraId="25003E12" w14:textId="77777777" w:rsidR="00B33636" w:rsidRDefault="00B33636" w:rsidP="00B33636">
      <w:pPr>
        <w:spacing w:after="120"/>
        <w:jc w:val="both"/>
        <w:rPr>
          <w:rFonts w:ascii="Arial" w:hAnsi="Arial"/>
        </w:rPr>
      </w:pPr>
      <w:r>
        <w:rPr>
          <w:rFonts w:ascii="Arial" w:hAnsi="Arial"/>
        </w:rPr>
        <w:t>Wenn zutreffend bitte angeben:</w:t>
      </w: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469"/>
        <w:gridCol w:w="9312"/>
      </w:tblGrid>
      <w:tr w:rsidR="00CC5CE6" w14:paraId="41CE2609" w14:textId="77777777" w:rsidTr="00CC5CE6">
        <w:trPr>
          <w:trHeight w:val="454"/>
        </w:trPr>
        <w:sdt>
          <w:sdtPr>
            <w:rPr>
              <w:rFonts w:ascii="Arial" w:hAnsi="Arial"/>
              <w:sz w:val="16"/>
            </w:rPr>
            <w:id w:val="1289630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155A1095" w14:textId="4BB6A147" w:rsidR="00CC5CE6" w:rsidRDefault="001A6625">
                <w:pPr>
                  <w:rPr>
                    <w:rFonts w:ascii="Arial" w:hAnsi="Arial"/>
                    <w:sz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DAA2" w14:textId="4F04843B" w:rsidR="00CC5CE6" w:rsidRDefault="00CC5CE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 xml:space="preserve">Wechsel oder  </w:t>
            </w:r>
            <w:sdt>
              <w:sdtPr>
                <w:rPr>
                  <w:rFonts w:ascii="Arial" w:hAnsi="Arial"/>
                </w:rPr>
                <w:id w:val="122225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66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  <w:r>
              <w:rPr>
                <w:rFonts w:ascii="Arial" w:hAnsi="Arial"/>
              </w:rPr>
              <w:t xml:space="preserve">Ergänzung </w:t>
            </w:r>
            <w:r w:rsidR="00160373">
              <w:rPr>
                <w:rFonts w:ascii="Arial" w:hAnsi="Arial"/>
              </w:rPr>
              <w:t>Weisungsbefugte*r</w:t>
            </w:r>
          </w:p>
        </w:tc>
      </w:tr>
    </w:tbl>
    <w:p w14:paraId="4478E1B6" w14:textId="77777777" w:rsidR="00627B6A" w:rsidRDefault="00627B6A" w:rsidP="00B33636">
      <w:pPr>
        <w:spacing w:before="240" w:after="120"/>
        <w:jc w:val="both"/>
        <w:rPr>
          <w:rFonts w:ascii="Arial" w:hAnsi="Arial" w:cs="Arial"/>
          <w:b/>
          <w:sz w:val="22"/>
        </w:rPr>
      </w:pPr>
    </w:p>
    <w:p w14:paraId="4C957DFD" w14:textId="77777777" w:rsidR="00627B6A" w:rsidRDefault="00627B6A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14:paraId="2EC752D4" w14:textId="6C77D78F" w:rsidR="00B33636" w:rsidRDefault="00CC5CE6" w:rsidP="00F814A8">
      <w:pPr>
        <w:pStyle w:val="berschrift1"/>
      </w:pPr>
      <w:r>
        <w:t>5</w:t>
      </w:r>
      <w:r w:rsidR="00B33636">
        <w:t xml:space="preserve">. </w:t>
      </w:r>
      <w:r w:rsidR="00B33636" w:rsidRPr="00B33636">
        <w:t>Zertifikat in zusätzlicher Sprache</w:t>
      </w:r>
    </w:p>
    <w:p w14:paraId="2FC15227" w14:textId="77777777" w:rsidR="00B33636" w:rsidRDefault="00B33636" w:rsidP="00B33636">
      <w:pPr>
        <w:spacing w:after="120"/>
        <w:jc w:val="both"/>
        <w:rPr>
          <w:rFonts w:ascii="Arial" w:hAnsi="Arial"/>
        </w:rPr>
      </w:pPr>
      <w:r>
        <w:rPr>
          <w:rFonts w:ascii="Arial" w:hAnsi="Arial"/>
        </w:rPr>
        <w:t>Wenn zutreffend bitte angeben:</w:t>
      </w: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469"/>
        <w:gridCol w:w="5201"/>
        <w:gridCol w:w="4111"/>
      </w:tblGrid>
      <w:tr w:rsidR="00B33636" w14:paraId="645E3630" w14:textId="77777777" w:rsidTr="00F43B8A">
        <w:trPr>
          <w:trHeight w:val="454"/>
        </w:trPr>
        <w:sdt>
          <w:sdtPr>
            <w:rPr>
              <w:rFonts w:ascii="Arial" w:hAnsi="Arial"/>
              <w:sz w:val="16"/>
            </w:rPr>
            <w:id w:val="-217511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5A7EA2AA" w14:textId="56040368" w:rsidR="00B33636" w:rsidRDefault="00F43B8A" w:rsidP="001942D8">
                <w:pPr>
                  <w:rPr>
                    <w:rFonts w:ascii="Arial" w:hAnsi="Arial"/>
                    <w:sz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5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3332FE" w14:textId="77777777" w:rsidR="00B33636" w:rsidRDefault="00B33636" w:rsidP="001942D8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Zertifikat in zusätzlicher Sprache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F6203" w14:textId="77777777" w:rsidR="00110A7E" w:rsidRDefault="00110A7E" w:rsidP="001942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>
                <w:ffData>
                  <w:name w:val="Text82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 Narrow" w:hAnsi="Arial Narrow"/>
              </w:rPr>
              <w:instrText xml:space="preserve"> FORMTEXT </w:instrText>
            </w:r>
            <w:r>
              <w:rPr>
                <w:rFonts w:ascii="Arial Narrow" w:hAnsi="Arial Narrow"/>
              </w:rPr>
            </w:r>
            <w:r>
              <w:rPr>
                <w:rFonts w:ascii="Arial Narrow" w:hAnsi="Arial Narrow"/>
              </w:rPr>
              <w:fldChar w:fldCharType="separate"/>
            </w:r>
            <w:r>
              <w:rPr>
                <w:rFonts w:ascii="Arial Narrow" w:hAnsi="Arial Narrow"/>
                <w:noProof/>
              </w:rPr>
              <w:t> </w:t>
            </w:r>
            <w:r>
              <w:rPr>
                <w:rFonts w:ascii="Arial Narrow" w:hAnsi="Arial Narrow"/>
                <w:noProof/>
              </w:rPr>
              <w:t> </w:t>
            </w:r>
            <w:r>
              <w:rPr>
                <w:rFonts w:ascii="Arial Narrow" w:hAnsi="Arial Narrow"/>
                <w:noProof/>
              </w:rPr>
              <w:t> </w:t>
            </w:r>
            <w:r>
              <w:rPr>
                <w:rFonts w:ascii="Arial Narrow" w:hAnsi="Arial Narrow"/>
                <w:noProof/>
              </w:rPr>
              <w:t> </w:t>
            </w:r>
            <w:r>
              <w:rPr>
                <w:rFonts w:ascii="Arial Narrow" w:hAnsi="Arial Narrow"/>
                <w:noProof/>
              </w:rPr>
              <w:t> </w:t>
            </w:r>
            <w:r>
              <w:rPr>
                <w:rFonts w:ascii="Arial Narrow" w:hAnsi="Arial Narrow"/>
              </w:rPr>
              <w:fldChar w:fldCharType="end"/>
            </w:r>
          </w:p>
          <w:p w14:paraId="0BA21722" w14:textId="759D32B6" w:rsidR="00B33636" w:rsidRDefault="00B33636" w:rsidP="001942D8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t>Sprache</w:t>
            </w:r>
          </w:p>
        </w:tc>
      </w:tr>
    </w:tbl>
    <w:p w14:paraId="48835726" w14:textId="0AC45B03" w:rsidR="00B33636" w:rsidRPr="00C63DE9" w:rsidRDefault="00CC5CE6" w:rsidP="00F814A8">
      <w:pPr>
        <w:pStyle w:val="berschrift1"/>
      </w:pPr>
      <w:r w:rsidRPr="00C63DE9">
        <w:t>6</w:t>
      </w:r>
      <w:r w:rsidR="00B33636" w:rsidRPr="00C63DE9">
        <w:t>.</w:t>
      </w:r>
      <w:r w:rsidR="00BB11B4" w:rsidRPr="00C63DE9">
        <w:t>1</w:t>
      </w:r>
      <w:r w:rsidR="00B33636" w:rsidRPr="00C63DE9">
        <w:t xml:space="preserve"> Hinweise</w:t>
      </w:r>
      <w:r w:rsidR="00BB11B4" w:rsidRPr="00C63DE9">
        <w:t xml:space="preserve"> zu Beratungsleistungen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5"/>
      </w:tblGrid>
      <w:tr w:rsidR="00B33636" w14:paraId="005A1F91" w14:textId="77777777" w:rsidTr="00BB11B4">
        <w:trPr>
          <w:trHeight w:val="1647"/>
        </w:trPr>
        <w:tc>
          <w:tcPr>
            <w:tcW w:w="9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20B2F" w14:textId="52DBB0B9" w:rsidR="00D4309D" w:rsidRPr="00C63DE9" w:rsidRDefault="00D4309D">
            <w:pPr>
              <w:rPr>
                <w:rFonts w:ascii="Arial" w:hAnsi="Arial"/>
              </w:rPr>
            </w:pPr>
            <w:r w:rsidRPr="00C63DE9">
              <w:rPr>
                <w:rFonts w:ascii="Arial" w:hAnsi="Arial"/>
              </w:rPr>
              <w:t xml:space="preserve">Wurde Ihr Unternehmen im Vorfeld zur beantragten Zertifizierung zu DVGW GW 301 beraten? </w:t>
            </w:r>
          </w:p>
          <w:p w14:paraId="2879CDD7" w14:textId="73AEC977" w:rsidR="00D4309D" w:rsidRPr="00C63DE9" w:rsidRDefault="008E4E09">
            <w:pPr>
              <w:rPr>
                <w:rFonts w:ascii="Arial" w:hAnsi="Arial"/>
              </w:rPr>
            </w:pPr>
            <w:r w:rsidRPr="00C63DE9">
              <w:rPr>
                <w:rFonts w:ascii="Arial" w:hAnsi="Arial"/>
                <w:b/>
                <w:sz w:val="22"/>
              </w:rPr>
              <w:t xml:space="preserve">          </w:t>
            </w:r>
            <w:sdt>
              <w:sdtPr>
                <w:rPr>
                  <w:rFonts w:ascii="Arial" w:hAnsi="Arial"/>
                  <w:bCs/>
                  <w:sz w:val="22"/>
                </w:rPr>
                <w:id w:val="2113848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58AC" w:rsidRPr="007458AC">
                  <w:rPr>
                    <w:rFonts w:ascii="MS Gothic" w:eastAsia="MS Gothic" w:hAnsi="MS Gothic" w:hint="eastAsia"/>
                    <w:bCs/>
                    <w:sz w:val="22"/>
                  </w:rPr>
                  <w:t>☐</w:t>
                </w:r>
              </w:sdtContent>
            </w:sdt>
            <w:r w:rsidRPr="00C63DE9">
              <w:rPr>
                <w:rFonts w:ascii="Arial" w:hAnsi="Arial"/>
                <w:b/>
                <w:sz w:val="22"/>
              </w:rPr>
              <w:t xml:space="preserve"> </w:t>
            </w:r>
            <w:r w:rsidR="00D4309D" w:rsidRPr="00C63DE9">
              <w:rPr>
                <w:rFonts w:ascii="Arial" w:hAnsi="Arial"/>
              </w:rPr>
              <w:t xml:space="preserve">ja     </w:t>
            </w:r>
            <w:r w:rsidRPr="00C63DE9">
              <w:rPr>
                <w:rFonts w:ascii="Arial" w:hAnsi="Arial"/>
              </w:rPr>
              <w:t xml:space="preserve">         </w:t>
            </w:r>
            <w:r w:rsidR="00D4309D" w:rsidRPr="00C63DE9">
              <w:rPr>
                <w:rFonts w:ascii="Arial" w:hAnsi="Arial"/>
              </w:rPr>
              <w:t xml:space="preserve"> </w:t>
            </w:r>
            <w:sdt>
              <w:sdtPr>
                <w:rPr>
                  <w:rFonts w:ascii="Arial" w:hAnsi="Arial"/>
                </w:rPr>
                <w:id w:val="-1980220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66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63DE9">
              <w:rPr>
                <w:rFonts w:ascii="Arial" w:hAnsi="Arial"/>
              </w:rPr>
              <w:t xml:space="preserve"> nein</w:t>
            </w:r>
          </w:p>
          <w:p w14:paraId="310078C6" w14:textId="77777777" w:rsidR="00BB11B4" w:rsidRPr="00C63DE9" w:rsidRDefault="00BB11B4">
            <w:pPr>
              <w:rPr>
                <w:rFonts w:ascii="Arial" w:hAnsi="Arial"/>
              </w:rPr>
            </w:pPr>
          </w:p>
          <w:p w14:paraId="45CF76B6" w14:textId="7F74E4FE" w:rsidR="00D4309D" w:rsidRPr="00C63DE9" w:rsidRDefault="00D4309D">
            <w:pPr>
              <w:rPr>
                <w:rFonts w:ascii="Arial" w:hAnsi="Arial"/>
              </w:rPr>
            </w:pPr>
            <w:r w:rsidRPr="00C63DE9">
              <w:rPr>
                <w:rFonts w:ascii="Arial" w:hAnsi="Arial"/>
              </w:rPr>
              <w:t>Name des</w:t>
            </w:r>
            <w:r w:rsidR="00BB11B4" w:rsidRPr="00C63DE9">
              <w:rPr>
                <w:rFonts w:ascii="Arial" w:hAnsi="Arial"/>
              </w:rPr>
              <w:t xml:space="preserve"> beratenden</w:t>
            </w:r>
            <w:r w:rsidRPr="00C63DE9">
              <w:rPr>
                <w:rFonts w:ascii="Arial" w:hAnsi="Arial"/>
              </w:rPr>
              <w:t xml:space="preserve"> Unternehmens:</w:t>
            </w:r>
          </w:p>
          <w:p w14:paraId="1699479C" w14:textId="730969E0" w:rsidR="00BB11B4" w:rsidRPr="00C63DE9" w:rsidRDefault="00110A7E" w:rsidP="00BB11B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14:paraId="176DBC53" w14:textId="77777777" w:rsidR="008E4E09" w:rsidRPr="00C63DE9" w:rsidRDefault="008E4E09">
            <w:pPr>
              <w:rPr>
                <w:rFonts w:ascii="Arial" w:hAnsi="Arial"/>
              </w:rPr>
            </w:pPr>
          </w:p>
          <w:p w14:paraId="41489468" w14:textId="1EB1DA80" w:rsidR="00D4309D" w:rsidRPr="00C63DE9" w:rsidRDefault="00D4309D">
            <w:pPr>
              <w:rPr>
                <w:rFonts w:ascii="Arial" w:hAnsi="Arial"/>
              </w:rPr>
            </w:pPr>
            <w:r w:rsidRPr="00C63DE9">
              <w:rPr>
                <w:rFonts w:ascii="Arial" w:hAnsi="Arial"/>
              </w:rPr>
              <w:t>Name des Beraters:</w:t>
            </w:r>
          </w:p>
          <w:p w14:paraId="281821D7" w14:textId="192D32A1" w:rsidR="00BB11B4" w:rsidRPr="00C63DE9" w:rsidRDefault="00110A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14:paraId="71B32332" w14:textId="4D722215" w:rsidR="00D4309D" w:rsidRPr="00B33636" w:rsidRDefault="00D4309D"/>
        </w:tc>
      </w:tr>
    </w:tbl>
    <w:p w14:paraId="3D6FDE43" w14:textId="2E816784" w:rsidR="00BB11B4" w:rsidRPr="00BB11B4" w:rsidRDefault="00BB11B4" w:rsidP="00F814A8">
      <w:pPr>
        <w:pStyle w:val="berschrift1"/>
      </w:pPr>
      <w:r>
        <w:t>6</w:t>
      </w:r>
      <w:r w:rsidRPr="00C63DE9">
        <w:t>.2</w:t>
      </w:r>
      <w:r>
        <w:t xml:space="preserve"> Sonstige Hinweise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5"/>
      </w:tblGrid>
      <w:tr w:rsidR="00BB11B4" w14:paraId="13191259" w14:textId="77777777" w:rsidTr="00BB11B4">
        <w:trPr>
          <w:trHeight w:val="3065"/>
        </w:trPr>
        <w:tc>
          <w:tcPr>
            <w:tcW w:w="9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4215" w14:textId="594F6BB6" w:rsidR="00BB11B4" w:rsidRPr="00BB11B4" w:rsidRDefault="00110A7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14:paraId="6A3C210B" w14:textId="77777777" w:rsidR="000F61D3" w:rsidRDefault="000F61D3" w:rsidP="00B33636">
      <w:pPr>
        <w:rPr>
          <w:rFonts w:ascii="Arial" w:hAnsi="Arial"/>
          <w:b/>
          <w:sz w:val="22"/>
        </w:rPr>
      </w:pPr>
    </w:p>
    <w:p w14:paraId="10F123CF" w14:textId="77777777" w:rsidR="00133E75" w:rsidRPr="008A356D" w:rsidRDefault="000F61D3" w:rsidP="00F814A8">
      <w:pPr>
        <w:pStyle w:val="berschrift1"/>
      </w:pPr>
      <w:r>
        <w:br w:type="page"/>
      </w:r>
      <w:r w:rsidR="00133E75">
        <w:t>7</w:t>
      </w:r>
      <w:r w:rsidR="00133E75" w:rsidRPr="00F814A8">
        <w:t>. Prüfliste zu den Antragsunterlagen</w:t>
      </w:r>
    </w:p>
    <w:p w14:paraId="0DF764D0" w14:textId="77777777" w:rsidR="00133E75" w:rsidRPr="008A356D" w:rsidRDefault="00133E75" w:rsidP="00133E75">
      <w:pPr>
        <w:rPr>
          <w:rFonts w:ascii="Arial" w:hAnsi="Arial" w:cs="Arial"/>
        </w:rPr>
      </w:pPr>
      <w:r w:rsidRPr="008A356D">
        <w:rPr>
          <w:rFonts w:ascii="Arial" w:hAnsi="Arial" w:cs="Arial"/>
        </w:rPr>
        <w:t xml:space="preserve">Der Antragsteller </w:t>
      </w:r>
      <w:r>
        <w:rPr>
          <w:rFonts w:ascii="Arial" w:hAnsi="Arial" w:cs="Arial"/>
        </w:rPr>
        <w:t>b</w:t>
      </w:r>
      <w:r w:rsidRPr="008A356D">
        <w:rPr>
          <w:rFonts w:ascii="Arial" w:hAnsi="Arial" w:cs="Arial"/>
        </w:rPr>
        <w:t>estätigt, dass dem Antrag folgende Anlagen beiliegen: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830"/>
        <w:gridCol w:w="4253"/>
        <w:gridCol w:w="992"/>
        <w:gridCol w:w="1559"/>
      </w:tblGrid>
      <w:tr w:rsidR="00133E75" w:rsidRPr="008A356D" w14:paraId="584B196E" w14:textId="77777777" w:rsidTr="00135D2F">
        <w:trPr>
          <w:trHeight w:val="300"/>
        </w:trPr>
        <w:tc>
          <w:tcPr>
            <w:tcW w:w="7083" w:type="dxa"/>
            <w:gridSpan w:val="2"/>
            <w:shd w:val="clear" w:color="auto" w:fill="D9D9D9" w:themeFill="background1" w:themeFillShade="D9"/>
          </w:tcPr>
          <w:p w14:paraId="66E34445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Anforderungen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7BEFA8F" w14:textId="77777777" w:rsidR="00133E75" w:rsidRPr="008A356D" w:rsidRDefault="00133E75" w:rsidP="00135D2F">
            <w:pPr>
              <w:jc w:val="center"/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Symbol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9F2494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</w:tr>
      <w:tr w:rsidR="00133E75" w:rsidRPr="008A356D" w14:paraId="7668CF89" w14:textId="77777777" w:rsidTr="00135D2F">
        <w:trPr>
          <w:trHeight w:val="300"/>
        </w:trPr>
        <w:tc>
          <w:tcPr>
            <w:tcW w:w="7083" w:type="dxa"/>
            <w:gridSpan w:val="2"/>
            <w:shd w:val="clear" w:color="auto" w:fill="auto"/>
          </w:tcPr>
          <w:p w14:paraId="541B7EBB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Mindestanforderung</w:t>
            </w:r>
            <w:r>
              <w:rPr>
                <w:rFonts w:ascii="Arial" w:hAnsi="Arial" w:cs="Arial"/>
              </w:rPr>
              <w:t>, zwingend erforderlich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3DD9A9BF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51C7BF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</w:tr>
      <w:tr w:rsidR="00133E75" w:rsidRPr="008A356D" w14:paraId="3D7DFDC7" w14:textId="77777777" w:rsidTr="00135D2F">
        <w:trPr>
          <w:trHeight w:val="300"/>
        </w:trPr>
        <w:tc>
          <w:tcPr>
            <w:tcW w:w="7083" w:type="dxa"/>
            <w:gridSpan w:val="2"/>
            <w:shd w:val="clear" w:color="auto" w:fill="auto"/>
          </w:tcPr>
          <w:p w14:paraId="2DEEC337" w14:textId="77777777" w:rsidR="00133E75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auch mit Vertragspartner oder Nachunternehmer erfüllbar</w:t>
            </w:r>
            <w:r>
              <w:rPr>
                <w:rFonts w:ascii="Arial" w:hAnsi="Arial" w:cs="Arial"/>
              </w:rPr>
              <w:t xml:space="preserve">, </w:t>
            </w:r>
          </w:p>
          <w:p w14:paraId="3BC3E5FB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zwingend erforderlich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655A8F38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354AA8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</w:tr>
      <w:tr w:rsidR="00133E75" w:rsidRPr="008A356D" w14:paraId="297BDDB5" w14:textId="77777777" w:rsidTr="00135D2F">
        <w:trPr>
          <w:trHeight w:val="300"/>
        </w:trPr>
        <w:tc>
          <w:tcPr>
            <w:tcW w:w="70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7D809B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Optional</w:t>
            </w:r>
            <w:r>
              <w:rPr>
                <w:rFonts w:ascii="Arial" w:hAnsi="Arial" w:cs="Arial"/>
              </w:rPr>
              <w:t>e Anforderung, Bestätigung über Beiblatt zum Zertifikat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6E75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534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896887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</w:tr>
      <w:tr w:rsidR="00133E75" w:rsidRPr="008A356D" w14:paraId="5A7BD243" w14:textId="77777777" w:rsidTr="00135D2F">
        <w:trPr>
          <w:trHeight w:val="300"/>
        </w:trPr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F53A5B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CC611E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B68E3F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</w:tr>
      <w:tr w:rsidR="00133E75" w:rsidRPr="008A356D" w14:paraId="3BDF3E69" w14:textId="77777777" w:rsidTr="00135D2F">
        <w:trPr>
          <w:trHeight w:val="230"/>
        </w:trPr>
        <w:tc>
          <w:tcPr>
            <w:tcW w:w="7083" w:type="dxa"/>
            <w:gridSpan w:val="2"/>
            <w:shd w:val="clear" w:color="auto" w:fill="D9D9D9" w:themeFill="background1" w:themeFillShade="D9"/>
          </w:tcPr>
          <w:p w14:paraId="5B3E4A33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Tabelle 2 – Unternehmen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FB17C03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56EF7819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</w:tr>
      <w:tr w:rsidR="00133E75" w:rsidRPr="008A356D" w14:paraId="357F048A" w14:textId="77777777" w:rsidTr="00135D2F">
        <w:trPr>
          <w:trHeight w:val="300"/>
        </w:trPr>
        <w:tc>
          <w:tcPr>
            <w:tcW w:w="2830" w:type="dxa"/>
            <w:hideMark/>
          </w:tcPr>
          <w:p w14:paraId="7E6A0820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Gewerbeanmeldung/-ummeldung</w:t>
            </w:r>
          </w:p>
        </w:tc>
        <w:tc>
          <w:tcPr>
            <w:tcW w:w="4253" w:type="dxa"/>
            <w:hideMark/>
          </w:tcPr>
          <w:p w14:paraId="44C6A67D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Aktuell gültige Gewerbeanmeldung/-ummeldung.</w:t>
            </w:r>
          </w:p>
        </w:tc>
        <w:tc>
          <w:tcPr>
            <w:tcW w:w="992" w:type="dxa"/>
            <w:hideMark/>
          </w:tcPr>
          <w:p w14:paraId="13EDF4C9" w14:textId="77777777" w:rsidR="00133E75" w:rsidRPr="00185526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526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2AD481A9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 xml:space="preserve">beiliegend: </w:t>
            </w:r>
            <w:r w:rsidRPr="0018552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85526">
              <w:rPr>
                <w:rFonts w:ascii="Arial" w:hAnsi="Arial" w:cs="Arial"/>
              </w:rPr>
              <w:instrText xml:space="preserve"> FORMCHECKBOX </w:instrText>
            </w:r>
            <w:r w:rsidRPr="00185526">
              <w:rPr>
                <w:rFonts w:ascii="Arial" w:hAnsi="Arial" w:cs="Arial"/>
              </w:rPr>
            </w:r>
            <w:r w:rsidRPr="00185526">
              <w:rPr>
                <w:rFonts w:ascii="Arial" w:hAnsi="Arial" w:cs="Arial"/>
              </w:rPr>
              <w:fldChar w:fldCharType="separate"/>
            </w:r>
            <w:r w:rsidRPr="00185526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61E8A1A9" w14:textId="77777777" w:rsidTr="00135D2F">
        <w:trPr>
          <w:trHeight w:val="300"/>
        </w:trPr>
        <w:tc>
          <w:tcPr>
            <w:tcW w:w="2830" w:type="dxa"/>
          </w:tcPr>
          <w:p w14:paraId="64DDFB4C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Handelsregisterauszug</w:t>
            </w:r>
          </w:p>
        </w:tc>
        <w:tc>
          <w:tcPr>
            <w:tcW w:w="4253" w:type="dxa"/>
          </w:tcPr>
          <w:p w14:paraId="32FE724B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Aktuell, nicht älter als 12 Monate</w:t>
            </w:r>
          </w:p>
        </w:tc>
        <w:tc>
          <w:tcPr>
            <w:tcW w:w="992" w:type="dxa"/>
          </w:tcPr>
          <w:p w14:paraId="66737F5C" w14:textId="77777777" w:rsidR="00133E75" w:rsidRPr="00185526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526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77E9DDA3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 xml:space="preserve">beiliegend: </w:t>
            </w:r>
            <w:r w:rsidRPr="0018552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85526">
              <w:rPr>
                <w:rFonts w:ascii="Arial" w:hAnsi="Arial" w:cs="Arial"/>
              </w:rPr>
              <w:instrText xml:space="preserve"> FORMCHECKBOX </w:instrText>
            </w:r>
            <w:r w:rsidRPr="00185526">
              <w:rPr>
                <w:rFonts w:ascii="Arial" w:hAnsi="Arial" w:cs="Arial"/>
              </w:rPr>
            </w:r>
            <w:r w:rsidRPr="00185526">
              <w:rPr>
                <w:rFonts w:ascii="Arial" w:hAnsi="Arial" w:cs="Arial"/>
              </w:rPr>
              <w:fldChar w:fldCharType="separate"/>
            </w:r>
            <w:r w:rsidRPr="00185526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4618B3B8" w14:textId="77777777" w:rsidTr="00135D2F">
        <w:trPr>
          <w:trHeight w:val="300"/>
        </w:trPr>
        <w:tc>
          <w:tcPr>
            <w:tcW w:w="2830" w:type="dxa"/>
          </w:tcPr>
          <w:p w14:paraId="348EBC84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Steuer</w:t>
            </w:r>
          </w:p>
        </w:tc>
        <w:tc>
          <w:tcPr>
            <w:tcW w:w="4253" w:type="dxa"/>
          </w:tcPr>
          <w:p w14:paraId="62E2F1E9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Freistellungsbescheinigung nach § 48b EstG</w:t>
            </w:r>
          </w:p>
        </w:tc>
        <w:tc>
          <w:tcPr>
            <w:tcW w:w="992" w:type="dxa"/>
          </w:tcPr>
          <w:p w14:paraId="37676F4E" w14:textId="77777777" w:rsidR="00133E75" w:rsidRPr="00185526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526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1625E040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 xml:space="preserve">beiliegend: </w:t>
            </w:r>
            <w:r w:rsidRPr="0018552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85526">
              <w:rPr>
                <w:rFonts w:ascii="Arial" w:hAnsi="Arial" w:cs="Arial"/>
              </w:rPr>
              <w:instrText xml:space="preserve"> FORMCHECKBOX </w:instrText>
            </w:r>
            <w:r w:rsidRPr="00185526">
              <w:rPr>
                <w:rFonts w:ascii="Arial" w:hAnsi="Arial" w:cs="Arial"/>
              </w:rPr>
            </w:r>
            <w:r w:rsidRPr="00185526">
              <w:rPr>
                <w:rFonts w:ascii="Arial" w:hAnsi="Arial" w:cs="Arial"/>
              </w:rPr>
              <w:fldChar w:fldCharType="separate"/>
            </w:r>
            <w:r w:rsidRPr="00185526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13EDF80D" w14:textId="77777777" w:rsidTr="00135D2F">
        <w:trPr>
          <w:trHeight w:val="855"/>
        </w:trPr>
        <w:tc>
          <w:tcPr>
            <w:tcW w:w="2830" w:type="dxa"/>
            <w:hideMark/>
          </w:tcPr>
          <w:p w14:paraId="3CB363B9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Versicherungen</w:t>
            </w:r>
          </w:p>
        </w:tc>
        <w:tc>
          <w:tcPr>
            <w:tcW w:w="4253" w:type="dxa"/>
            <w:hideMark/>
          </w:tcPr>
          <w:p w14:paraId="49058DCB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Betriebshaftpflichtversicherung (Personen-, Sach- und Vermögensschäden) mit zugrunde liegender Risikoabschätzung durch das Unternehmen, einschließlich Abdeckung von Umweltschäden</w:t>
            </w:r>
          </w:p>
        </w:tc>
        <w:tc>
          <w:tcPr>
            <w:tcW w:w="992" w:type="dxa"/>
            <w:hideMark/>
          </w:tcPr>
          <w:p w14:paraId="751D7990" w14:textId="77777777" w:rsidR="00133E75" w:rsidRPr="00185526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526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06CD7AD5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 xml:space="preserve">beiliegend: </w:t>
            </w:r>
            <w:r w:rsidRPr="00185526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526">
              <w:rPr>
                <w:rFonts w:ascii="Arial" w:hAnsi="Arial" w:cs="Arial"/>
              </w:rPr>
              <w:instrText xml:space="preserve"> FORMCHECKBOX </w:instrText>
            </w:r>
            <w:r w:rsidRPr="00185526">
              <w:rPr>
                <w:rFonts w:ascii="Arial" w:hAnsi="Arial" w:cs="Arial"/>
              </w:rPr>
            </w:r>
            <w:r w:rsidRPr="00185526">
              <w:rPr>
                <w:rFonts w:ascii="Arial" w:hAnsi="Arial" w:cs="Arial"/>
              </w:rPr>
              <w:fldChar w:fldCharType="separate"/>
            </w:r>
            <w:r w:rsidRPr="00185526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03B7DAC6" w14:textId="77777777" w:rsidTr="00135D2F">
        <w:trPr>
          <w:trHeight w:val="300"/>
        </w:trPr>
        <w:tc>
          <w:tcPr>
            <w:tcW w:w="2830" w:type="dxa"/>
            <w:vMerge w:val="restart"/>
            <w:hideMark/>
          </w:tcPr>
          <w:p w14:paraId="2B51C6D1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Betriebliche Organisation</w:t>
            </w:r>
          </w:p>
        </w:tc>
        <w:tc>
          <w:tcPr>
            <w:tcW w:w="4253" w:type="dxa"/>
            <w:hideMark/>
          </w:tcPr>
          <w:p w14:paraId="7B450D53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Darstellung der Funktionsbereiche/Verantwortlichkeiten (Organigramm)</w:t>
            </w:r>
          </w:p>
        </w:tc>
        <w:tc>
          <w:tcPr>
            <w:tcW w:w="992" w:type="dxa"/>
            <w:hideMark/>
          </w:tcPr>
          <w:p w14:paraId="231D1B58" w14:textId="77777777" w:rsidR="00133E75" w:rsidRPr="00185526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526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2EAED1EA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 xml:space="preserve">beiliegend: </w:t>
            </w:r>
            <w:r w:rsidRPr="00185526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526">
              <w:rPr>
                <w:rFonts w:ascii="Arial" w:hAnsi="Arial" w:cs="Arial"/>
              </w:rPr>
              <w:instrText xml:space="preserve"> FORMCHECKBOX </w:instrText>
            </w:r>
            <w:r w:rsidRPr="00185526">
              <w:rPr>
                <w:rFonts w:ascii="Arial" w:hAnsi="Arial" w:cs="Arial"/>
              </w:rPr>
            </w:r>
            <w:r w:rsidRPr="00185526">
              <w:rPr>
                <w:rFonts w:ascii="Arial" w:hAnsi="Arial" w:cs="Arial"/>
              </w:rPr>
              <w:fldChar w:fldCharType="separate"/>
            </w:r>
            <w:r w:rsidRPr="00185526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27245641" w14:textId="77777777" w:rsidTr="00135D2F">
        <w:trPr>
          <w:trHeight w:val="300"/>
        </w:trPr>
        <w:tc>
          <w:tcPr>
            <w:tcW w:w="2830" w:type="dxa"/>
            <w:vMerge/>
          </w:tcPr>
          <w:p w14:paraId="3F508C76" w14:textId="77777777" w:rsidR="00133E75" w:rsidRPr="00185526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14:paraId="10295CFE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>Personalliste (Liste des Fachpersonals</w:t>
            </w:r>
            <w:r>
              <w:rPr>
                <w:rFonts w:ascii="Arial" w:hAnsi="Arial" w:cs="Arial"/>
              </w:rPr>
              <w:t xml:space="preserve"> im Leitungstiefbau</w:t>
            </w:r>
            <w:r w:rsidRPr="00185526">
              <w:rPr>
                <w:rFonts w:ascii="Arial" w:hAnsi="Arial" w:cs="Arial"/>
              </w:rPr>
              <w:t>)</w:t>
            </w:r>
          </w:p>
        </w:tc>
        <w:tc>
          <w:tcPr>
            <w:tcW w:w="992" w:type="dxa"/>
          </w:tcPr>
          <w:p w14:paraId="1DE132C0" w14:textId="77777777" w:rsidR="00133E75" w:rsidRPr="00185526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526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6364A53F" w14:textId="77777777" w:rsidR="00133E75" w:rsidRPr="00185526" w:rsidRDefault="00133E75" w:rsidP="00135D2F">
            <w:pPr>
              <w:rPr>
                <w:rFonts w:ascii="Arial" w:hAnsi="Arial" w:cs="Arial"/>
              </w:rPr>
            </w:pPr>
            <w:r w:rsidRPr="00185526">
              <w:rPr>
                <w:rFonts w:ascii="Arial" w:hAnsi="Arial" w:cs="Arial"/>
              </w:rPr>
              <w:t xml:space="preserve">beiliegend: </w:t>
            </w:r>
            <w:r w:rsidRPr="00185526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526">
              <w:rPr>
                <w:rFonts w:ascii="Arial" w:hAnsi="Arial" w:cs="Arial"/>
              </w:rPr>
              <w:instrText xml:space="preserve"> FORMCHECKBOX </w:instrText>
            </w:r>
            <w:r w:rsidRPr="00185526">
              <w:rPr>
                <w:rFonts w:ascii="Arial" w:hAnsi="Arial" w:cs="Arial"/>
              </w:rPr>
            </w:r>
            <w:r w:rsidRPr="00185526">
              <w:rPr>
                <w:rFonts w:ascii="Arial" w:hAnsi="Arial" w:cs="Arial"/>
              </w:rPr>
              <w:fldChar w:fldCharType="separate"/>
            </w:r>
            <w:r w:rsidRPr="00185526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20D56640" w14:textId="77777777" w:rsidTr="00135D2F">
        <w:trPr>
          <w:trHeight w:val="570"/>
        </w:trPr>
        <w:tc>
          <w:tcPr>
            <w:tcW w:w="2830" w:type="dxa"/>
            <w:shd w:val="clear" w:color="auto" w:fill="auto"/>
            <w:hideMark/>
          </w:tcPr>
          <w:p w14:paraId="380DB276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Qualitätsmanagementsystem</w:t>
            </w:r>
          </w:p>
        </w:tc>
        <w:tc>
          <w:tcPr>
            <w:tcW w:w="4253" w:type="dxa"/>
            <w:shd w:val="clear" w:color="auto" w:fill="auto"/>
            <w:hideMark/>
          </w:tcPr>
          <w:p w14:paraId="00843136" w14:textId="77777777" w:rsidR="00133E75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Nachweis zur Feststellung der beruflichen Fachkunde, Leistungsfähigkeit und Zuverlässigkeit nach Vorgabe durch den Auftraggeber</w:t>
            </w:r>
          </w:p>
          <w:p w14:paraId="6A609E03" w14:textId="77777777" w:rsidR="00133E75" w:rsidRDefault="00133E75" w:rsidP="00135D2F">
            <w:pPr>
              <w:rPr>
                <w:rFonts w:ascii="Arial" w:hAnsi="Arial" w:cs="Arial"/>
              </w:rPr>
            </w:pPr>
          </w:p>
          <w:p w14:paraId="179AB82E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598688C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534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559" w:type="dxa"/>
            <w:shd w:val="clear" w:color="auto" w:fill="auto"/>
          </w:tcPr>
          <w:p w14:paraId="62EF804C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  <w:p w14:paraId="1919E1B7" w14:textId="77777777" w:rsidR="00133E75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welche: </w:t>
            </w:r>
          </w:p>
          <w:p w14:paraId="10F4F7DC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FORMTEXT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65626EFA" w14:textId="77777777" w:rsidTr="00135D2F">
        <w:trPr>
          <w:trHeight w:val="629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5C068FC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Zusätzliche Nachweise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1886D2E" w14:textId="77777777" w:rsidR="00133E75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Nachweise z. B. durch Auditierung, Zertifizierung, Referenzschreiben bzw. Nachweis von Gütezeichen</w:t>
            </w:r>
          </w:p>
          <w:p w14:paraId="59D14B2F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D3E433C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534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8A6239F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  <w:p w14:paraId="48B167E6" w14:textId="77777777" w:rsidR="00133E75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welche: </w:t>
            </w:r>
          </w:p>
          <w:p w14:paraId="58EBB3ED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FORMTEXT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  <w:noProof/>
              </w:rPr>
              <w:t> </w:t>
            </w:r>
            <w:r w:rsidRPr="008A356D">
              <w:rPr>
                <w:rFonts w:ascii="Arial" w:hAnsi="Arial" w:cs="Arial"/>
                <w:noProof/>
              </w:rPr>
              <w:t> </w:t>
            </w:r>
            <w:r w:rsidRPr="008A356D">
              <w:rPr>
                <w:rFonts w:ascii="Arial" w:hAnsi="Arial" w:cs="Arial"/>
                <w:noProof/>
              </w:rPr>
              <w:t> </w:t>
            </w:r>
            <w:r w:rsidRPr="008A356D">
              <w:rPr>
                <w:rFonts w:ascii="Arial" w:hAnsi="Arial" w:cs="Arial"/>
                <w:noProof/>
              </w:rPr>
              <w:t> </w:t>
            </w:r>
            <w:r w:rsidRPr="008A356D">
              <w:rPr>
                <w:rFonts w:ascii="Arial" w:hAnsi="Arial" w:cs="Arial"/>
                <w:noProof/>
              </w:rPr>
              <w:t> </w:t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0A760216" w14:textId="77777777" w:rsidTr="00135D2F">
        <w:trPr>
          <w:trHeight w:val="216"/>
        </w:trPr>
        <w:tc>
          <w:tcPr>
            <w:tcW w:w="708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484B88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C866AA9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5BB6AF75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</w:tr>
      <w:tr w:rsidR="00133E75" w:rsidRPr="008A356D" w14:paraId="1E29E825" w14:textId="77777777" w:rsidTr="00135D2F">
        <w:trPr>
          <w:trHeight w:val="216"/>
        </w:trPr>
        <w:tc>
          <w:tcPr>
            <w:tcW w:w="7083" w:type="dxa"/>
            <w:gridSpan w:val="2"/>
            <w:shd w:val="clear" w:color="auto" w:fill="D9D9D9" w:themeFill="background1" w:themeFillShade="D9"/>
          </w:tcPr>
          <w:p w14:paraId="6C3AACA7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Tabelle 4 – Sonstige allgemeine personalbezogene Anforderungen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1FE7862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A5D08DD" w14:textId="77777777" w:rsidR="00133E75" w:rsidRPr="008A356D" w:rsidRDefault="00133E75" w:rsidP="00135D2F">
            <w:pPr>
              <w:rPr>
                <w:rFonts w:ascii="Arial" w:hAnsi="Arial" w:cs="Arial"/>
              </w:rPr>
            </w:pPr>
          </w:p>
        </w:tc>
      </w:tr>
      <w:tr w:rsidR="00133E75" w:rsidRPr="008A356D" w14:paraId="72EB2D4D" w14:textId="77777777" w:rsidTr="00135D2F">
        <w:trPr>
          <w:trHeight w:val="300"/>
        </w:trPr>
        <w:tc>
          <w:tcPr>
            <w:tcW w:w="7083" w:type="dxa"/>
            <w:gridSpan w:val="2"/>
            <w:hideMark/>
          </w:tcPr>
          <w:p w14:paraId="48BB8F75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Schulungsnachweise für alle Erdbaumaschinenführer für das Arbeiten in Leitungsnähe, z. B. gemäß DVGW GW 129 (H) bzw. VDE FNN S129 oder gleichwertiger Qualifikation</w:t>
            </w:r>
          </w:p>
        </w:tc>
        <w:tc>
          <w:tcPr>
            <w:tcW w:w="992" w:type="dxa"/>
            <w:hideMark/>
          </w:tcPr>
          <w:p w14:paraId="5E7B684C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3F5D21EC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23B62ECF" w14:textId="77777777" w:rsidTr="00135D2F">
        <w:trPr>
          <w:trHeight w:val="300"/>
        </w:trPr>
        <w:tc>
          <w:tcPr>
            <w:tcW w:w="7083" w:type="dxa"/>
            <w:gridSpan w:val="2"/>
            <w:hideMark/>
          </w:tcPr>
          <w:p w14:paraId="4335E99E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Qualifikationsnachweis mindestens eines Mitarbeiters als Fachkraft gemäß MVAS</w:t>
            </w:r>
          </w:p>
        </w:tc>
        <w:tc>
          <w:tcPr>
            <w:tcW w:w="992" w:type="dxa"/>
            <w:hideMark/>
          </w:tcPr>
          <w:p w14:paraId="06503BFA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4F1996AC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7C4F8AA3" w14:textId="77777777" w:rsidTr="00135D2F">
        <w:trPr>
          <w:trHeight w:val="300"/>
        </w:trPr>
        <w:tc>
          <w:tcPr>
            <w:tcW w:w="7083" w:type="dxa"/>
            <w:gridSpan w:val="2"/>
            <w:hideMark/>
          </w:tcPr>
          <w:p w14:paraId="1F2E8B60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Qualifikationsnachweis mindestens eines internen oder externen Mitarbeiters als Fachkraft für Arbeitssicherheit (oder Unternehmermodell)</w:t>
            </w:r>
          </w:p>
        </w:tc>
        <w:tc>
          <w:tcPr>
            <w:tcW w:w="992" w:type="dxa"/>
            <w:hideMark/>
          </w:tcPr>
          <w:p w14:paraId="57A5A2FD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086A97D5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71672DED" w14:textId="77777777" w:rsidTr="00135D2F">
        <w:trPr>
          <w:trHeight w:val="300"/>
        </w:trPr>
        <w:tc>
          <w:tcPr>
            <w:tcW w:w="7083" w:type="dxa"/>
            <w:gridSpan w:val="2"/>
            <w:hideMark/>
          </w:tcPr>
          <w:p w14:paraId="12867B44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Nennung eines Beauftragten für Arbeitssicherheit</w:t>
            </w:r>
          </w:p>
        </w:tc>
        <w:tc>
          <w:tcPr>
            <w:tcW w:w="992" w:type="dxa"/>
            <w:hideMark/>
          </w:tcPr>
          <w:p w14:paraId="4C33907B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713AA209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45FF7C45" w14:textId="77777777" w:rsidTr="00135D2F">
        <w:trPr>
          <w:trHeight w:val="300"/>
        </w:trPr>
        <w:tc>
          <w:tcPr>
            <w:tcW w:w="7083" w:type="dxa"/>
            <w:gridSpan w:val="2"/>
            <w:hideMark/>
          </w:tcPr>
          <w:p w14:paraId="1E59C447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Qualifikationsnachweise von Mitarbeitern als ausgebildete Ersthelfer</w:t>
            </w:r>
          </w:p>
        </w:tc>
        <w:tc>
          <w:tcPr>
            <w:tcW w:w="992" w:type="dxa"/>
            <w:hideMark/>
          </w:tcPr>
          <w:p w14:paraId="74CB8FE9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405CDFB8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1ABE1B82" w14:textId="77777777" w:rsidTr="00135D2F">
        <w:trPr>
          <w:trHeight w:val="855"/>
        </w:trPr>
        <w:tc>
          <w:tcPr>
            <w:tcW w:w="7083" w:type="dxa"/>
            <w:gridSpan w:val="2"/>
            <w:hideMark/>
          </w:tcPr>
          <w:p w14:paraId="754F4884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Schulungs- und Unterweisungsplan auf Grundlage der einschlägigen technischen Regeln und berufsgenossenschaftlichen Vorschriften, Regeln und Informationen sowie Gefährdungsbeurteilungen</w:t>
            </w:r>
          </w:p>
        </w:tc>
        <w:tc>
          <w:tcPr>
            <w:tcW w:w="992" w:type="dxa"/>
            <w:hideMark/>
          </w:tcPr>
          <w:p w14:paraId="7D9DEDE7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2EBCC429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4AC091CB" w14:textId="77777777" w:rsidTr="00135D2F">
        <w:trPr>
          <w:trHeight w:val="855"/>
        </w:trPr>
        <w:tc>
          <w:tcPr>
            <w:tcW w:w="7083" w:type="dxa"/>
            <w:gridSpan w:val="2"/>
            <w:hideMark/>
          </w:tcPr>
          <w:p w14:paraId="0A321010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Schulungs- / Unterweisungsnachweis im Umgang mit umwelt- und gesundheitsgefährdenden Stoffen, insbesondere bei Verdacht des Antreffens von Kampfmitteln und teerhaltigen Stoffen bzw. bei belastetem Aushub</w:t>
            </w:r>
          </w:p>
        </w:tc>
        <w:tc>
          <w:tcPr>
            <w:tcW w:w="992" w:type="dxa"/>
            <w:hideMark/>
          </w:tcPr>
          <w:p w14:paraId="3D9EF461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1611FA6B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2155077C" w14:textId="77777777" w:rsidTr="00135D2F">
        <w:trPr>
          <w:trHeight w:val="300"/>
        </w:trPr>
        <w:tc>
          <w:tcPr>
            <w:tcW w:w="7083" w:type="dxa"/>
            <w:gridSpan w:val="2"/>
            <w:hideMark/>
          </w:tcPr>
          <w:p w14:paraId="58A5F80E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Eigenüberwachungsnachweise z. B. nach ZTV A-StB, DIN 18300, DIN 18322</w:t>
            </w:r>
          </w:p>
        </w:tc>
        <w:tc>
          <w:tcPr>
            <w:tcW w:w="992" w:type="dxa"/>
            <w:hideMark/>
          </w:tcPr>
          <w:p w14:paraId="722A0CB8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534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14:paraId="5236F4AA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  <w:tr w:rsidR="00133E75" w:rsidRPr="008A356D" w14:paraId="1B235BD6" w14:textId="77777777" w:rsidTr="00135D2F">
        <w:trPr>
          <w:trHeight w:val="300"/>
        </w:trPr>
        <w:tc>
          <w:tcPr>
            <w:tcW w:w="7083" w:type="dxa"/>
            <w:gridSpan w:val="2"/>
            <w:hideMark/>
          </w:tcPr>
          <w:p w14:paraId="560CDED6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>Schulungs- / Unterweisungsnachweis zur Herstellung von Bauwerksdurchdringungen</w:t>
            </w:r>
          </w:p>
        </w:tc>
        <w:tc>
          <w:tcPr>
            <w:tcW w:w="992" w:type="dxa"/>
            <w:hideMark/>
          </w:tcPr>
          <w:p w14:paraId="46CD99D3" w14:textId="77777777" w:rsidR="00133E75" w:rsidRPr="00E53534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534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559" w:type="dxa"/>
          </w:tcPr>
          <w:p w14:paraId="58930493" w14:textId="77777777" w:rsidR="00133E75" w:rsidRPr="008A356D" w:rsidRDefault="00133E75" w:rsidP="00135D2F">
            <w:pPr>
              <w:rPr>
                <w:rFonts w:ascii="Arial" w:hAnsi="Arial" w:cs="Arial"/>
              </w:rPr>
            </w:pPr>
            <w:r w:rsidRPr="008A356D">
              <w:rPr>
                <w:rFonts w:ascii="Arial" w:hAnsi="Arial" w:cs="Arial"/>
              </w:rPr>
              <w:t xml:space="preserve">beiliegend: </w:t>
            </w:r>
            <w:r w:rsidRPr="008A356D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6D">
              <w:rPr>
                <w:rFonts w:ascii="Arial" w:hAnsi="Arial" w:cs="Arial"/>
              </w:rPr>
              <w:instrText xml:space="preserve"> FORMCHECKBOX </w:instrText>
            </w:r>
            <w:r w:rsidRPr="008A356D">
              <w:rPr>
                <w:rFonts w:ascii="Arial" w:hAnsi="Arial" w:cs="Arial"/>
              </w:rPr>
            </w:r>
            <w:r w:rsidRPr="008A356D">
              <w:rPr>
                <w:rFonts w:ascii="Arial" w:hAnsi="Arial" w:cs="Arial"/>
              </w:rPr>
              <w:fldChar w:fldCharType="separate"/>
            </w:r>
            <w:r w:rsidRPr="008A356D">
              <w:rPr>
                <w:rFonts w:ascii="Arial" w:hAnsi="Arial" w:cs="Arial"/>
              </w:rPr>
              <w:fldChar w:fldCharType="end"/>
            </w:r>
          </w:p>
        </w:tc>
      </w:tr>
    </w:tbl>
    <w:p w14:paraId="3686F1D1" w14:textId="77777777" w:rsidR="00133E75" w:rsidRPr="008A356D" w:rsidRDefault="00133E75" w:rsidP="00133E75">
      <w:pPr>
        <w:rPr>
          <w:rFonts w:ascii="Arial" w:hAnsi="Arial" w:cs="Arial"/>
          <w:b/>
        </w:rPr>
      </w:pPr>
      <w:r w:rsidRPr="008A356D">
        <w:rPr>
          <w:rFonts w:ascii="Arial" w:hAnsi="Arial" w:cs="Arial"/>
          <w:b/>
        </w:rPr>
        <w:br w:type="page"/>
      </w:r>
    </w:p>
    <w:p w14:paraId="71F7A6EE" w14:textId="77777777" w:rsidR="00133E75" w:rsidRPr="008A356D" w:rsidRDefault="00133E75" w:rsidP="00F814A8">
      <w:pPr>
        <w:pStyle w:val="berschrift1"/>
      </w:pPr>
      <w:r>
        <w:t xml:space="preserve">8. </w:t>
      </w:r>
      <w:r w:rsidRPr="008A356D">
        <w:t>Verpflichtungserklärung</w:t>
      </w:r>
    </w:p>
    <w:p w14:paraId="44CBE7A8" w14:textId="77777777" w:rsidR="00133E75" w:rsidRDefault="00133E75" w:rsidP="00133E75">
      <w:pPr>
        <w:rPr>
          <w:rFonts w:ascii="Arial" w:hAnsi="Arial" w:cs="Arial"/>
        </w:rPr>
      </w:pPr>
      <w:r w:rsidRPr="008A356D">
        <w:rPr>
          <w:rFonts w:ascii="Arial" w:hAnsi="Arial" w:cs="Arial"/>
        </w:rPr>
        <w:t>Das Unternehmen verpflichtet sich schriftlich,</w:t>
      </w:r>
    </w:p>
    <w:p w14:paraId="5D82E0C9" w14:textId="77777777" w:rsidR="00133E75" w:rsidRPr="002A5BC3" w:rsidRDefault="00133E75" w:rsidP="00133E75">
      <w:pPr>
        <w:pStyle w:val="Listenabsatz"/>
        <w:numPr>
          <w:ilvl w:val="0"/>
          <w:numId w:val="30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2A5BC3">
        <w:rPr>
          <w:rFonts w:ascii="Arial" w:hAnsi="Arial" w:cs="Arial"/>
          <w:sz w:val="20"/>
          <w:szCs w:val="20"/>
        </w:rPr>
        <w:t>die Technischen Regeln und Rechtsvorschriften in den bei Vertragsabschluss einschlägigen gültigen Fassungen vor- und einzuhalten.</w:t>
      </w:r>
    </w:p>
    <w:p w14:paraId="00F6672D" w14:textId="77777777" w:rsidR="00133E75" w:rsidRPr="002A5BC3" w:rsidRDefault="00133E75" w:rsidP="00133E75">
      <w:pPr>
        <w:pStyle w:val="Listenabsatz"/>
        <w:numPr>
          <w:ilvl w:val="0"/>
          <w:numId w:val="30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2A5BC3">
        <w:rPr>
          <w:rFonts w:ascii="Arial" w:hAnsi="Arial" w:cs="Arial"/>
          <w:sz w:val="20"/>
          <w:szCs w:val="20"/>
        </w:rPr>
        <w:t>wenn es sich auf Kapazitäten anderer Unternehmen stützt, auftragsbezogene Nachweise zur Leistungsfähigkeit und über die zur Verfügung stehenden Mittel durch entsprechende Verpflichtungserklärung der Nachunternehmer im Vorfeld einzufordern.</w:t>
      </w:r>
    </w:p>
    <w:p w14:paraId="07E0C8E5" w14:textId="77777777" w:rsidR="00133E75" w:rsidRPr="002A5BC3" w:rsidRDefault="00133E75" w:rsidP="00133E75">
      <w:pPr>
        <w:pStyle w:val="Listenabsatz"/>
        <w:numPr>
          <w:ilvl w:val="0"/>
          <w:numId w:val="30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2A5BC3">
        <w:rPr>
          <w:rFonts w:ascii="Arial" w:hAnsi="Arial" w:cs="Arial"/>
          <w:sz w:val="20"/>
          <w:szCs w:val="20"/>
        </w:rPr>
        <w:t>eine Dokumentation gemäß technischen Regeln/Rechtsvorschriften für alle Baumaßnahmen zu erstellen.</w:t>
      </w:r>
    </w:p>
    <w:p w14:paraId="5587BEBA" w14:textId="77777777" w:rsidR="00133E75" w:rsidRPr="002A5BC3" w:rsidRDefault="00133E75" w:rsidP="00133E75">
      <w:pPr>
        <w:pStyle w:val="Listenabsatz"/>
        <w:numPr>
          <w:ilvl w:val="0"/>
          <w:numId w:val="30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2A5BC3">
        <w:rPr>
          <w:rFonts w:ascii="Arial" w:hAnsi="Arial" w:cs="Arial"/>
          <w:sz w:val="20"/>
          <w:szCs w:val="20"/>
        </w:rPr>
        <w:t>die Entsorgung nach Bundes-, Landes- und kommunalen Vorschriften sowie den vertraglichen Bestimmungen sicher zu stellen.</w:t>
      </w:r>
    </w:p>
    <w:p w14:paraId="53ACBA20" w14:textId="77777777" w:rsidR="00133E75" w:rsidRDefault="00133E75" w:rsidP="00133E75">
      <w:pPr>
        <w:rPr>
          <w:rFonts w:ascii="Arial" w:hAnsi="Arial" w:cs="Arial"/>
          <w:u w:val="single"/>
        </w:rPr>
      </w:pPr>
    </w:p>
    <w:p w14:paraId="246D49F9" w14:textId="77777777" w:rsidR="00133E75" w:rsidRDefault="00133E75" w:rsidP="00133E75">
      <w:pPr>
        <w:rPr>
          <w:rFonts w:ascii="Arial" w:hAnsi="Arial" w:cs="Arial"/>
        </w:rPr>
      </w:pPr>
    </w:p>
    <w:p w14:paraId="0FBBA1F6" w14:textId="77777777" w:rsidR="00133E75" w:rsidRDefault="00133E75" w:rsidP="00133E75">
      <w:pPr>
        <w:rPr>
          <w:rFonts w:ascii="Arial" w:hAnsi="Arial" w:cs="Arial"/>
        </w:rPr>
      </w:pPr>
    </w:p>
    <w:p w14:paraId="2C411F4E" w14:textId="77777777" w:rsidR="00133E75" w:rsidRDefault="00133E75" w:rsidP="00133E75">
      <w:pPr>
        <w:rPr>
          <w:rFonts w:ascii="Arial" w:hAnsi="Arial" w:cs="Arial"/>
        </w:rPr>
      </w:pPr>
    </w:p>
    <w:p w14:paraId="595AAB02" w14:textId="77777777" w:rsidR="00133E75" w:rsidRPr="00E42904" w:rsidRDefault="00133E75" w:rsidP="00133E75">
      <w:pPr>
        <w:rPr>
          <w:rFonts w:ascii="Arial" w:hAnsi="Arial" w:cs="Arial"/>
          <w:u w:val="single"/>
        </w:rPr>
      </w:pPr>
      <w:r w:rsidRPr="00E42904">
        <w:rPr>
          <w:rFonts w:ascii="Arial" w:hAnsi="Arial" w:cs="Arial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0A3EE6"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  <w:u w:val="single"/>
        </w:rPr>
        <w:t xml:space="preserve">     </w:t>
      </w:r>
    </w:p>
    <w:p w14:paraId="065F43FF" w14:textId="77777777" w:rsidR="00133E75" w:rsidRPr="000A3EE6" w:rsidRDefault="00133E75" w:rsidP="00133E7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(Ort, Datum)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0A3EE6">
        <w:rPr>
          <w:rFonts w:ascii="Arial" w:hAnsi="Arial" w:cs="Arial"/>
          <w:sz w:val="16"/>
          <w:szCs w:val="16"/>
        </w:rPr>
        <w:t xml:space="preserve">(rechtsverbindliche Unterschrift und Stempel des (beantragenden) </w:t>
      </w:r>
      <w:r>
        <w:rPr>
          <w:rFonts w:ascii="Arial" w:hAnsi="Arial" w:cs="Arial"/>
          <w:sz w:val="16"/>
          <w:szCs w:val="16"/>
        </w:rPr>
        <w:t>Zertifikatinhaber</w:t>
      </w:r>
      <w:r w:rsidRPr="000A3EE6">
        <w:rPr>
          <w:rFonts w:ascii="Arial" w:hAnsi="Arial" w:cs="Arial"/>
          <w:sz w:val="16"/>
          <w:szCs w:val="16"/>
        </w:rPr>
        <w:t>)</w:t>
      </w:r>
    </w:p>
    <w:p w14:paraId="0FC04011" w14:textId="77777777" w:rsidR="00133E75" w:rsidRDefault="00133E75" w:rsidP="00133E75">
      <w:pPr>
        <w:spacing w:after="160" w:line="259" w:lineRule="auto"/>
        <w:ind w:left="360"/>
        <w:rPr>
          <w:rFonts w:ascii="Arial" w:hAnsi="Arial" w:cs="Arial"/>
        </w:rPr>
      </w:pPr>
    </w:p>
    <w:p w14:paraId="5D668904" w14:textId="77777777" w:rsidR="00133E75" w:rsidRPr="000A3EE6" w:rsidRDefault="00133E75" w:rsidP="00133E75">
      <w:pPr>
        <w:spacing w:after="160" w:line="259" w:lineRule="auto"/>
        <w:rPr>
          <w:rFonts w:ascii="Arial" w:hAnsi="Arial" w:cs="Arial"/>
        </w:rPr>
      </w:pPr>
    </w:p>
    <w:p w14:paraId="41A34B2D" w14:textId="77777777" w:rsidR="00133E75" w:rsidRDefault="00133E75" w:rsidP="00133E75">
      <w:pPr>
        <w:rPr>
          <w:rFonts w:ascii="Arial" w:hAnsi="Arial" w:cs="Arial"/>
          <w:b/>
        </w:rPr>
      </w:pPr>
      <w:r w:rsidRPr="008A356D">
        <w:rPr>
          <w:rFonts w:ascii="Arial" w:hAnsi="Arial" w:cs="Arial"/>
          <w:b/>
        </w:rPr>
        <w:br w:type="page"/>
      </w:r>
    </w:p>
    <w:p w14:paraId="3087C654" w14:textId="77777777" w:rsidR="00133E75" w:rsidRPr="008A356D" w:rsidRDefault="00133E75" w:rsidP="00133E75">
      <w:pPr>
        <w:rPr>
          <w:rFonts w:ascii="Arial" w:hAnsi="Arial" w:cs="Arial"/>
          <w:b/>
        </w:rPr>
      </w:pPr>
    </w:p>
    <w:p w14:paraId="1F6F71EB" w14:textId="42CDCEE1" w:rsidR="00133E75" w:rsidRDefault="00133E75" w:rsidP="00F814A8">
      <w:pPr>
        <w:pStyle w:val="berschrift1"/>
      </w:pPr>
      <w:r>
        <w:t xml:space="preserve">9.1 </w:t>
      </w:r>
      <w:r w:rsidRPr="00ED7FA2">
        <w:t>Weisungsbefugte</w:t>
      </w:r>
      <w:r w:rsidR="004B1EC8">
        <w:t>*</w:t>
      </w:r>
      <w:r w:rsidRPr="00ED7FA2">
        <w:t>r / Bauleiter</w:t>
      </w:r>
      <w:r w:rsidR="004B1EC8">
        <w:t>*in</w:t>
      </w:r>
    </w:p>
    <w:p w14:paraId="117202DD" w14:textId="2853CA8C" w:rsidR="00133E75" w:rsidRDefault="00133E75" w:rsidP="00133E75">
      <w:pPr>
        <w:rPr>
          <w:rFonts w:ascii="Arial" w:hAnsi="Arial" w:cs="Arial"/>
          <w:sz w:val="18"/>
          <w:szCs w:val="18"/>
        </w:rPr>
      </w:pPr>
      <w:r w:rsidRPr="00ED7FA2">
        <w:rPr>
          <w:rFonts w:ascii="Arial" w:hAnsi="Arial" w:cs="Arial"/>
          <w:sz w:val="18"/>
          <w:szCs w:val="18"/>
        </w:rPr>
        <w:t>Je Bauleiter</w:t>
      </w:r>
      <w:r w:rsidR="004B1EC8">
        <w:rPr>
          <w:rFonts w:ascii="Arial" w:hAnsi="Arial" w:cs="Arial"/>
          <w:sz w:val="18"/>
          <w:szCs w:val="18"/>
        </w:rPr>
        <w:t>*in</w:t>
      </w:r>
      <w:r w:rsidRPr="00ED7FA2">
        <w:rPr>
          <w:rFonts w:ascii="Arial" w:hAnsi="Arial" w:cs="Arial"/>
          <w:sz w:val="18"/>
          <w:szCs w:val="18"/>
        </w:rPr>
        <w:t xml:space="preserve"> ist ein getrenntes Blatt zu verwenden (falls mehrere Seiten benötigt werden, Vorlage kopieren)</w:t>
      </w:r>
    </w:p>
    <w:p w14:paraId="5DE49E7E" w14:textId="77777777" w:rsidR="00133E75" w:rsidRDefault="00133E75" w:rsidP="00133E75">
      <w:pPr>
        <w:rPr>
          <w:rFonts w:ascii="Arial" w:hAnsi="Arial" w:cs="Arial"/>
          <w:u w:val="single"/>
        </w:rPr>
      </w:pPr>
      <w:r w:rsidRPr="00ED7FA2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Arial" w:hAnsi="Arial" w:cs="Arial"/>
          <w:u w:val="single"/>
        </w:rPr>
        <w:instrText xml:space="preserve"> FORMTEXT </w:instrTex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  <w:fldChar w:fldCharType="separate"/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u w:val="single"/>
        </w:rPr>
        <w:fldChar w:fldCharType="end"/>
      </w:r>
      <w:bookmarkEnd w:id="1"/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 Vorname: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2"/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26A1292F" w14:textId="77777777" w:rsidR="00133E75" w:rsidRPr="00ED7FA2" w:rsidRDefault="00133E75" w:rsidP="00133E75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geb. am: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3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0FB5A8A6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>Abschluss als:</w:t>
      </w:r>
      <w:r>
        <w:rPr>
          <w:rFonts w:ascii="Arial" w:hAnsi="Arial" w:cs="Arial"/>
        </w:rPr>
        <w:tab/>
        <w:t xml:space="preserve">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4"/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4713A11A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Datum: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5" w:name="Text11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5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57183025" w14:textId="77777777" w:rsidR="00133E75" w:rsidRPr="00ED7FA2" w:rsidRDefault="00133E75" w:rsidP="00133E75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Frühere Tätigkeit bei: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6"/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55FBE324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von: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7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bis: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8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als: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9"/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3B45C4E7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Frühere Tätigkeit bei: </w:t>
      </w:r>
      <w:r>
        <w:rPr>
          <w:rFonts w:ascii="Arial" w:hAnsi="Arial" w:cs="Arial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u w:val="single"/>
        </w:rPr>
        <w:instrText xml:space="preserve"> FORMTEXT </w:instrTex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  <w:fldChar w:fldCharType="separate"/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7E9FB02D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von: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bis: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als: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4F369B85" w14:textId="77777777" w:rsidR="00133E75" w:rsidRDefault="00133E75" w:rsidP="00133E75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Schriftliche Übertragung der Unternehmerpflichten, Weisungsbefugnis vom: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bookmarkEnd w:id="10"/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7CF909D1" w14:textId="77777777" w:rsidR="00133E75" w:rsidRDefault="00133E75" w:rsidP="00133E75">
      <w:pPr>
        <w:rPr>
          <w:rFonts w:ascii="Arial" w:hAnsi="Arial" w:cs="Arial"/>
          <w:b/>
        </w:rPr>
      </w:pPr>
    </w:p>
    <w:p w14:paraId="78FA8238" w14:textId="77777777" w:rsidR="00133E75" w:rsidRDefault="00133E75" w:rsidP="00133E75">
      <w:pPr>
        <w:rPr>
          <w:rFonts w:ascii="Arial" w:hAnsi="Arial" w:cs="Arial"/>
          <w:b/>
        </w:rPr>
      </w:pPr>
      <w:r w:rsidRPr="00E42904">
        <w:rPr>
          <w:rFonts w:ascii="Arial" w:hAnsi="Arial" w:cs="Arial"/>
          <w:b/>
        </w:rPr>
        <w:t>Mir</w:t>
      </w:r>
      <w:r>
        <w:rPr>
          <w:rFonts w:ascii="Arial" w:hAnsi="Arial" w:cs="Arial"/>
          <w:b/>
        </w:rPr>
        <w:t xml:space="preserve"> ist bekannt, dass ich umfangreiche Fachkenntnisse im beantragten Bereich nachweisen muss. Dazu zählen: einschlägige öffentlich-rechtliche Vorschriften, Unfallverhütungsvorschriften und technische Regeln.</w:t>
      </w:r>
    </w:p>
    <w:p w14:paraId="3D62A2BE" w14:textId="77777777" w:rsidR="00133E75" w:rsidRDefault="00133E75" w:rsidP="00133E75">
      <w:pPr>
        <w:rPr>
          <w:rFonts w:ascii="Arial" w:hAnsi="Arial" w:cs="Arial"/>
          <w:b/>
          <w:u w:val="single"/>
        </w:rPr>
      </w:pPr>
      <w:r w:rsidRPr="00E42904">
        <w:rPr>
          <w:rFonts w:ascii="Arial" w:hAnsi="Arial" w:cs="Arial"/>
          <w:b/>
          <w:u w:val="single"/>
        </w:rPr>
        <w:t>Diese Kenntnisse werden in einem Fachgespräch überprüft!</w:t>
      </w:r>
    </w:p>
    <w:p w14:paraId="0C0A2B5E" w14:textId="77777777" w:rsidR="00133E75" w:rsidRDefault="00133E75" w:rsidP="00133E75">
      <w:pPr>
        <w:rPr>
          <w:rFonts w:ascii="Arial" w:hAnsi="Arial" w:cs="Arial"/>
          <w:b/>
          <w:u w:val="single"/>
        </w:rPr>
      </w:pPr>
    </w:p>
    <w:p w14:paraId="7D2E6E8A" w14:textId="77777777" w:rsidR="00133E75" w:rsidRPr="00E42904" w:rsidRDefault="00133E75" w:rsidP="00133E75">
      <w:pPr>
        <w:rPr>
          <w:rFonts w:ascii="Arial" w:hAnsi="Arial" w:cs="Arial"/>
        </w:rPr>
      </w:pPr>
      <w:r w:rsidRPr="00E42904">
        <w:rPr>
          <w:rFonts w:ascii="Arial" w:hAnsi="Arial" w:cs="Arial"/>
        </w:rPr>
        <w:t xml:space="preserve">Ich bin seit dem Jahr </w:t>
      </w:r>
      <w:r w:rsidRPr="00E42904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bookmarkEnd w:id="11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 xml:space="preserve"> im Leitungstiefbau tätig.</w:t>
      </w:r>
    </w:p>
    <w:p w14:paraId="7953A994" w14:textId="77777777" w:rsidR="00133E75" w:rsidRDefault="00133E75" w:rsidP="00133E75">
      <w:pPr>
        <w:rPr>
          <w:rFonts w:ascii="Arial" w:hAnsi="Arial" w:cs="Arial"/>
        </w:rPr>
      </w:pPr>
    </w:p>
    <w:p w14:paraId="199D7FF0" w14:textId="77777777" w:rsidR="00133E75" w:rsidRPr="00E42904" w:rsidRDefault="00133E75" w:rsidP="00133E75">
      <w:pPr>
        <w:rPr>
          <w:rFonts w:ascii="Arial" w:hAnsi="Arial" w:cs="Arial"/>
          <w:u w:val="single"/>
        </w:rPr>
      </w:pPr>
      <w:r w:rsidRPr="00E42904">
        <w:rPr>
          <w:rFonts w:ascii="Arial" w:hAnsi="Arial"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bookmarkEnd w:id="12"/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</w:p>
    <w:p w14:paraId="4A41E6B0" w14:textId="2099525F" w:rsidR="00133E75" w:rsidRPr="00E42904" w:rsidRDefault="00133E75" w:rsidP="00133E75">
      <w:pPr>
        <w:rPr>
          <w:rFonts w:ascii="Arial" w:hAnsi="Arial" w:cs="Arial"/>
          <w:sz w:val="18"/>
          <w:szCs w:val="18"/>
        </w:rPr>
      </w:pPr>
      <w:r w:rsidRPr="00E42904">
        <w:rPr>
          <w:rFonts w:ascii="Arial" w:hAnsi="Arial" w:cs="Arial"/>
          <w:sz w:val="18"/>
          <w:szCs w:val="18"/>
        </w:rPr>
        <w:t>(Ort, Datum)</w:t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(Unterschrift Weisungsbefugte</w:t>
      </w:r>
      <w:r w:rsidR="004B1EC8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r / </w:t>
      </w:r>
      <w:r w:rsidRPr="00E42904">
        <w:rPr>
          <w:rFonts w:ascii="Arial" w:hAnsi="Arial" w:cs="Arial"/>
          <w:sz w:val="18"/>
          <w:szCs w:val="18"/>
        </w:rPr>
        <w:t>Bauleiter</w:t>
      </w:r>
      <w:r w:rsidR="004B1EC8">
        <w:rPr>
          <w:rFonts w:ascii="Arial" w:hAnsi="Arial" w:cs="Arial"/>
          <w:sz w:val="18"/>
          <w:szCs w:val="18"/>
        </w:rPr>
        <w:t>*in</w:t>
      </w:r>
      <w:r w:rsidRPr="00E42904">
        <w:rPr>
          <w:rFonts w:ascii="Arial" w:hAnsi="Arial" w:cs="Arial"/>
          <w:sz w:val="18"/>
          <w:szCs w:val="18"/>
        </w:rPr>
        <w:t>)</w:t>
      </w:r>
    </w:p>
    <w:p w14:paraId="5D3BD93C" w14:textId="77777777" w:rsidR="00133E75" w:rsidRPr="008A356D" w:rsidRDefault="00133E75" w:rsidP="00133E75">
      <w:pPr>
        <w:rPr>
          <w:rFonts w:ascii="Arial" w:hAnsi="Arial" w:cs="Arial"/>
        </w:rPr>
      </w:pPr>
    </w:p>
    <w:p w14:paraId="5C09B0D5" w14:textId="77777777" w:rsidR="00133E75" w:rsidRPr="008A356D" w:rsidRDefault="00133E75" w:rsidP="00133E75">
      <w:pPr>
        <w:rPr>
          <w:rFonts w:ascii="Arial" w:hAnsi="Arial" w:cs="Arial"/>
        </w:rPr>
      </w:pPr>
    </w:p>
    <w:p w14:paraId="7AD1B3A4" w14:textId="77777777" w:rsidR="00133E75" w:rsidRDefault="00133E75" w:rsidP="00133E75">
      <w:pPr>
        <w:rPr>
          <w:rFonts w:ascii="Arial" w:hAnsi="Arial" w:cs="Arial"/>
          <w:b/>
        </w:rPr>
      </w:pPr>
    </w:p>
    <w:p w14:paraId="59E599BB" w14:textId="77777777" w:rsidR="00133E75" w:rsidRDefault="00133E75" w:rsidP="00133E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8477E36" w14:textId="77777777" w:rsidR="00133E75" w:rsidRDefault="00133E75" w:rsidP="00133E75">
      <w:pPr>
        <w:rPr>
          <w:rFonts w:ascii="Arial" w:hAnsi="Arial" w:cs="Arial"/>
          <w:b/>
        </w:rPr>
      </w:pPr>
    </w:p>
    <w:p w14:paraId="49C1D14E" w14:textId="751490B4" w:rsidR="00133E75" w:rsidRDefault="00133E75" w:rsidP="00F814A8">
      <w:pPr>
        <w:pStyle w:val="berschrift1"/>
      </w:pPr>
      <w:r>
        <w:t>9.2 Vorarbeiter</w:t>
      </w:r>
      <w:r w:rsidR="004B1EC8">
        <w:t>*in</w:t>
      </w:r>
    </w:p>
    <w:p w14:paraId="2B87888F" w14:textId="53F5B9DF" w:rsidR="00133E75" w:rsidRDefault="00133E75" w:rsidP="00133E7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 Vorarbeiter</w:t>
      </w:r>
      <w:r w:rsidR="004B1EC8">
        <w:rPr>
          <w:rFonts w:ascii="Arial" w:hAnsi="Arial" w:cs="Arial"/>
          <w:sz w:val="18"/>
          <w:szCs w:val="18"/>
        </w:rPr>
        <w:t>*in</w:t>
      </w:r>
      <w:r w:rsidRPr="00ED7FA2">
        <w:rPr>
          <w:rFonts w:ascii="Arial" w:hAnsi="Arial" w:cs="Arial"/>
          <w:sz w:val="18"/>
          <w:szCs w:val="18"/>
        </w:rPr>
        <w:t xml:space="preserve"> ist ein getrenntes Blatt zu verwenden (falls mehrere Seiten benötigt werden, Vorlage kopieren)</w:t>
      </w:r>
    </w:p>
    <w:p w14:paraId="098EAD05" w14:textId="77777777" w:rsidR="00133E75" w:rsidRDefault="00133E75" w:rsidP="00133E75">
      <w:pPr>
        <w:rPr>
          <w:rFonts w:ascii="Arial" w:hAnsi="Arial" w:cs="Arial"/>
          <w:u w:val="single"/>
        </w:rPr>
      </w:pPr>
      <w:r w:rsidRPr="00ED7FA2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 Vorname: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41904ED7" w14:textId="77777777" w:rsidR="00133E75" w:rsidRPr="00ED7FA2" w:rsidRDefault="00133E75" w:rsidP="00133E75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geb. am: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582D6685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>Abschluss als:</w:t>
      </w:r>
      <w:r>
        <w:rPr>
          <w:rFonts w:ascii="Arial" w:hAnsi="Arial" w:cs="Arial"/>
        </w:rPr>
        <w:tab/>
        <w:t xml:space="preserve">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60C2E30B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Datum: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2F8CF7F6" w14:textId="77777777" w:rsidR="00133E75" w:rsidRPr="00ED7FA2" w:rsidRDefault="00133E75" w:rsidP="00133E75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Frühere Tätigkeit bei: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4E115F79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von: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bis: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als: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0B888D43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Frühere Tätigkeit bei: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109FF0D3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von: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bis: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als: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62E68BF1" w14:textId="77777777" w:rsidR="00133E75" w:rsidRDefault="00133E75" w:rsidP="00133E75">
      <w:pPr>
        <w:rPr>
          <w:rFonts w:ascii="Arial" w:hAnsi="Arial" w:cs="Arial"/>
          <w:b/>
        </w:rPr>
      </w:pPr>
    </w:p>
    <w:p w14:paraId="41938CB8" w14:textId="77777777" w:rsidR="00133E75" w:rsidRDefault="00133E75" w:rsidP="00133E75">
      <w:pPr>
        <w:rPr>
          <w:rFonts w:ascii="Arial" w:hAnsi="Arial" w:cs="Arial"/>
          <w:b/>
        </w:rPr>
      </w:pPr>
      <w:r w:rsidRPr="00E42904">
        <w:rPr>
          <w:rFonts w:ascii="Arial" w:hAnsi="Arial" w:cs="Arial"/>
          <w:b/>
        </w:rPr>
        <w:t>Mir</w:t>
      </w:r>
      <w:r>
        <w:rPr>
          <w:rFonts w:ascii="Arial" w:hAnsi="Arial" w:cs="Arial"/>
          <w:b/>
        </w:rPr>
        <w:t xml:space="preserve"> ist bekannt, dass ich angemessene Kenntnisse und Praxiserfahrung bei Leitungstiefbauarbeiten aufweisen muss.</w:t>
      </w:r>
    </w:p>
    <w:p w14:paraId="548A4576" w14:textId="77777777" w:rsidR="00133E75" w:rsidRDefault="00133E75" w:rsidP="00133E75">
      <w:pPr>
        <w:rPr>
          <w:rFonts w:ascii="Arial" w:hAnsi="Arial" w:cs="Arial"/>
          <w:b/>
          <w:u w:val="single"/>
        </w:rPr>
      </w:pPr>
    </w:p>
    <w:p w14:paraId="579798CE" w14:textId="77777777" w:rsidR="00133E75" w:rsidRPr="00E42904" w:rsidRDefault="00133E75" w:rsidP="00133E75">
      <w:pPr>
        <w:rPr>
          <w:rFonts w:ascii="Arial" w:hAnsi="Arial" w:cs="Arial"/>
        </w:rPr>
      </w:pPr>
      <w:r w:rsidRPr="00E42904">
        <w:rPr>
          <w:rFonts w:ascii="Arial" w:hAnsi="Arial" w:cs="Arial"/>
        </w:rPr>
        <w:t xml:space="preserve">Ich bin seit dem Jahr </w:t>
      </w:r>
      <w:r w:rsidRPr="00E42904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 xml:space="preserve"> im Leitungstiefbau tätig.</w:t>
      </w:r>
    </w:p>
    <w:p w14:paraId="6DCE07FA" w14:textId="77777777" w:rsidR="00133E75" w:rsidRDefault="00133E75" w:rsidP="00133E75">
      <w:pPr>
        <w:rPr>
          <w:rFonts w:ascii="Arial" w:hAnsi="Arial" w:cs="Arial"/>
        </w:rPr>
      </w:pPr>
    </w:p>
    <w:p w14:paraId="1414E64D" w14:textId="77777777" w:rsidR="00133E75" w:rsidRPr="00E42904" w:rsidRDefault="00133E75" w:rsidP="00133E75">
      <w:pPr>
        <w:rPr>
          <w:rFonts w:ascii="Arial" w:hAnsi="Arial" w:cs="Arial"/>
          <w:u w:val="single"/>
        </w:rPr>
      </w:pPr>
      <w:r w:rsidRPr="00E42904">
        <w:rPr>
          <w:rFonts w:ascii="Arial" w:hAnsi="Arial"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</w:p>
    <w:p w14:paraId="00D3E1C8" w14:textId="77777777" w:rsidR="00133E75" w:rsidRPr="00E42904" w:rsidRDefault="00133E75" w:rsidP="00133E75">
      <w:pPr>
        <w:rPr>
          <w:rFonts w:ascii="Arial" w:hAnsi="Arial" w:cs="Arial"/>
          <w:sz w:val="18"/>
          <w:szCs w:val="18"/>
        </w:rPr>
      </w:pPr>
      <w:r w:rsidRPr="00E42904">
        <w:rPr>
          <w:rFonts w:ascii="Arial" w:hAnsi="Arial" w:cs="Arial"/>
          <w:sz w:val="18"/>
          <w:szCs w:val="18"/>
        </w:rPr>
        <w:t>(Ort, Datum)</w:t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(Unterschrift Vorarbeiter</w:t>
      </w:r>
      <w:r w:rsidRPr="00E42904">
        <w:rPr>
          <w:rFonts w:ascii="Arial" w:hAnsi="Arial" w:cs="Arial"/>
          <w:sz w:val="18"/>
          <w:szCs w:val="18"/>
        </w:rPr>
        <w:t>)</w:t>
      </w:r>
    </w:p>
    <w:p w14:paraId="5B8965E9" w14:textId="77777777" w:rsidR="00133E75" w:rsidRPr="008A356D" w:rsidRDefault="00133E75" w:rsidP="00133E75">
      <w:pPr>
        <w:rPr>
          <w:rFonts w:ascii="Arial" w:hAnsi="Arial" w:cs="Arial"/>
        </w:rPr>
      </w:pPr>
    </w:p>
    <w:p w14:paraId="41177496" w14:textId="77777777" w:rsidR="00133E75" w:rsidRDefault="00133E75" w:rsidP="00133E75">
      <w:pPr>
        <w:rPr>
          <w:rFonts w:ascii="Arial" w:hAnsi="Arial" w:cs="Arial"/>
          <w:b/>
        </w:rPr>
      </w:pPr>
    </w:p>
    <w:p w14:paraId="3BE074BC" w14:textId="77777777" w:rsidR="00133E75" w:rsidRDefault="00133E75" w:rsidP="00133E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CEB2CC3" w14:textId="77777777" w:rsidR="00133E75" w:rsidRDefault="00133E75" w:rsidP="00133E75">
      <w:pPr>
        <w:rPr>
          <w:rFonts w:ascii="Arial" w:hAnsi="Arial" w:cs="Arial"/>
          <w:b/>
        </w:rPr>
      </w:pPr>
    </w:p>
    <w:p w14:paraId="5520EDDC" w14:textId="77777777" w:rsidR="00133E75" w:rsidRDefault="00133E75" w:rsidP="00F814A8">
      <w:pPr>
        <w:pStyle w:val="berschrift1"/>
      </w:pPr>
      <w:r>
        <w:t>9.3 Fachkraft</w:t>
      </w:r>
    </w:p>
    <w:p w14:paraId="6B51F386" w14:textId="77777777" w:rsidR="00133E75" w:rsidRDefault="00133E75" w:rsidP="00133E7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 Fachkraft</w:t>
      </w:r>
      <w:r w:rsidRPr="00ED7FA2">
        <w:rPr>
          <w:rFonts w:ascii="Arial" w:hAnsi="Arial" w:cs="Arial"/>
          <w:sz w:val="18"/>
          <w:szCs w:val="18"/>
        </w:rPr>
        <w:t xml:space="preserve"> ist ein getrenntes Blatt zu verwenden (falls mehrere Seiten benötigt werden, Vorlage kopieren)</w:t>
      </w:r>
    </w:p>
    <w:p w14:paraId="41F85D61" w14:textId="77777777" w:rsidR="00133E75" w:rsidRDefault="00133E75" w:rsidP="00133E75">
      <w:pPr>
        <w:rPr>
          <w:rFonts w:ascii="Arial" w:hAnsi="Arial" w:cs="Arial"/>
          <w:u w:val="single"/>
        </w:rPr>
      </w:pPr>
      <w:r w:rsidRPr="00ED7FA2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 Vorname: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70233C42" w14:textId="77777777" w:rsidR="00133E75" w:rsidRPr="00ED7FA2" w:rsidRDefault="00133E75" w:rsidP="00133E75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geb. am: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12CBB102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>Abschluss als:</w:t>
      </w:r>
      <w:r>
        <w:rPr>
          <w:rFonts w:ascii="Arial" w:hAnsi="Arial" w:cs="Arial"/>
        </w:rPr>
        <w:tab/>
        <w:t xml:space="preserve">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2B52451D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Datum: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0E322388" w14:textId="77777777" w:rsidR="00133E75" w:rsidRPr="00ED7FA2" w:rsidRDefault="00133E75" w:rsidP="00133E75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Frühere Tätigkeit bei: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3489E283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von: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bis: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als: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28C387B8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Frühere Tätigkeit bei: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</w:p>
    <w:p w14:paraId="703A664C" w14:textId="77777777" w:rsidR="00133E75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von: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bis: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als: </w:t>
      </w:r>
      <w:r w:rsidRPr="00ED7FA2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ED7FA2">
        <w:rPr>
          <w:rFonts w:ascii="Arial" w:hAnsi="Arial" w:cs="Arial"/>
          <w:u w:val="single"/>
        </w:rPr>
        <w:instrText xml:space="preserve"> FORMTEXT </w:instrText>
      </w:r>
      <w:r w:rsidRPr="00ED7FA2">
        <w:rPr>
          <w:rFonts w:ascii="Arial" w:hAnsi="Arial" w:cs="Arial"/>
          <w:u w:val="single"/>
        </w:rPr>
      </w:r>
      <w:r w:rsidRPr="00ED7FA2">
        <w:rPr>
          <w:rFonts w:ascii="Arial" w:hAnsi="Arial" w:cs="Arial"/>
          <w:u w:val="single"/>
        </w:rPr>
        <w:fldChar w:fldCharType="separate"/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noProof/>
          <w:u w:val="single"/>
        </w:rPr>
        <w:t> </w:t>
      </w:r>
      <w:r w:rsidRPr="00ED7FA2">
        <w:rPr>
          <w:rFonts w:ascii="Arial" w:hAnsi="Arial" w:cs="Arial"/>
          <w:u w:val="single"/>
        </w:rPr>
        <w:fldChar w:fldCharType="end"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 w:rsidRPr="00ED7FA2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0B736441" w14:textId="77777777" w:rsidR="00133E75" w:rsidRDefault="00133E75" w:rsidP="00133E75">
      <w:pPr>
        <w:rPr>
          <w:rFonts w:ascii="Arial" w:hAnsi="Arial" w:cs="Arial"/>
          <w:b/>
        </w:rPr>
      </w:pPr>
    </w:p>
    <w:p w14:paraId="64D9C1CA" w14:textId="77777777" w:rsidR="00133E75" w:rsidRDefault="00133E75" w:rsidP="00133E75">
      <w:pPr>
        <w:rPr>
          <w:rFonts w:ascii="Arial" w:hAnsi="Arial" w:cs="Arial"/>
          <w:b/>
        </w:rPr>
      </w:pPr>
      <w:r w:rsidRPr="00E42904">
        <w:rPr>
          <w:rFonts w:ascii="Arial" w:hAnsi="Arial" w:cs="Arial"/>
          <w:b/>
        </w:rPr>
        <w:t>Mir</w:t>
      </w:r>
      <w:r>
        <w:rPr>
          <w:rFonts w:ascii="Arial" w:hAnsi="Arial" w:cs="Arial"/>
          <w:b/>
        </w:rPr>
        <w:t xml:space="preserve"> ist bekannt, dass ich angemessene Kenntnisse und Praxiserfahrung bei Leitungstiefbauarbeiten aufweisen muss.</w:t>
      </w:r>
    </w:p>
    <w:p w14:paraId="10EC5AB9" w14:textId="77777777" w:rsidR="00133E75" w:rsidRDefault="00133E75" w:rsidP="00133E75">
      <w:pPr>
        <w:rPr>
          <w:rFonts w:ascii="Arial" w:hAnsi="Arial" w:cs="Arial"/>
          <w:b/>
          <w:u w:val="single"/>
        </w:rPr>
      </w:pPr>
    </w:p>
    <w:p w14:paraId="566113BE" w14:textId="77777777" w:rsidR="00133E75" w:rsidRPr="00E42904" w:rsidRDefault="00133E75" w:rsidP="00133E75">
      <w:pPr>
        <w:rPr>
          <w:rFonts w:ascii="Arial" w:hAnsi="Arial" w:cs="Arial"/>
        </w:rPr>
      </w:pPr>
      <w:r w:rsidRPr="00E42904">
        <w:rPr>
          <w:rFonts w:ascii="Arial" w:hAnsi="Arial" w:cs="Arial"/>
        </w:rPr>
        <w:t xml:space="preserve">Ich bin seit dem Jahr </w:t>
      </w:r>
      <w:r w:rsidRPr="00E42904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 xml:space="preserve"> im Leitungstiefbau tätig.</w:t>
      </w:r>
    </w:p>
    <w:p w14:paraId="653F4420" w14:textId="77777777" w:rsidR="00133E75" w:rsidRDefault="00133E75" w:rsidP="00133E75">
      <w:pPr>
        <w:rPr>
          <w:rFonts w:ascii="Arial" w:hAnsi="Arial" w:cs="Arial"/>
        </w:rPr>
      </w:pPr>
    </w:p>
    <w:p w14:paraId="4725733D" w14:textId="77777777" w:rsidR="00133E75" w:rsidRPr="00E42904" w:rsidRDefault="00133E75" w:rsidP="00133E75">
      <w:pPr>
        <w:rPr>
          <w:rFonts w:ascii="Arial" w:hAnsi="Arial" w:cs="Arial"/>
          <w:u w:val="single"/>
        </w:rPr>
      </w:pPr>
      <w:r w:rsidRPr="00E42904">
        <w:rPr>
          <w:rFonts w:ascii="Arial" w:hAnsi="Arial"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</w:p>
    <w:p w14:paraId="02C2CF6B" w14:textId="77777777" w:rsidR="00133E75" w:rsidRPr="00E42904" w:rsidRDefault="00133E75" w:rsidP="00133E75">
      <w:pPr>
        <w:rPr>
          <w:rFonts w:ascii="Arial" w:hAnsi="Arial" w:cs="Arial"/>
          <w:sz w:val="18"/>
          <w:szCs w:val="18"/>
        </w:rPr>
      </w:pPr>
      <w:r w:rsidRPr="00E42904">
        <w:rPr>
          <w:rFonts w:ascii="Arial" w:hAnsi="Arial" w:cs="Arial"/>
          <w:sz w:val="18"/>
          <w:szCs w:val="18"/>
        </w:rPr>
        <w:t>(Ort, Datum)</w:t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 w:rsidRPr="00E4290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(Unterschrift Fachkraft</w:t>
      </w:r>
      <w:r w:rsidRPr="00E42904">
        <w:rPr>
          <w:rFonts w:ascii="Arial" w:hAnsi="Arial" w:cs="Arial"/>
          <w:sz w:val="18"/>
          <w:szCs w:val="18"/>
        </w:rPr>
        <w:t>)</w:t>
      </w:r>
    </w:p>
    <w:p w14:paraId="069BF0B3" w14:textId="77777777" w:rsidR="00133E75" w:rsidRPr="008A356D" w:rsidRDefault="00133E75" w:rsidP="00133E75">
      <w:pPr>
        <w:rPr>
          <w:rFonts w:ascii="Arial" w:hAnsi="Arial" w:cs="Arial"/>
        </w:rPr>
      </w:pPr>
    </w:p>
    <w:p w14:paraId="276DB8AE" w14:textId="77777777" w:rsidR="00133E75" w:rsidRPr="008A356D" w:rsidRDefault="00133E75" w:rsidP="00133E75">
      <w:pPr>
        <w:rPr>
          <w:rFonts w:ascii="Arial" w:hAnsi="Arial" w:cs="Arial"/>
        </w:rPr>
      </w:pPr>
    </w:p>
    <w:p w14:paraId="3752B7C7" w14:textId="77777777" w:rsidR="00133E75" w:rsidRPr="008A356D" w:rsidRDefault="00133E75" w:rsidP="00133E75">
      <w:pPr>
        <w:rPr>
          <w:rFonts w:ascii="Arial" w:hAnsi="Arial" w:cs="Arial"/>
        </w:rPr>
      </w:pPr>
    </w:p>
    <w:p w14:paraId="7B61304F" w14:textId="77777777" w:rsidR="00133E75" w:rsidRPr="008A356D" w:rsidRDefault="00133E75" w:rsidP="00133E75">
      <w:pPr>
        <w:rPr>
          <w:rFonts w:ascii="Arial" w:hAnsi="Arial" w:cs="Arial"/>
        </w:rPr>
      </w:pPr>
    </w:p>
    <w:p w14:paraId="5A873524" w14:textId="77777777" w:rsidR="00133E75" w:rsidRPr="008A356D" w:rsidRDefault="00133E75" w:rsidP="00133E75">
      <w:pPr>
        <w:rPr>
          <w:rFonts w:ascii="Arial" w:hAnsi="Arial" w:cs="Arial"/>
        </w:rPr>
      </w:pPr>
    </w:p>
    <w:p w14:paraId="100E9C65" w14:textId="77777777" w:rsidR="00133E75" w:rsidRPr="008A356D" w:rsidRDefault="00133E75" w:rsidP="00133E75">
      <w:pPr>
        <w:rPr>
          <w:rFonts w:ascii="Arial" w:hAnsi="Arial" w:cs="Arial"/>
          <w:b/>
          <w:sz w:val="36"/>
          <w:szCs w:val="36"/>
        </w:rPr>
      </w:pPr>
    </w:p>
    <w:p w14:paraId="1B927AE7" w14:textId="77777777" w:rsidR="00133E75" w:rsidRPr="008A356D" w:rsidRDefault="00133E75" w:rsidP="00133E75">
      <w:pPr>
        <w:rPr>
          <w:rFonts w:ascii="Arial" w:hAnsi="Arial" w:cs="Arial"/>
          <w:b/>
          <w:sz w:val="36"/>
          <w:szCs w:val="36"/>
        </w:rPr>
      </w:pPr>
      <w:r w:rsidRPr="008A356D">
        <w:rPr>
          <w:rFonts w:ascii="Arial" w:hAnsi="Arial" w:cs="Arial"/>
          <w:b/>
          <w:sz w:val="36"/>
          <w:szCs w:val="36"/>
        </w:rPr>
        <w:br w:type="page"/>
      </w:r>
    </w:p>
    <w:p w14:paraId="5D81A9D6" w14:textId="015A1F6B" w:rsidR="00133E75" w:rsidRPr="008A356D" w:rsidRDefault="00133E75" w:rsidP="00F814A8">
      <w:pPr>
        <w:pStyle w:val="berschrift1"/>
      </w:pPr>
      <w:r>
        <w:t>10.</w:t>
      </w:r>
      <w:r w:rsidR="00847AF5">
        <w:t>1</w:t>
      </w:r>
      <w:r>
        <w:t xml:space="preserve"> </w:t>
      </w:r>
      <w:r w:rsidRPr="008A356D">
        <w:t>Ausstattung</w:t>
      </w:r>
      <w:r w:rsidR="00847AF5">
        <w:t>sliste</w:t>
      </w:r>
    </w:p>
    <w:p w14:paraId="525D603E" w14:textId="77777777" w:rsidR="00133E75" w:rsidRPr="00E6377E" w:rsidRDefault="00133E75" w:rsidP="00133E75">
      <w:pPr>
        <w:rPr>
          <w:rFonts w:ascii="Arial" w:hAnsi="Arial" w:cs="Arial"/>
          <w:b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3256"/>
        <w:gridCol w:w="5528"/>
        <w:gridCol w:w="992"/>
      </w:tblGrid>
      <w:tr w:rsidR="00133E75" w:rsidRPr="00A61D78" w14:paraId="7110B0E3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6341FAC5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Anforderungen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53E4602" w14:textId="77777777" w:rsidR="00133E75" w:rsidRPr="00A61D78" w:rsidRDefault="00133E75" w:rsidP="00135D2F">
            <w:pPr>
              <w:jc w:val="center"/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Symbol</w:t>
            </w:r>
          </w:p>
        </w:tc>
      </w:tr>
      <w:tr w:rsidR="00133E75" w:rsidRPr="00A61D78" w14:paraId="0C0C20D8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auto"/>
          </w:tcPr>
          <w:p w14:paraId="285EDF8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Mindestanforderung, zwingend erforderlich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5AB27A56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76272F10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auto"/>
          </w:tcPr>
          <w:p w14:paraId="4854ABA6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auch mit Vertragspartner oder Nachunternehmer erfüllbar, zwingend erforderlich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7349ED72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17A9BFAB" w14:textId="77777777" w:rsidTr="00135D2F">
        <w:trPr>
          <w:trHeight w:val="300"/>
        </w:trPr>
        <w:tc>
          <w:tcPr>
            <w:tcW w:w="8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45745E" w14:textId="77777777" w:rsidR="00133E75" w:rsidRPr="00A61D78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8E2837" w14:textId="77777777" w:rsidR="00133E75" w:rsidRPr="00A61D78" w:rsidRDefault="00133E75" w:rsidP="00135D2F">
            <w:pPr>
              <w:jc w:val="center"/>
              <w:rPr>
                <w:rFonts w:ascii="Arial" w:hAnsi="Arial" w:cs="Arial"/>
              </w:rPr>
            </w:pPr>
          </w:p>
        </w:tc>
      </w:tr>
      <w:tr w:rsidR="00133E75" w:rsidRPr="00A61D78" w14:paraId="5D2090E0" w14:textId="77777777" w:rsidTr="00135D2F">
        <w:trPr>
          <w:trHeight w:val="300"/>
        </w:trPr>
        <w:tc>
          <w:tcPr>
            <w:tcW w:w="878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62AB5FF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5 – Allgemeine Ausstattung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94DE4B" w14:textId="77777777" w:rsidR="00133E75" w:rsidRPr="00A61D78" w:rsidRDefault="00133E75" w:rsidP="00135D2F">
            <w:pPr>
              <w:jc w:val="center"/>
              <w:rPr>
                <w:rFonts w:ascii="Arial" w:hAnsi="Arial" w:cs="Arial"/>
              </w:rPr>
            </w:pPr>
          </w:p>
        </w:tc>
      </w:tr>
      <w:tr w:rsidR="00133E75" w:rsidRPr="00A61D78" w14:paraId="4B322C1A" w14:textId="77777777" w:rsidTr="00135D2F">
        <w:trPr>
          <w:trHeight w:val="300"/>
        </w:trPr>
        <w:tc>
          <w:tcPr>
            <w:tcW w:w="3256" w:type="dxa"/>
            <w:hideMark/>
          </w:tcPr>
          <w:p w14:paraId="4562D2F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Betriebshof</w:t>
            </w:r>
          </w:p>
        </w:tc>
        <w:tc>
          <w:tcPr>
            <w:tcW w:w="5528" w:type="dxa"/>
            <w:hideMark/>
          </w:tcPr>
          <w:p w14:paraId="7B4435A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Büros</w:t>
            </w:r>
          </w:p>
        </w:tc>
        <w:tc>
          <w:tcPr>
            <w:tcW w:w="992" w:type="dxa"/>
            <w:hideMark/>
          </w:tcPr>
          <w:p w14:paraId="02CB4567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2B6B4DB7" w14:textId="77777777" w:rsidTr="00135D2F">
        <w:trPr>
          <w:trHeight w:val="441"/>
        </w:trPr>
        <w:tc>
          <w:tcPr>
            <w:tcW w:w="3256" w:type="dxa"/>
            <w:vMerge w:val="restart"/>
            <w:hideMark/>
          </w:tcPr>
          <w:p w14:paraId="5ED2B75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Fuhrpark</w:t>
            </w:r>
          </w:p>
        </w:tc>
        <w:tc>
          <w:tcPr>
            <w:tcW w:w="5528" w:type="dxa"/>
            <w:hideMark/>
          </w:tcPr>
          <w:p w14:paraId="54CF6F0C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LKW mit Angabe des Einsatzzwecks (z. B. Tieflader für den Transport von (Ketten-)Baggern)</w:t>
            </w:r>
          </w:p>
        </w:tc>
        <w:tc>
          <w:tcPr>
            <w:tcW w:w="992" w:type="dxa"/>
            <w:hideMark/>
          </w:tcPr>
          <w:p w14:paraId="34E40A48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0E28B3E4" w14:textId="77777777" w:rsidTr="00135D2F">
        <w:trPr>
          <w:trHeight w:val="300"/>
        </w:trPr>
        <w:tc>
          <w:tcPr>
            <w:tcW w:w="3256" w:type="dxa"/>
            <w:vMerge/>
            <w:hideMark/>
          </w:tcPr>
          <w:p w14:paraId="4E912BFD" w14:textId="77777777" w:rsidR="00133E75" w:rsidRPr="00A61D78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hideMark/>
          </w:tcPr>
          <w:p w14:paraId="32515FD4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PKW</w:t>
            </w:r>
          </w:p>
        </w:tc>
        <w:tc>
          <w:tcPr>
            <w:tcW w:w="992" w:type="dxa"/>
            <w:hideMark/>
          </w:tcPr>
          <w:p w14:paraId="76D61676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4A310761" w14:textId="77777777" w:rsidTr="00135D2F">
        <w:trPr>
          <w:trHeight w:val="300"/>
        </w:trPr>
        <w:tc>
          <w:tcPr>
            <w:tcW w:w="3256" w:type="dxa"/>
            <w:hideMark/>
          </w:tcPr>
          <w:p w14:paraId="4A89F19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mobile sanitäre Anlagen</w:t>
            </w:r>
          </w:p>
        </w:tc>
        <w:tc>
          <w:tcPr>
            <w:tcW w:w="5528" w:type="dxa"/>
            <w:hideMark/>
          </w:tcPr>
          <w:p w14:paraId="29061DCD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verfügbare Einheiten</w:t>
            </w:r>
          </w:p>
        </w:tc>
        <w:tc>
          <w:tcPr>
            <w:tcW w:w="992" w:type="dxa"/>
            <w:hideMark/>
          </w:tcPr>
          <w:p w14:paraId="6AB2032F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400DD632" w14:textId="77777777" w:rsidTr="00135D2F">
        <w:trPr>
          <w:trHeight w:val="300"/>
        </w:trPr>
        <w:tc>
          <w:tcPr>
            <w:tcW w:w="3256" w:type="dxa"/>
            <w:vMerge w:val="restart"/>
            <w:hideMark/>
          </w:tcPr>
          <w:p w14:paraId="55F4DDE4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Arbeitsschutz</w:t>
            </w:r>
          </w:p>
        </w:tc>
        <w:tc>
          <w:tcPr>
            <w:tcW w:w="5528" w:type="dxa"/>
            <w:hideMark/>
          </w:tcPr>
          <w:p w14:paraId="2DF162E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Persönliche Schutzausrüstungen (PSA)</w:t>
            </w:r>
          </w:p>
        </w:tc>
        <w:tc>
          <w:tcPr>
            <w:tcW w:w="992" w:type="dxa"/>
            <w:hideMark/>
          </w:tcPr>
          <w:p w14:paraId="206AE632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654BB965" w14:textId="77777777" w:rsidTr="00135D2F">
        <w:trPr>
          <w:trHeight w:val="300"/>
        </w:trPr>
        <w:tc>
          <w:tcPr>
            <w:tcW w:w="3256" w:type="dxa"/>
            <w:vMerge/>
            <w:hideMark/>
          </w:tcPr>
          <w:p w14:paraId="6DDF0152" w14:textId="77777777" w:rsidR="00133E75" w:rsidRPr="00A61D78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hideMark/>
          </w:tcPr>
          <w:p w14:paraId="1F4299BB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Verbandskästen</w:t>
            </w:r>
          </w:p>
        </w:tc>
        <w:tc>
          <w:tcPr>
            <w:tcW w:w="992" w:type="dxa"/>
            <w:hideMark/>
          </w:tcPr>
          <w:p w14:paraId="591066FC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026D6187" w14:textId="77777777" w:rsidTr="00135D2F">
        <w:trPr>
          <w:trHeight w:val="300"/>
        </w:trPr>
        <w:tc>
          <w:tcPr>
            <w:tcW w:w="3256" w:type="dxa"/>
            <w:vMerge/>
            <w:hideMark/>
          </w:tcPr>
          <w:p w14:paraId="25144E74" w14:textId="77777777" w:rsidR="00133E75" w:rsidRPr="00A61D78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hideMark/>
          </w:tcPr>
          <w:p w14:paraId="17128E29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Feuerlöscher (Zulassung, Prüfung)</w:t>
            </w:r>
          </w:p>
        </w:tc>
        <w:tc>
          <w:tcPr>
            <w:tcW w:w="992" w:type="dxa"/>
            <w:hideMark/>
          </w:tcPr>
          <w:p w14:paraId="3DE48274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5CF66A2D" w14:textId="77777777" w:rsidTr="00135D2F">
        <w:trPr>
          <w:trHeight w:val="300"/>
        </w:trPr>
        <w:tc>
          <w:tcPr>
            <w:tcW w:w="3256" w:type="dxa"/>
            <w:vMerge/>
            <w:hideMark/>
          </w:tcPr>
          <w:p w14:paraId="3943332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hideMark/>
          </w:tcPr>
          <w:p w14:paraId="620E91CC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Elektrogeräte geprüft nach DGUV-Vorschrift 3</w:t>
            </w:r>
          </w:p>
        </w:tc>
        <w:tc>
          <w:tcPr>
            <w:tcW w:w="992" w:type="dxa"/>
            <w:hideMark/>
          </w:tcPr>
          <w:p w14:paraId="63FC3126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1144CCA0" w14:textId="77777777" w:rsidTr="00135D2F">
        <w:trPr>
          <w:trHeight w:val="300"/>
        </w:trPr>
        <w:tc>
          <w:tcPr>
            <w:tcW w:w="3256" w:type="dxa"/>
            <w:vMerge/>
            <w:hideMark/>
          </w:tcPr>
          <w:p w14:paraId="74542559" w14:textId="77777777" w:rsidR="00133E75" w:rsidRPr="00A61D78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hideMark/>
          </w:tcPr>
          <w:p w14:paraId="5B29C1D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Leitern und Tritte</w:t>
            </w:r>
          </w:p>
        </w:tc>
        <w:tc>
          <w:tcPr>
            <w:tcW w:w="992" w:type="dxa"/>
            <w:hideMark/>
          </w:tcPr>
          <w:p w14:paraId="6BFE2E58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3E821919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176AC3E9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6 - Verkehrssicherung (siehe auch RSA und ggf. ZTV SA)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5EA7471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5" w:rsidRPr="00A61D78" w14:paraId="07DC3D94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2009AC46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Verkehrszeichen</w:t>
            </w:r>
          </w:p>
        </w:tc>
        <w:tc>
          <w:tcPr>
            <w:tcW w:w="992" w:type="dxa"/>
            <w:hideMark/>
          </w:tcPr>
          <w:p w14:paraId="2E22CB41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0BA9888D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27331CC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Aufstellvorrichtungen</w:t>
            </w:r>
          </w:p>
        </w:tc>
        <w:tc>
          <w:tcPr>
            <w:tcW w:w="992" w:type="dxa"/>
            <w:hideMark/>
          </w:tcPr>
          <w:p w14:paraId="6EE2BE40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31F0864C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01E840E6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vorübergehende Markierungen</w:t>
            </w:r>
          </w:p>
        </w:tc>
        <w:tc>
          <w:tcPr>
            <w:tcW w:w="992" w:type="dxa"/>
            <w:hideMark/>
          </w:tcPr>
          <w:p w14:paraId="460E6975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77693A0F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735CE574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Warnleuchten</w:t>
            </w:r>
          </w:p>
        </w:tc>
        <w:tc>
          <w:tcPr>
            <w:tcW w:w="992" w:type="dxa"/>
            <w:hideMark/>
          </w:tcPr>
          <w:p w14:paraId="4DDB76CB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091DDA1B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1AE55C5E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Lichtsignalanlagen</w:t>
            </w:r>
          </w:p>
        </w:tc>
        <w:tc>
          <w:tcPr>
            <w:tcW w:w="992" w:type="dxa"/>
            <w:hideMark/>
          </w:tcPr>
          <w:p w14:paraId="6C1552FE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6D0F12BF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5944ECC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Absperrgeräte (z. B. Baken, Leitkegel, Schranken)</w:t>
            </w:r>
          </w:p>
        </w:tc>
        <w:tc>
          <w:tcPr>
            <w:tcW w:w="992" w:type="dxa"/>
            <w:hideMark/>
          </w:tcPr>
          <w:p w14:paraId="443CD6F3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34074347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764F2DDB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mobile Absturzsicherungen</w:t>
            </w:r>
          </w:p>
        </w:tc>
        <w:tc>
          <w:tcPr>
            <w:tcW w:w="992" w:type="dxa"/>
            <w:hideMark/>
          </w:tcPr>
          <w:p w14:paraId="569F3028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44E38FAB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15ACBEFB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Überfahrten/Brücken für Fahrzeuge und Fußgänger</w:t>
            </w:r>
          </w:p>
        </w:tc>
        <w:tc>
          <w:tcPr>
            <w:tcW w:w="992" w:type="dxa"/>
            <w:hideMark/>
          </w:tcPr>
          <w:p w14:paraId="1F2761E7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472E3F05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690B682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7 - Feststellung der Lage von Leitungen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5A7F350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33E75" w:rsidRPr="00A61D78" w14:paraId="5ADE2CA0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54347F8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Ortungsgeräte</w:t>
            </w:r>
          </w:p>
        </w:tc>
        <w:tc>
          <w:tcPr>
            <w:tcW w:w="992" w:type="dxa"/>
            <w:hideMark/>
          </w:tcPr>
          <w:p w14:paraId="7D0C45C9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6D2314DE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1862D2A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Vermessungsgeräte (Winkelprisma, Bandmaß, Fluchtstäbe o.ä.)</w:t>
            </w:r>
          </w:p>
        </w:tc>
        <w:tc>
          <w:tcPr>
            <w:tcW w:w="992" w:type="dxa"/>
            <w:hideMark/>
          </w:tcPr>
          <w:p w14:paraId="223883C0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40D34961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75E48AB9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8 - Aufbruchgeräte/Fugenschneider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BAAC1A2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33E75" w:rsidRPr="00A61D78" w14:paraId="49E397B0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04B2ECCD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Fugenschneidgeräte, nass</w:t>
            </w:r>
          </w:p>
        </w:tc>
        <w:tc>
          <w:tcPr>
            <w:tcW w:w="992" w:type="dxa"/>
            <w:hideMark/>
          </w:tcPr>
          <w:p w14:paraId="5F3330CA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3C2DF6A0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3B3F20C4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Kompressoren/Hammer</w:t>
            </w:r>
          </w:p>
        </w:tc>
        <w:tc>
          <w:tcPr>
            <w:tcW w:w="992" w:type="dxa"/>
            <w:hideMark/>
          </w:tcPr>
          <w:p w14:paraId="7FD8D345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5E769028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4A5B3C01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9 - Baugeräte zum Bodenaushub und -einbau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19D113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5" w:rsidRPr="00A61D78" w14:paraId="3D832E10" w14:textId="77777777" w:rsidTr="00135D2F">
        <w:trPr>
          <w:trHeight w:val="300"/>
        </w:trPr>
        <w:tc>
          <w:tcPr>
            <w:tcW w:w="3256" w:type="dxa"/>
            <w:hideMark/>
          </w:tcPr>
          <w:p w14:paraId="05852899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Bagger mit Tieflöffel oder Greifer ohne Reißzähne</w:t>
            </w:r>
          </w:p>
        </w:tc>
        <w:tc>
          <w:tcPr>
            <w:tcW w:w="5528" w:type="dxa"/>
            <w:hideMark/>
          </w:tcPr>
          <w:p w14:paraId="607335CB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Mobil- oder Minibagger</w:t>
            </w:r>
          </w:p>
        </w:tc>
        <w:tc>
          <w:tcPr>
            <w:tcW w:w="992" w:type="dxa"/>
            <w:hideMark/>
          </w:tcPr>
          <w:p w14:paraId="3EE3A023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053A6A11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6C8B035C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10 - Geräte zum Leerrohreinbau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C0CE1AD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5" w:rsidRPr="00A61D78" w14:paraId="095028B2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2D03B4D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Kalibriergeräte für Rohrzüge</w:t>
            </w:r>
          </w:p>
        </w:tc>
        <w:tc>
          <w:tcPr>
            <w:tcW w:w="992" w:type="dxa"/>
            <w:hideMark/>
          </w:tcPr>
          <w:p w14:paraId="023D6B75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79B24BE4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6335E93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Rohrreinigungsgeräte (z. B. Bürsten, Rohrfeilen)</w:t>
            </w:r>
          </w:p>
        </w:tc>
        <w:tc>
          <w:tcPr>
            <w:tcW w:w="992" w:type="dxa"/>
            <w:hideMark/>
          </w:tcPr>
          <w:p w14:paraId="263FD3EF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4FA2642D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48166263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Glasfasereinziehfeder</w:t>
            </w:r>
          </w:p>
        </w:tc>
        <w:tc>
          <w:tcPr>
            <w:tcW w:w="992" w:type="dxa"/>
            <w:hideMark/>
          </w:tcPr>
          <w:p w14:paraId="1DC953D9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574C2D52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23EA02F8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Druckprüfgeräte</w:t>
            </w:r>
          </w:p>
        </w:tc>
        <w:tc>
          <w:tcPr>
            <w:tcW w:w="992" w:type="dxa"/>
            <w:hideMark/>
          </w:tcPr>
          <w:p w14:paraId="638097CB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186E5101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2073962E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Werkzeuge zum Anfasen, gratfreien Trennen von Rohren, Halbrohr-Montagegeräte</w:t>
            </w:r>
          </w:p>
        </w:tc>
        <w:tc>
          <w:tcPr>
            <w:tcW w:w="992" w:type="dxa"/>
            <w:hideMark/>
          </w:tcPr>
          <w:p w14:paraId="0D553210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3E71B127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5B2647E3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Werkzeuge und Hilfsmittel zur Herstellung von Klebeverbindungen</w:t>
            </w:r>
          </w:p>
        </w:tc>
        <w:tc>
          <w:tcPr>
            <w:tcW w:w="992" w:type="dxa"/>
            <w:hideMark/>
          </w:tcPr>
          <w:p w14:paraId="66A0B5F7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0E8B16BE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2AA5F8A4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11 - Grabenverbau (nach DIN 4124)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406C64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33E75" w:rsidRPr="00A61D78" w14:paraId="0BB64AD0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08F42568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Bauteile für den waagrechten/senkrechten Grabenverbau</w:t>
            </w:r>
          </w:p>
        </w:tc>
        <w:tc>
          <w:tcPr>
            <w:tcW w:w="992" w:type="dxa"/>
            <w:hideMark/>
          </w:tcPr>
          <w:p w14:paraId="194BCAF8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1E7387F2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6B60C24F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12 - Verdichtungsgeräte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A0B4C1A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5" w:rsidRPr="00A61D78" w14:paraId="52DB2EC4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5133043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Handstampfer</w:t>
            </w:r>
          </w:p>
        </w:tc>
        <w:tc>
          <w:tcPr>
            <w:tcW w:w="992" w:type="dxa"/>
            <w:hideMark/>
          </w:tcPr>
          <w:p w14:paraId="2D3484E6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03A587DF" w14:textId="77777777" w:rsidTr="00135D2F">
        <w:trPr>
          <w:trHeight w:val="300"/>
        </w:trPr>
        <w:tc>
          <w:tcPr>
            <w:tcW w:w="3256" w:type="dxa"/>
            <w:vMerge w:val="restart"/>
            <w:hideMark/>
          </w:tcPr>
          <w:p w14:paraId="3D9DEC6C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Vibrationsstampfer/ Schnellschlag</w:t>
            </w:r>
            <w:r w:rsidRPr="00A61D78">
              <w:rPr>
                <w:rFonts w:ascii="Arial" w:hAnsi="Arial" w:cs="Arial"/>
              </w:rPr>
              <w:softHyphen/>
              <w:t>stampfer</w:t>
            </w:r>
          </w:p>
        </w:tc>
        <w:tc>
          <w:tcPr>
            <w:tcW w:w="5528" w:type="dxa"/>
            <w:hideMark/>
          </w:tcPr>
          <w:p w14:paraId="6E83AF31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≤ 50 kg</w:t>
            </w:r>
          </w:p>
        </w:tc>
        <w:tc>
          <w:tcPr>
            <w:tcW w:w="992" w:type="dxa"/>
            <w:hideMark/>
          </w:tcPr>
          <w:p w14:paraId="4CE4E156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37464720" w14:textId="77777777" w:rsidTr="00135D2F">
        <w:trPr>
          <w:trHeight w:val="300"/>
        </w:trPr>
        <w:tc>
          <w:tcPr>
            <w:tcW w:w="3256" w:type="dxa"/>
            <w:vMerge/>
            <w:hideMark/>
          </w:tcPr>
          <w:p w14:paraId="005A3182" w14:textId="77777777" w:rsidR="00133E75" w:rsidRPr="00A61D78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hideMark/>
          </w:tcPr>
          <w:p w14:paraId="1F2A043F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50 kg bis 80 kg</w:t>
            </w:r>
          </w:p>
        </w:tc>
        <w:tc>
          <w:tcPr>
            <w:tcW w:w="992" w:type="dxa"/>
            <w:hideMark/>
          </w:tcPr>
          <w:p w14:paraId="29F1AB53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4FD1F547" w14:textId="77777777" w:rsidTr="00135D2F">
        <w:trPr>
          <w:trHeight w:val="300"/>
        </w:trPr>
        <w:tc>
          <w:tcPr>
            <w:tcW w:w="3256" w:type="dxa"/>
            <w:vMerge w:val="restart"/>
            <w:hideMark/>
          </w:tcPr>
          <w:p w14:paraId="1E23646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Vibrationsplatten/ Flächenrüttler</w:t>
            </w:r>
          </w:p>
        </w:tc>
        <w:tc>
          <w:tcPr>
            <w:tcW w:w="5528" w:type="dxa"/>
            <w:hideMark/>
          </w:tcPr>
          <w:p w14:paraId="4ECF8BB9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≤ 150 kg</w:t>
            </w:r>
          </w:p>
        </w:tc>
        <w:tc>
          <w:tcPr>
            <w:tcW w:w="992" w:type="dxa"/>
            <w:hideMark/>
          </w:tcPr>
          <w:p w14:paraId="0B301CEA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58315F8C" w14:textId="77777777" w:rsidTr="00135D2F">
        <w:trPr>
          <w:trHeight w:val="300"/>
        </w:trPr>
        <w:tc>
          <w:tcPr>
            <w:tcW w:w="3256" w:type="dxa"/>
            <w:vMerge/>
            <w:hideMark/>
          </w:tcPr>
          <w:p w14:paraId="44BB8E71" w14:textId="77777777" w:rsidR="00133E75" w:rsidRPr="00A61D78" w:rsidRDefault="00133E75" w:rsidP="00135D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hideMark/>
          </w:tcPr>
          <w:p w14:paraId="6A54633C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150 kg bis 400 kg</w:t>
            </w:r>
          </w:p>
        </w:tc>
        <w:tc>
          <w:tcPr>
            <w:tcW w:w="992" w:type="dxa"/>
            <w:hideMark/>
          </w:tcPr>
          <w:p w14:paraId="426FDB00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7A53F556" w14:textId="77777777" w:rsidTr="00135D2F">
        <w:trPr>
          <w:trHeight w:val="300"/>
        </w:trPr>
        <w:tc>
          <w:tcPr>
            <w:tcW w:w="3256" w:type="dxa"/>
            <w:hideMark/>
          </w:tcPr>
          <w:p w14:paraId="792B61D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 xml:space="preserve">Vibrationswalzen (Glattrad und </w:t>
            </w:r>
            <w:proofErr w:type="gramStart"/>
            <w:r w:rsidRPr="00A61D78">
              <w:rPr>
                <w:rFonts w:ascii="Arial" w:hAnsi="Arial" w:cs="Arial"/>
              </w:rPr>
              <w:t>Schaffuß)/</w:t>
            </w:r>
            <w:proofErr w:type="gramEnd"/>
            <w:r w:rsidRPr="00A61D78">
              <w:rPr>
                <w:rFonts w:ascii="Arial" w:hAnsi="Arial" w:cs="Arial"/>
              </w:rPr>
              <w:t>Walzenzug/ Tandemwalze</w:t>
            </w:r>
          </w:p>
        </w:tc>
        <w:tc>
          <w:tcPr>
            <w:tcW w:w="5528" w:type="dxa"/>
            <w:hideMark/>
          </w:tcPr>
          <w:p w14:paraId="10544E3E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≤ 3 000 kg</w:t>
            </w:r>
          </w:p>
        </w:tc>
        <w:tc>
          <w:tcPr>
            <w:tcW w:w="992" w:type="dxa"/>
            <w:hideMark/>
          </w:tcPr>
          <w:p w14:paraId="0D4A66BC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5AE414D2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01F7E98B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13 - Asphalt-Oberflächenwiederherstellung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C7325E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5" w:rsidRPr="00A61D78" w14:paraId="7355C40E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7AFF9081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Thermokübel</w:t>
            </w:r>
          </w:p>
        </w:tc>
        <w:tc>
          <w:tcPr>
            <w:tcW w:w="992" w:type="dxa"/>
            <w:hideMark/>
          </w:tcPr>
          <w:p w14:paraId="3957AB5C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2704A385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3C4F52E9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Walzen</w:t>
            </w:r>
          </w:p>
        </w:tc>
        <w:tc>
          <w:tcPr>
            <w:tcW w:w="992" w:type="dxa"/>
            <w:hideMark/>
          </w:tcPr>
          <w:p w14:paraId="4A2C7801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050C233D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7801E108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Abziehschienen für Mischguteinbau</w:t>
            </w:r>
          </w:p>
        </w:tc>
        <w:tc>
          <w:tcPr>
            <w:tcW w:w="992" w:type="dxa"/>
            <w:hideMark/>
          </w:tcPr>
          <w:p w14:paraId="7B22E730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2FD40544" w14:textId="77777777" w:rsidTr="00135D2F">
        <w:trPr>
          <w:trHeight w:val="300"/>
        </w:trPr>
        <w:tc>
          <w:tcPr>
            <w:tcW w:w="3256" w:type="dxa"/>
            <w:hideMark/>
          </w:tcPr>
          <w:p w14:paraId="3DB085F2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Geräte zur Fugenausbildung</w:t>
            </w:r>
          </w:p>
        </w:tc>
        <w:tc>
          <w:tcPr>
            <w:tcW w:w="5528" w:type="dxa"/>
            <w:hideMark/>
          </w:tcPr>
          <w:p w14:paraId="380F63E4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Fugenband</w:t>
            </w:r>
          </w:p>
        </w:tc>
        <w:tc>
          <w:tcPr>
            <w:tcW w:w="992" w:type="dxa"/>
            <w:hideMark/>
          </w:tcPr>
          <w:p w14:paraId="4177E68A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5F3D5465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73DABFF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Geräte zum Beschichten (Kontaktflächen)</w:t>
            </w:r>
          </w:p>
        </w:tc>
        <w:tc>
          <w:tcPr>
            <w:tcW w:w="992" w:type="dxa"/>
            <w:hideMark/>
          </w:tcPr>
          <w:p w14:paraId="2A0364C3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4F45BB86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4EDB927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Wasserwagen</w:t>
            </w:r>
          </w:p>
        </w:tc>
        <w:tc>
          <w:tcPr>
            <w:tcW w:w="992" w:type="dxa"/>
            <w:hideMark/>
          </w:tcPr>
          <w:p w14:paraId="588DB42B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0CDE498E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4137DEB8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14 - Beton-Oberflächenwiederherstellung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76806EC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33E75" w:rsidRPr="00A61D78" w14:paraId="208BE3A4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46B87A71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Betonmischer</w:t>
            </w:r>
          </w:p>
        </w:tc>
        <w:tc>
          <w:tcPr>
            <w:tcW w:w="992" w:type="dxa"/>
            <w:hideMark/>
          </w:tcPr>
          <w:p w14:paraId="2E3E212F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3920A9D6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31A8BCB5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Schalungen</w:t>
            </w:r>
          </w:p>
        </w:tc>
        <w:tc>
          <w:tcPr>
            <w:tcW w:w="992" w:type="dxa"/>
            <w:hideMark/>
          </w:tcPr>
          <w:p w14:paraId="315C3316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66797BA6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35203E3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Gerätschaften zur Nachbehandlung</w:t>
            </w:r>
          </w:p>
        </w:tc>
        <w:tc>
          <w:tcPr>
            <w:tcW w:w="992" w:type="dxa"/>
            <w:hideMark/>
          </w:tcPr>
          <w:p w14:paraId="30FFF57D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17DBF2DF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5D8974D5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Verdichtungsgeräte</w:t>
            </w:r>
          </w:p>
        </w:tc>
        <w:tc>
          <w:tcPr>
            <w:tcW w:w="992" w:type="dxa"/>
            <w:hideMark/>
          </w:tcPr>
          <w:p w14:paraId="7D53EDEF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4786A78E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6C01110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Längsglätter</w:t>
            </w:r>
          </w:p>
        </w:tc>
        <w:tc>
          <w:tcPr>
            <w:tcW w:w="992" w:type="dxa"/>
            <w:hideMark/>
          </w:tcPr>
          <w:p w14:paraId="7FF72656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4A52D1F4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13D6C53C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15 - Platten- und Pflasterbelag – Oberflächenwiederherstellung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1594FB0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5" w:rsidRPr="00A61D78" w14:paraId="72142AE5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664D4E43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Steinsäge</w:t>
            </w:r>
          </w:p>
        </w:tc>
        <w:tc>
          <w:tcPr>
            <w:tcW w:w="992" w:type="dxa"/>
            <w:hideMark/>
          </w:tcPr>
          <w:p w14:paraId="3EC04B43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46AF0041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0ABE8011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16 - Fräsen, Pflügen und grabenloser Leitungsbau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43BCCE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33E75" w:rsidRPr="00A61D78" w14:paraId="273FFF05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42A99A26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Bodenverdrängungshammer</w:t>
            </w:r>
          </w:p>
        </w:tc>
        <w:tc>
          <w:tcPr>
            <w:tcW w:w="992" w:type="dxa"/>
            <w:hideMark/>
          </w:tcPr>
          <w:p w14:paraId="7F8B8A27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21162DEC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5D27183D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17 - Geräte zur Eigenüberwachung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D9C98E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5" w:rsidRPr="00A61D78" w14:paraId="5FD68974" w14:textId="77777777" w:rsidTr="00135D2F">
        <w:trPr>
          <w:trHeight w:val="300"/>
        </w:trPr>
        <w:tc>
          <w:tcPr>
            <w:tcW w:w="3256" w:type="dxa"/>
            <w:hideMark/>
          </w:tcPr>
          <w:p w14:paraId="6AEC6856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Überprüfung der Bodenverdichtung</w:t>
            </w:r>
          </w:p>
        </w:tc>
        <w:tc>
          <w:tcPr>
            <w:tcW w:w="5528" w:type="dxa"/>
            <w:hideMark/>
          </w:tcPr>
          <w:p w14:paraId="0A6B8E87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dynamisches Plattendruckgerät</w:t>
            </w:r>
          </w:p>
        </w:tc>
        <w:tc>
          <w:tcPr>
            <w:tcW w:w="992" w:type="dxa"/>
            <w:hideMark/>
          </w:tcPr>
          <w:p w14:paraId="5B477814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6ADD5B06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44642073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Prüfung der Mischguttemperatur (Thermometer)</w:t>
            </w:r>
          </w:p>
        </w:tc>
        <w:tc>
          <w:tcPr>
            <w:tcW w:w="992" w:type="dxa"/>
            <w:hideMark/>
          </w:tcPr>
          <w:p w14:paraId="503DB88A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28A96AB3" w14:textId="77777777" w:rsidTr="00135D2F">
        <w:trPr>
          <w:trHeight w:val="300"/>
        </w:trPr>
        <w:tc>
          <w:tcPr>
            <w:tcW w:w="3256" w:type="dxa"/>
            <w:hideMark/>
          </w:tcPr>
          <w:p w14:paraId="48F9EDA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Prüfung der</w:t>
            </w:r>
          </w:p>
          <w:p w14:paraId="371F6F98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Ebenheit</w:t>
            </w:r>
          </w:p>
        </w:tc>
        <w:tc>
          <w:tcPr>
            <w:tcW w:w="5528" w:type="dxa"/>
            <w:hideMark/>
          </w:tcPr>
          <w:p w14:paraId="4C08F615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Messlatte = 4 m</w:t>
            </w:r>
          </w:p>
        </w:tc>
        <w:tc>
          <w:tcPr>
            <w:tcW w:w="992" w:type="dxa"/>
            <w:hideMark/>
          </w:tcPr>
          <w:p w14:paraId="0ED551A2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+*</w:t>
            </w:r>
          </w:p>
        </w:tc>
      </w:tr>
      <w:tr w:rsidR="00133E75" w:rsidRPr="00A61D78" w14:paraId="28DBF95E" w14:textId="77777777" w:rsidTr="00135D2F">
        <w:trPr>
          <w:trHeight w:val="300"/>
        </w:trPr>
        <w:tc>
          <w:tcPr>
            <w:tcW w:w="8784" w:type="dxa"/>
            <w:gridSpan w:val="2"/>
            <w:shd w:val="clear" w:color="auto" w:fill="D9D9D9" w:themeFill="background1" w:themeFillShade="D9"/>
          </w:tcPr>
          <w:p w14:paraId="066F2D5F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Tabelle 18 - Sonstiges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22C4EE7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5" w:rsidRPr="00A61D78" w14:paraId="77E29049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19FA51F5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Tauchpumpe</w:t>
            </w:r>
          </w:p>
        </w:tc>
        <w:tc>
          <w:tcPr>
            <w:tcW w:w="992" w:type="dxa"/>
            <w:hideMark/>
          </w:tcPr>
          <w:p w14:paraId="3326F06F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57DA9CBB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49C6490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Anschlagmittel, Lastaufnahmemittel</w:t>
            </w:r>
          </w:p>
        </w:tc>
        <w:tc>
          <w:tcPr>
            <w:tcW w:w="992" w:type="dxa"/>
            <w:hideMark/>
          </w:tcPr>
          <w:p w14:paraId="56ECDCAC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29C46DA1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78BBA180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künstliche Beleuchtung</w:t>
            </w:r>
          </w:p>
        </w:tc>
        <w:tc>
          <w:tcPr>
            <w:tcW w:w="992" w:type="dxa"/>
            <w:hideMark/>
          </w:tcPr>
          <w:p w14:paraId="512F9719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280D8E41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6FAE8144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Einrichtungen zum Sichern vorgefundener Leitungen (z. B. Halbschalen)</w:t>
            </w:r>
          </w:p>
        </w:tc>
        <w:tc>
          <w:tcPr>
            <w:tcW w:w="992" w:type="dxa"/>
            <w:hideMark/>
          </w:tcPr>
          <w:p w14:paraId="14A20E5C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484B5D85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2B171B3F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Abdeckmaterial für Aushub</w:t>
            </w:r>
          </w:p>
        </w:tc>
        <w:tc>
          <w:tcPr>
            <w:tcW w:w="992" w:type="dxa"/>
            <w:hideMark/>
          </w:tcPr>
          <w:p w14:paraId="307D0C3D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66F8B721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0E4F9D99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Schachtdeckelheber</w:t>
            </w:r>
          </w:p>
        </w:tc>
        <w:tc>
          <w:tcPr>
            <w:tcW w:w="992" w:type="dxa"/>
            <w:hideMark/>
          </w:tcPr>
          <w:p w14:paraId="1F5DA7BD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133E75" w:rsidRPr="00A61D78" w14:paraId="4F1E1994" w14:textId="77777777" w:rsidTr="00135D2F">
        <w:trPr>
          <w:trHeight w:val="300"/>
        </w:trPr>
        <w:tc>
          <w:tcPr>
            <w:tcW w:w="8784" w:type="dxa"/>
            <w:gridSpan w:val="2"/>
            <w:hideMark/>
          </w:tcPr>
          <w:p w14:paraId="6E96530A" w14:textId="77777777" w:rsidR="00133E75" w:rsidRPr="00A61D78" w:rsidRDefault="00133E75" w:rsidP="00135D2F">
            <w:pPr>
              <w:rPr>
                <w:rFonts w:ascii="Arial" w:hAnsi="Arial" w:cs="Arial"/>
              </w:rPr>
            </w:pPr>
            <w:r w:rsidRPr="00A61D78">
              <w:rPr>
                <w:rFonts w:ascii="Arial" w:hAnsi="Arial" w:cs="Arial"/>
              </w:rPr>
              <w:t>Bordsteinzange</w:t>
            </w:r>
          </w:p>
        </w:tc>
        <w:tc>
          <w:tcPr>
            <w:tcW w:w="992" w:type="dxa"/>
            <w:hideMark/>
          </w:tcPr>
          <w:p w14:paraId="17FC8F9C" w14:textId="77777777" w:rsidR="00133E75" w:rsidRPr="00A61D78" w:rsidRDefault="00133E75" w:rsidP="00135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1D78"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</w:tbl>
    <w:p w14:paraId="50C82EA9" w14:textId="77777777" w:rsidR="00133E75" w:rsidRDefault="00133E75" w:rsidP="00133E75">
      <w:pPr>
        <w:spacing w:before="60"/>
        <w:jc w:val="both"/>
        <w:rPr>
          <w:rFonts w:ascii="Arial" w:hAnsi="Arial" w:cs="Arial"/>
          <w:i/>
          <w:sz w:val="18"/>
          <w:szCs w:val="18"/>
        </w:rPr>
      </w:pPr>
      <w:r w:rsidRPr="00714254">
        <w:rPr>
          <w:rFonts w:ascii="Arial" w:hAnsi="Arial" w:cs="Arial"/>
          <w:i/>
          <w:sz w:val="18"/>
          <w:szCs w:val="18"/>
        </w:rPr>
        <w:t>*Nachunternehmer</w:t>
      </w:r>
    </w:p>
    <w:p w14:paraId="2AB2F8D1" w14:textId="745748BC" w:rsidR="00133E75" w:rsidRDefault="00133E7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38E4AC2" w14:textId="6CCA6B35" w:rsidR="00133E75" w:rsidRDefault="00847AF5" w:rsidP="00847AF5">
      <w:pPr>
        <w:pStyle w:val="berschrift1"/>
      </w:pPr>
      <w:r>
        <w:t>10.2 Bestätigung Ausstattung</w:t>
      </w:r>
    </w:p>
    <w:p w14:paraId="2F002139" w14:textId="77777777" w:rsidR="00133E75" w:rsidRPr="008A356D" w:rsidRDefault="00133E75" w:rsidP="00133E75">
      <w:pPr>
        <w:rPr>
          <w:rFonts w:ascii="Arial" w:hAnsi="Arial" w:cs="Arial"/>
        </w:rPr>
      </w:pPr>
      <w:r>
        <w:rPr>
          <w:rFonts w:ascii="Arial" w:hAnsi="Arial" w:cs="Arial"/>
        </w:rPr>
        <w:t>Mit der Unterschrift wird bestätigt, dass die Ausstattung gemäß</w:t>
      </w:r>
      <w:r w:rsidRPr="001C28B6">
        <w:rPr>
          <w:rFonts w:ascii="Arial" w:hAnsi="Arial" w:cs="Arial"/>
        </w:rPr>
        <w:t xml:space="preserve"> Tabelle 5 bis 18</w:t>
      </w:r>
      <w:r>
        <w:rPr>
          <w:rFonts w:ascii="Arial" w:hAnsi="Arial" w:cs="Arial"/>
        </w:rPr>
        <w:t xml:space="preserve"> im Unternehmen vorhanden (Kennzeichnung +) oder der Zugriff über einen Vertragspartner oder Nachunternehmer jederzeit gewährleistet ist (Kennzeichnung +*):</w:t>
      </w:r>
      <w:r w:rsidRPr="00CF75DA">
        <w:rPr>
          <w:rFonts w:ascii="Arial" w:hAnsi="Arial" w:cs="Arial"/>
        </w:rPr>
        <w:t xml:space="preserve"> </w:t>
      </w:r>
      <w:r w:rsidRPr="008A356D">
        <w:rPr>
          <w:rFonts w:ascii="Arial" w:hAnsi="Arial" w:cs="Arial"/>
        </w:rPr>
        <w:t>Die Ausstattungselemente nach Tabelle 5 bis 18 sind über die Vorgaben gemäß der jeweils letzten Spalte hinaus nach Art, Anzahl und sonstigem Umfang jeweils so zu wählen/bemessen, dass alle betroffenen Baustellen/Mitarbeiter bedient bzw. berücksichtigt werden und diese Personen wiederum für die Bedienung der jeweiligen Ausstattung geeignet sind.</w:t>
      </w:r>
    </w:p>
    <w:p w14:paraId="3307637F" w14:textId="77777777" w:rsidR="00133E75" w:rsidRDefault="00133E75" w:rsidP="00133E75">
      <w:pPr>
        <w:rPr>
          <w:rFonts w:ascii="Arial" w:hAnsi="Arial" w:cs="Arial"/>
        </w:rPr>
      </w:pPr>
    </w:p>
    <w:p w14:paraId="3D80C62B" w14:textId="77777777" w:rsidR="00133E75" w:rsidRPr="00E42904" w:rsidRDefault="00133E75" w:rsidP="00133E75">
      <w:pPr>
        <w:rPr>
          <w:rFonts w:ascii="Arial" w:hAnsi="Arial" w:cs="Arial"/>
          <w:u w:val="single"/>
        </w:rPr>
      </w:pPr>
      <w:r w:rsidRPr="00E42904">
        <w:rPr>
          <w:rFonts w:ascii="Arial" w:hAnsi="Arial"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0A3EE6"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  <w:u w:val="single"/>
        </w:rPr>
        <w:t xml:space="preserve">     </w:t>
      </w:r>
    </w:p>
    <w:p w14:paraId="103F40F5" w14:textId="77777777" w:rsidR="00133E75" w:rsidRDefault="00133E75" w:rsidP="00133E7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(Ort, Datum)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E53534">
        <w:rPr>
          <w:rFonts w:ascii="Arial" w:hAnsi="Arial" w:cs="Arial"/>
          <w:sz w:val="16"/>
          <w:szCs w:val="16"/>
        </w:rPr>
        <w:t>(rechtsverbindliche Unterschrift und Stempel</w:t>
      </w:r>
      <w:r>
        <w:rPr>
          <w:rFonts w:ascii="Arial" w:hAnsi="Arial" w:cs="Arial"/>
          <w:sz w:val="16"/>
          <w:szCs w:val="16"/>
        </w:rPr>
        <w:t xml:space="preserve"> des (beantragenden) Zertifikat</w:t>
      </w:r>
      <w:r w:rsidRPr="00E53534">
        <w:rPr>
          <w:rFonts w:ascii="Arial" w:hAnsi="Arial" w:cs="Arial"/>
          <w:sz w:val="16"/>
          <w:szCs w:val="16"/>
        </w:rPr>
        <w:t>inhaber)</w:t>
      </w:r>
    </w:p>
    <w:p w14:paraId="06F580C4" w14:textId="77777777" w:rsidR="00484E67" w:rsidRDefault="00484E67" w:rsidP="00133E75">
      <w:pPr>
        <w:rPr>
          <w:rFonts w:ascii="Arial" w:hAnsi="Arial" w:cs="Arial"/>
          <w:sz w:val="16"/>
          <w:szCs w:val="16"/>
        </w:rPr>
      </w:pPr>
    </w:p>
    <w:p w14:paraId="6E17F1FC" w14:textId="77777777" w:rsidR="00484E67" w:rsidRDefault="00484E67" w:rsidP="00133E75">
      <w:pPr>
        <w:rPr>
          <w:rFonts w:ascii="Arial" w:hAnsi="Arial" w:cs="Arial"/>
          <w:sz w:val="16"/>
          <w:szCs w:val="16"/>
        </w:rPr>
      </w:pPr>
    </w:p>
    <w:p w14:paraId="6FC78434" w14:textId="77777777" w:rsidR="00484E67" w:rsidRDefault="00484E67" w:rsidP="00133E75">
      <w:pPr>
        <w:rPr>
          <w:rFonts w:ascii="Arial" w:hAnsi="Arial" w:cs="Arial"/>
          <w:sz w:val="16"/>
          <w:szCs w:val="16"/>
        </w:rPr>
      </w:pPr>
    </w:p>
    <w:p w14:paraId="13F4AC3B" w14:textId="77777777" w:rsidR="00484E67" w:rsidRDefault="00484E67" w:rsidP="00133E75">
      <w:pPr>
        <w:rPr>
          <w:rFonts w:ascii="Arial" w:hAnsi="Arial" w:cs="Arial"/>
          <w:sz w:val="16"/>
          <w:szCs w:val="16"/>
        </w:rPr>
      </w:pPr>
    </w:p>
    <w:p w14:paraId="46B588E5" w14:textId="77777777" w:rsidR="00484E67" w:rsidRDefault="00484E67" w:rsidP="00133E75">
      <w:pPr>
        <w:rPr>
          <w:rFonts w:ascii="Arial" w:hAnsi="Arial" w:cs="Arial"/>
          <w:sz w:val="16"/>
          <w:szCs w:val="16"/>
        </w:rPr>
      </w:pPr>
    </w:p>
    <w:p w14:paraId="7C65D861" w14:textId="77777777" w:rsidR="00484E67" w:rsidRDefault="00484E67" w:rsidP="00133E75">
      <w:pPr>
        <w:rPr>
          <w:rFonts w:ascii="Arial" w:hAnsi="Arial" w:cs="Arial"/>
        </w:rPr>
      </w:pPr>
    </w:p>
    <w:p w14:paraId="65ABA89B" w14:textId="77777777" w:rsidR="00133E75" w:rsidRDefault="00133E75" w:rsidP="00133E75">
      <w:pPr>
        <w:rPr>
          <w:rFonts w:ascii="Arial" w:hAnsi="Arial" w:cs="Arial"/>
        </w:rPr>
      </w:pPr>
    </w:p>
    <w:p w14:paraId="05702598" w14:textId="77777777" w:rsidR="00133E75" w:rsidRPr="006F072E" w:rsidRDefault="00133E75" w:rsidP="00133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 w:rsidRPr="006F072E">
        <w:rPr>
          <w:rFonts w:ascii="Arial" w:hAnsi="Arial" w:cs="Arial"/>
          <w:sz w:val="18"/>
          <w:szCs w:val="18"/>
        </w:rPr>
        <w:t xml:space="preserve">Vom </w:t>
      </w:r>
      <w:r>
        <w:rPr>
          <w:rFonts w:ascii="Arial" w:hAnsi="Arial" w:cs="Arial"/>
          <w:sz w:val="18"/>
          <w:szCs w:val="18"/>
        </w:rPr>
        <w:t>DVGW-</w:t>
      </w:r>
      <w:r w:rsidRPr="006F072E">
        <w:rPr>
          <w:rFonts w:ascii="Arial" w:hAnsi="Arial" w:cs="Arial"/>
          <w:sz w:val="18"/>
          <w:szCs w:val="18"/>
        </w:rPr>
        <w:t>Experten auszufüllen</w:t>
      </w:r>
    </w:p>
    <w:p w14:paraId="3A5EDF2F" w14:textId="77777777" w:rsidR="00133E75" w:rsidRDefault="00133E75" w:rsidP="00133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Pr="006F07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Richtigkeit der oben gemachten Angaben zu Tabelle 5 bis 18 wurde stichprobenartig im Rahmen des Audits überprüft.</w:t>
      </w:r>
    </w:p>
    <w:p w14:paraId="64A4D2EE" w14:textId="77777777" w:rsidR="00133E75" w:rsidRPr="000A3EE6" w:rsidRDefault="00133E75" w:rsidP="00133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="Arial" w:hAnsi="Arial" w:cs="Arial"/>
        </w:rPr>
      </w:pPr>
    </w:p>
    <w:p w14:paraId="223CF1E5" w14:textId="77777777" w:rsidR="00133E75" w:rsidRPr="00E42904" w:rsidRDefault="00133E75" w:rsidP="00133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u w:val="single"/>
        </w:rPr>
      </w:pPr>
      <w:r w:rsidRPr="00E42904">
        <w:rPr>
          <w:rFonts w:ascii="Arial" w:hAnsi="Arial"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42904">
        <w:rPr>
          <w:rFonts w:ascii="Arial" w:hAnsi="Arial" w:cs="Arial"/>
          <w:u w:val="single"/>
        </w:rPr>
        <w:instrText xml:space="preserve"> FORMTEXT </w:instrText>
      </w:r>
      <w:r w:rsidRPr="00E42904">
        <w:rPr>
          <w:rFonts w:ascii="Arial" w:hAnsi="Arial" w:cs="Arial"/>
          <w:u w:val="single"/>
        </w:rPr>
      </w:r>
      <w:r w:rsidRPr="00E42904">
        <w:rPr>
          <w:rFonts w:ascii="Arial" w:hAnsi="Arial" w:cs="Arial"/>
          <w:u w:val="single"/>
        </w:rPr>
        <w:fldChar w:fldCharType="separate"/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noProof/>
          <w:u w:val="single"/>
        </w:rPr>
        <w:t> </w:t>
      </w:r>
      <w:r w:rsidRPr="00E42904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 w:rsidRPr="00E42904">
        <w:rPr>
          <w:rFonts w:ascii="Arial" w:hAnsi="Arial" w:cs="Arial"/>
          <w:u w:val="single"/>
        </w:rPr>
        <w:tab/>
      </w:r>
      <w:r w:rsidRPr="00E42904">
        <w:rPr>
          <w:rFonts w:ascii="Arial" w:hAnsi="Arial" w:cs="Arial"/>
          <w:u w:val="single"/>
        </w:rPr>
        <w:tab/>
      </w:r>
      <w:r w:rsidRPr="000A3EE6"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  <w:u w:val="single"/>
        </w:rPr>
        <w:t xml:space="preserve">     </w:t>
      </w:r>
    </w:p>
    <w:p w14:paraId="17189438" w14:textId="77777777" w:rsidR="00133E75" w:rsidRPr="000A3EE6" w:rsidRDefault="00133E75" w:rsidP="00133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(Ort, Datum)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0A3EE6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Unterschrift DVGW-Experte)</w:t>
      </w:r>
    </w:p>
    <w:p w14:paraId="24FADA66" w14:textId="77777777" w:rsidR="00133E75" w:rsidRPr="00714254" w:rsidRDefault="00133E75" w:rsidP="00133E75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0523048B" w14:textId="46993B6B" w:rsidR="000F61D3" w:rsidRDefault="000F61D3">
      <w:pPr>
        <w:rPr>
          <w:rFonts w:ascii="Arial" w:hAnsi="Arial"/>
          <w:b/>
          <w:sz w:val="22"/>
        </w:rPr>
      </w:pPr>
    </w:p>
    <w:sectPr w:rsidR="000F61D3" w:rsidSect="00212D0F">
      <w:headerReference w:type="default" r:id="rId9"/>
      <w:footerReference w:type="default" r:id="rId10"/>
      <w:pgSz w:w="11906" w:h="16838" w:code="9"/>
      <w:pgMar w:top="1134" w:right="1134" w:bottom="1701" w:left="1134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192A1" w14:textId="77777777" w:rsidR="00087B22" w:rsidRDefault="00087B22">
      <w:r>
        <w:separator/>
      </w:r>
    </w:p>
  </w:endnote>
  <w:endnote w:type="continuationSeparator" w:id="0">
    <w:p w14:paraId="564748EF" w14:textId="77777777" w:rsidR="00087B22" w:rsidRDefault="0008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BE345" w14:textId="6AD97623" w:rsidR="00CC50F1" w:rsidRDefault="00570FE3" w:rsidP="007A5189">
    <w:pPr>
      <w:pStyle w:val="Fuzeile"/>
      <w:tabs>
        <w:tab w:val="clear" w:pos="4536"/>
        <w:tab w:val="clear" w:pos="9072"/>
        <w:tab w:val="left" w:pos="142"/>
      </w:tabs>
      <w:ind w:left="-1134"/>
      <w:jc w:val="center"/>
      <w:rPr>
        <w:sz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DF538A" wp14:editId="644B3841">
              <wp:simplePos x="0" y="0"/>
              <wp:positionH relativeFrom="column">
                <wp:posOffset>-569595</wp:posOffset>
              </wp:positionH>
              <wp:positionV relativeFrom="paragraph">
                <wp:posOffset>-3865245</wp:posOffset>
              </wp:positionV>
              <wp:extent cx="358140" cy="2867660"/>
              <wp:effectExtent l="0" t="0" r="0" b="889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286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B1EB71" w14:textId="6B5E3F3A" w:rsidR="00CC50F1" w:rsidRDefault="00CC50F1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>7</w:t>
                          </w:r>
                          <w:r w:rsidR="00B33FC5">
                            <w:rPr>
                              <w:rFonts w:ascii="Arial" w:hAnsi="Arial" w:cs="Arial"/>
                              <w:sz w:val="14"/>
                            </w:rPr>
                            <w:t>0223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>-0</w:t>
                          </w:r>
                          <w:r w:rsidR="004C6BF2">
                            <w:rPr>
                              <w:rFonts w:ascii="Arial" w:hAnsi="Arial" w:cs="Arial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>-</w:t>
                          </w:r>
                          <w:r w:rsidR="004C6BF2">
                            <w:rPr>
                              <w:rFonts w:ascii="Arial" w:hAnsi="Arial" w:cs="Arial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>-DE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F53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4.85pt;margin-top:-304.35pt;width:28.2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" filled="f" stroked="f">
              <v:textbox style="layout-flow:vertical;mso-layout-flow-alt:bottom-to-top">
                <w:txbxContent>
                  <w:p w14:paraId="2CB1EB71" w14:textId="6B5E3F3A" w:rsidR="00CC50F1" w:rsidRDefault="00CC50F1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</w:rPr>
                      <w:t>7</w:t>
                    </w:r>
                    <w:r w:rsidR="00B33FC5">
                      <w:rPr>
                        <w:rFonts w:ascii="Arial" w:hAnsi="Arial" w:cs="Arial"/>
                        <w:sz w:val="14"/>
                      </w:rPr>
                      <w:t>0223</w:t>
                    </w:r>
                    <w:r>
                      <w:rPr>
                        <w:rFonts w:ascii="Arial" w:hAnsi="Arial" w:cs="Arial"/>
                        <w:sz w:val="14"/>
                      </w:rPr>
                      <w:t>-0</w:t>
                    </w:r>
                    <w:r w:rsidR="004C6BF2">
                      <w:rPr>
                        <w:rFonts w:ascii="Arial" w:hAnsi="Arial" w:cs="Arial"/>
                        <w:sz w:val="14"/>
                      </w:rPr>
                      <w:t>5</w:t>
                    </w:r>
                    <w:r>
                      <w:rPr>
                        <w:rFonts w:ascii="Arial" w:hAnsi="Arial" w:cs="Arial"/>
                        <w:sz w:val="14"/>
                      </w:rPr>
                      <w:t>-</w:t>
                    </w:r>
                    <w:r w:rsidR="004C6BF2">
                      <w:rPr>
                        <w:rFonts w:ascii="Arial" w:hAnsi="Arial" w:cs="Arial"/>
                        <w:sz w:val="14"/>
                      </w:rPr>
                      <w:t>L</w:t>
                    </w:r>
                    <w:r>
                      <w:rPr>
                        <w:rFonts w:ascii="Arial" w:hAnsi="Arial" w:cs="Arial"/>
                        <w:sz w:val="14"/>
                      </w:rPr>
                      <w:t>-DE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C661A0D" wp14:editId="5623A1E9">
              <wp:simplePos x="0" y="0"/>
              <wp:positionH relativeFrom="page">
                <wp:posOffset>537845</wp:posOffset>
              </wp:positionH>
              <wp:positionV relativeFrom="page">
                <wp:posOffset>9827895</wp:posOffset>
              </wp:positionV>
              <wp:extent cx="6685200" cy="553865"/>
              <wp:effectExtent l="0" t="0" r="8255" b="5080"/>
              <wp:wrapNone/>
              <wp:docPr id="7353752" name="txbxGridFusszei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85200" cy="553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lenraster"/>
                            <w:tblW w:w="1034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694"/>
                            <w:gridCol w:w="2693"/>
                            <w:gridCol w:w="2977"/>
                            <w:gridCol w:w="1984"/>
                          </w:tblGrid>
                          <w:tr w:rsidR="00570FE3" w:rsidRPr="00CC6856" w14:paraId="7A506A17" w14:textId="77777777" w:rsidTr="0096318C">
                            <w:trPr>
                              <w:trHeight w:val="212"/>
                            </w:trPr>
                            <w:tc>
                              <w:tcPr>
                                <w:tcW w:w="2694" w:type="dxa"/>
                                <w:noWrap/>
                              </w:tcPr>
                              <w:p w14:paraId="03EBA037" w14:textId="77777777" w:rsidR="00570FE3" w:rsidRPr="0070374D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DVGW CERT GmbH</w:t>
                                </w:r>
                              </w:p>
                            </w:tc>
                            <w:tc>
                              <w:tcPr>
                                <w:tcW w:w="2693" w:type="dxa"/>
                                <w:noWrap/>
                              </w:tcPr>
                              <w:p w14:paraId="016E18BA" w14:textId="77777777" w:rsidR="00570FE3" w:rsidRPr="0070374D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Tel. +49 228 9188-888</w:t>
                                </w:r>
                              </w:p>
                            </w:tc>
                            <w:tc>
                              <w:tcPr>
                                <w:tcW w:w="2977" w:type="dxa"/>
                                <w:noWrap/>
                              </w:tcPr>
                              <w:p w14:paraId="77B75AA1" w14:textId="77777777" w:rsidR="00570FE3" w:rsidRPr="00CC6856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5"/>
                                    <w:szCs w:val="15"/>
                                  </w:rPr>
                                  <w:t>Amtsgericht Bonn</w:t>
                                </w:r>
                              </w:p>
                            </w:tc>
                            <w:tc>
                              <w:tcPr>
                                <w:tcW w:w="1984" w:type="dxa"/>
                                <w:noWrap/>
                              </w:tcPr>
                              <w:p w14:paraId="501CC222" w14:textId="77777777" w:rsidR="00570FE3" w:rsidRPr="00A62539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A62539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 xml:space="preserve">Commerzbank Bonn </w:t>
                                </w:r>
                              </w:p>
                            </w:tc>
                          </w:tr>
                          <w:tr w:rsidR="00570FE3" w:rsidRPr="00CC6856" w14:paraId="2D41D349" w14:textId="77777777" w:rsidTr="0096318C">
                            <w:trPr>
                              <w:trHeight w:val="216"/>
                            </w:trPr>
                            <w:tc>
                              <w:tcPr>
                                <w:tcW w:w="2694" w:type="dxa"/>
                                <w:noWrap/>
                              </w:tcPr>
                              <w:p w14:paraId="7A02E917" w14:textId="77777777" w:rsidR="00570FE3" w:rsidRPr="0070374D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Josef-Wirmer-Str. 1-3</w:t>
                                </w:r>
                              </w:p>
                            </w:tc>
                            <w:tc>
                              <w:tcPr>
                                <w:tcW w:w="2693" w:type="dxa"/>
                                <w:noWrap/>
                              </w:tcPr>
                              <w:p w14:paraId="5CB5178E" w14:textId="77777777" w:rsidR="00570FE3" w:rsidRPr="0070374D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Fax +49 228 9188-993</w:t>
                                </w:r>
                              </w:p>
                            </w:tc>
                            <w:tc>
                              <w:tcPr>
                                <w:tcW w:w="2977" w:type="dxa"/>
                                <w:noWrap/>
                              </w:tcPr>
                              <w:p w14:paraId="2A559AB3" w14:textId="77777777" w:rsidR="00570FE3" w:rsidRPr="00CC6856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5"/>
                                    <w:szCs w:val="15"/>
                                  </w:rPr>
                                  <w:t>HRB 15259</w:t>
                                </w:r>
                              </w:p>
                            </w:tc>
                            <w:tc>
                              <w:tcPr>
                                <w:tcW w:w="1984" w:type="dxa"/>
                                <w:noWrap/>
                              </w:tcPr>
                              <w:p w14:paraId="311C7F06" w14:textId="77777777" w:rsidR="00570FE3" w:rsidRPr="00A62539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A62539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IBAN: DE56 3804 0007 0117 7880 00</w:t>
                                </w:r>
                              </w:p>
                            </w:tc>
                          </w:tr>
                          <w:tr w:rsidR="00570FE3" w:rsidRPr="00CC6856" w14:paraId="5495EA48" w14:textId="77777777" w:rsidTr="0096318C">
                            <w:trPr>
                              <w:trHeight w:val="212"/>
                            </w:trPr>
                            <w:tc>
                              <w:tcPr>
                                <w:tcW w:w="2694" w:type="dxa"/>
                                <w:noWrap/>
                              </w:tcPr>
                              <w:p w14:paraId="515363A5" w14:textId="77777777" w:rsidR="00570FE3" w:rsidRPr="0070374D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53123 Bonn</w:t>
                                </w:r>
                              </w:p>
                            </w:tc>
                            <w:tc>
                              <w:tcPr>
                                <w:tcW w:w="2693" w:type="dxa"/>
                                <w:noWrap/>
                              </w:tcPr>
                              <w:p w14:paraId="07229FC4" w14:textId="77777777" w:rsidR="00570FE3" w:rsidRPr="0070374D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info@dvgw-cert.com</w:t>
                                </w:r>
                              </w:p>
                            </w:tc>
                            <w:tc>
                              <w:tcPr>
                                <w:tcW w:w="2977" w:type="dxa"/>
                                <w:noWrap/>
                              </w:tcPr>
                              <w:p w14:paraId="5657C81E" w14:textId="77777777" w:rsidR="00570FE3" w:rsidRPr="00CC6856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5"/>
                                    <w:szCs w:val="15"/>
                                  </w:rPr>
                                  <w:t>Geschäftsführerin</w:t>
                                </w:r>
                                <w:r>
                                  <w:rPr>
                                    <w:rFonts w:ascii="Arial Narrow" w:hAnsi="Arial Narrow"/>
                                    <w:sz w:val="15"/>
                                    <w:szCs w:val="15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84" w:type="dxa"/>
                                <w:noWrap/>
                              </w:tcPr>
                              <w:p w14:paraId="00A4FD4C" w14:textId="77777777" w:rsidR="00570FE3" w:rsidRPr="00A62539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A62539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BIC: COBADEFFXXX</w:t>
                                </w:r>
                              </w:p>
                            </w:tc>
                          </w:tr>
                          <w:tr w:rsidR="00570FE3" w:rsidRPr="00CC6856" w14:paraId="259C129F" w14:textId="77777777" w:rsidTr="0096318C">
                            <w:trPr>
                              <w:trHeight w:val="222"/>
                            </w:trPr>
                            <w:tc>
                              <w:tcPr>
                                <w:tcW w:w="2694" w:type="dxa"/>
                                <w:noWrap/>
                              </w:tcPr>
                              <w:p w14:paraId="1649A34D" w14:textId="77777777" w:rsidR="00570FE3" w:rsidRPr="0070374D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Deutschland</w:t>
                                </w:r>
                              </w:p>
                            </w:tc>
                            <w:tc>
                              <w:tcPr>
                                <w:tcW w:w="2693" w:type="dxa"/>
                                <w:noWrap/>
                              </w:tcPr>
                              <w:p w14:paraId="220A896E" w14:textId="77777777" w:rsidR="00570FE3" w:rsidRPr="0070374D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www.dvgw-cert.com</w:t>
                                </w:r>
                              </w:p>
                            </w:tc>
                            <w:tc>
                              <w:tcPr>
                                <w:tcW w:w="2977" w:type="dxa"/>
                                <w:noWrap/>
                              </w:tcPr>
                              <w:p w14:paraId="09470D3E" w14:textId="77777777" w:rsidR="00570FE3" w:rsidRPr="00CC6856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r w:rsidRPr="0070374D">
                                  <w:rPr>
                                    <w:rFonts w:ascii="Arial Narrow" w:hAnsi="Arial Narrow"/>
                                    <w:sz w:val="15"/>
                                    <w:szCs w:val="15"/>
                                  </w:rPr>
                                  <w:t>Dipl.-Ing. Gabriele Schmidt</w:t>
                                </w:r>
                              </w:p>
                            </w:tc>
                            <w:tc>
                              <w:tcPr>
                                <w:tcW w:w="1984" w:type="dxa"/>
                                <w:noWrap/>
                              </w:tcPr>
                              <w:p w14:paraId="05D3B38E" w14:textId="77777777" w:rsidR="00570FE3" w:rsidRPr="00A62539" w:rsidRDefault="00570FE3" w:rsidP="00A62539">
                                <w:pPr>
                                  <w:pStyle w:val="Fuzeile"/>
                                  <w:spacing w:line="200" w:lineRule="exact"/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 w:rsidRPr="00A62539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USt-IdNr</w:t>
                                </w:r>
                                <w:proofErr w:type="spellEnd"/>
                                <w:r w:rsidRPr="00A62539">
                                  <w:rPr>
                                    <w:rFonts w:ascii="Arial Narrow" w:hAnsi="Arial Narrow"/>
                                    <w:sz w:val="14"/>
                                    <w:szCs w:val="14"/>
                                  </w:rPr>
                                  <w:t>.: DE254478164</w:t>
                                </w:r>
                              </w:p>
                            </w:tc>
                          </w:tr>
                        </w:tbl>
                        <w:p w14:paraId="6F8334E7" w14:textId="77777777" w:rsidR="00570FE3" w:rsidRPr="00CC6856" w:rsidRDefault="00570FE3" w:rsidP="00570FE3">
                          <w:pPr>
                            <w:spacing w:line="200" w:lineRule="exact"/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61A0D" id="txbxGridFusszeile" o:spid="_x0000_s1027" type="#_x0000_t202" style="position:absolute;left:0;text-align:left;margin-left:42.35pt;margin-top:773.85pt;width:526.4pt;height:43.6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" filled="f" stroked="f" strokeweight=".5pt">
              <v:textbox inset="0,0,0,0">
                <w:txbxContent>
                  <w:tbl>
                    <w:tblPr>
                      <w:tblStyle w:val="Tabellenraster"/>
                      <w:tblW w:w="1034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694"/>
                      <w:gridCol w:w="2693"/>
                      <w:gridCol w:w="2977"/>
                      <w:gridCol w:w="1984"/>
                    </w:tblGrid>
                    <w:tr w:rsidR="00570FE3" w:rsidRPr="00CC6856" w14:paraId="7A506A17" w14:textId="77777777" w:rsidTr="0096318C">
                      <w:trPr>
                        <w:trHeight w:val="212"/>
                      </w:trPr>
                      <w:tc>
                        <w:tcPr>
                          <w:tcW w:w="2694" w:type="dxa"/>
                          <w:noWrap/>
                        </w:tcPr>
                        <w:p w14:paraId="03EBA037" w14:textId="77777777" w:rsidR="00570FE3" w:rsidRPr="0070374D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DVGW CERT GmbH</w:t>
                          </w:r>
                        </w:p>
                      </w:tc>
                      <w:tc>
                        <w:tcPr>
                          <w:tcW w:w="2693" w:type="dxa"/>
                          <w:noWrap/>
                        </w:tcPr>
                        <w:p w14:paraId="016E18BA" w14:textId="77777777" w:rsidR="00570FE3" w:rsidRPr="0070374D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Tel. +49 228 9188-888</w:t>
                          </w:r>
                        </w:p>
                      </w:tc>
                      <w:tc>
                        <w:tcPr>
                          <w:tcW w:w="2977" w:type="dxa"/>
                          <w:noWrap/>
                        </w:tcPr>
                        <w:p w14:paraId="77B75AA1" w14:textId="77777777" w:rsidR="00570FE3" w:rsidRPr="00CC6856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5"/>
                              <w:szCs w:val="15"/>
                            </w:rPr>
                            <w:t>Amtsgericht Bonn</w:t>
                          </w:r>
                        </w:p>
                      </w:tc>
                      <w:tc>
                        <w:tcPr>
                          <w:tcW w:w="1984" w:type="dxa"/>
                          <w:noWrap/>
                        </w:tcPr>
                        <w:p w14:paraId="501CC222" w14:textId="77777777" w:rsidR="00570FE3" w:rsidRPr="00A62539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A62539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 xml:space="preserve">Commerzbank Bonn </w:t>
                          </w:r>
                        </w:p>
                      </w:tc>
                    </w:tr>
                    <w:tr w:rsidR="00570FE3" w:rsidRPr="00CC6856" w14:paraId="2D41D349" w14:textId="77777777" w:rsidTr="0096318C">
                      <w:trPr>
                        <w:trHeight w:val="216"/>
                      </w:trPr>
                      <w:tc>
                        <w:tcPr>
                          <w:tcW w:w="2694" w:type="dxa"/>
                          <w:noWrap/>
                        </w:tcPr>
                        <w:p w14:paraId="7A02E917" w14:textId="77777777" w:rsidR="00570FE3" w:rsidRPr="0070374D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Josef-Wirmer-Str. 1-3</w:t>
                          </w:r>
                        </w:p>
                      </w:tc>
                      <w:tc>
                        <w:tcPr>
                          <w:tcW w:w="2693" w:type="dxa"/>
                          <w:noWrap/>
                        </w:tcPr>
                        <w:p w14:paraId="5CB5178E" w14:textId="77777777" w:rsidR="00570FE3" w:rsidRPr="0070374D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Fax +49 228 9188-993</w:t>
                          </w:r>
                        </w:p>
                      </w:tc>
                      <w:tc>
                        <w:tcPr>
                          <w:tcW w:w="2977" w:type="dxa"/>
                          <w:noWrap/>
                        </w:tcPr>
                        <w:p w14:paraId="2A559AB3" w14:textId="77777777" w:rsidR="00570FE3" w:rsidRPr="00CC6856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5"/>
                              <w:szCs w:val="15"/>
                            </w:rPr>
                            <w:t>HRB 15259</w:t>
                          </w:r>
                        </w:p>
                      </w:tc>
                      <w:tc>
                        <w:tcPr>
                          <w:tcW w:w="1984" w:type="dxa"/>
                          <w:noWrap/>
                        </w:tcPr>
                        <w:p w14:paraId="311C7F06" w14:textId="77777777" w:rsidR="00570FE3" w:rsidRPr="00A62539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A62539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IBAN: DE56 3804 0007 0117 7880 00</w:t>
                          </w:r>
                        </w:p>
                      </w:tc>
                    </w:tr>
                    <w:tr w:rsidR="00570FE3" w:rsidRPr="00CC6856" w14:paraId="5495EA48" w14:textId="77777777" w:rsidTr="0096318C">
                      <w:trPr>
                        <w:trHeight w:val="212"/>
                      </w:trPr>
                      <w:tc>
                        <w:tcPr>
                          <w:tcW w:w="2694" w:type="dxa"/>
                          <w:noWrap/>
                        </w:tcPr>
                        <w:p w14:paraId="515363A5" w14:textId="77777777" w:rsidR="00570FE3" w:rsidRPr="0070374D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53123 Bonn</w:t>
                          </w:r>
                        </w:p>
                      </w:tc>
                      <w:tc>
                        <w:tcPr>
                          <w:tcW w:w="2693" w:type="dxa"/>
                          <w:noWrap/>
                        </w:tcPr>
                        <w:p w14:paraId="07229FC4" w14:textId="77777777" w:rsidR="00570FE3" w:rsidRPr="0070374D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info@dvgw-cert.com</w:t>
                          </w:r>
                        </w:p>
                      </w:tc>
                      <w:tc>
                        <w:tcPr>
                          <w:tcW w:w="2977" w:type="dxa"/>
                          <w:noWrap/>
                        </w:tcPr>
                        <w:p w14:paraId="5657C81E" w14:textId="77777777" w:rsidR="00570FE3" w:rsidRPr="00CC6856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5"/>
                              <w:szCs w:val="15"/>
                            </w:rPr>
                            <w:t>Geschäftsführerin</w:t>
                          </w:r>
                          <w:r>
                            <w:rPr>
                              <w:rFonts w:ascii="Arial Narrow" w:hAnsi="Arial Narrow"/>
                              <w:sz w:val="15"/>
                              <w:szCs w:val="15"/>
                            </w:rPr>
                            <w:t>:</w:t>
                          </w:r>
                        </w:p>
                      </w:tc>
                      <w:tc>
                        <w:tcPr>
                          <w:tcW w:w="1984" w:type="dxa"/>
                          <w:noWrap/>
                        </w:tcPr>
                        <w:p w14:paraId="00A4FD4C" w14:textId="77777777" w:rsidR="00570FE3" w:rsidRPr="00A62539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A62539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BIC: COBADEFFXXX</w:t>
                          </w:r>
                        </w:p>
                      </w:tc>
                    </w:tr>
                    <w:tr w:rsidR="00570FE3" w:rsidRPr="00CC6856" w14:paraId="259C129F" w14:textId="77777777" w:rsidTr="0096318C">
                      <w:trPr>
                        <w:trHeight w:val="222"/>
                      </w:trPr>
                      <w:tc>
                        <w:tcPr>
                          <w:tcW w:w="2694" w:type="dxa"/>
                          <w:noWrap/>
                        </w:tcPr>
                        <w:p w14:paraId="1649A34D" w14:textId="77777777" w:rsidR="00570FE3" w:rsidRPr="0070374D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Deutschland</w:t>
                          </w:r>
                        </w:p>
                      </w:tc>
                      <w:tc>
                        <w:tcPr>
                          <w:tcW w:w="2693" w:type="dxa"/>
                          <w:noWrap/>
                        </w:tcPr>
                        <w:p w14:paraId="220A896E" w14:textId="77777777" w:rsidR="00570FE3" w:rsidRPr="0070374D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www.dvgw-cert.com</w:t>
                          </w:r>
                        </w:p>
                      </w:tc>
                      <w:tc>
                        <w:tcPr>
                          <w:tcW w:w="2977" w:type="dxa"/>
                          <w:noWrap/>
                        </w:tcPr>
                        <w:p w14:paraId="09470D3E" w14:textId="77777777" w:rsidR="00570FE3" w:rsidRPr="00CC6856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70374D">
                            <w:rPr>
                              <w:rFonts w:ascii="Arial Narrow" w:hAnsi="Arial Narrow"/>
                              <w:sz w:val="15"/>
                              <w:szCs w:val="15"/>
                            </w:rPr>
                            <w:t>Dipl.-Ing. Gabriele Schmidt</w:t>
                          </w:r>
                        </w:p>
                      </w:tc>
                      <w:tc>
                        <w:tcPr>
                          <w:tcW w:w="1984" w:type="dxa"/>
                          <w:noWrap/>
                        </w:tcPr>
                        <w:p w14:paraId="05D3B38E" w14:textId="77777777" w:rsidR="00570FE3" w:rsidRPr="00A62539" w:rsidRDefault="00570FE3" w:rsidP="00A62539">
                          <w:pPr>
                            <w:pStyle w:val="Fuzeile"/>
                            <w:spacing w:line="200" w:lineRule="exact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A62539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USt-IdNr</w:t>
                          </w:r>
                          <w:proofErr w:type="spellEnd"/>
                          <w:r w:rsidRPr="00A62539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.: DE254478164</w:t>
                          </w:r>
                        </w:p>
                      </w:tc>
                    </w:tr>
                  </w:tbl>
                  <w:p w14:paraId="6F8334E7" w14:textId="77777777" w:rsidR="00570FE3" w:rsidRPr="00CC6856" w:rsidRDefault="00570FE3" w:rsidP="00570FE3">
                    <w:pPr>
                      <w:spacing w:line="200" w:lineRule="exact"/>
                      <w:rPr>
                        <w:rFonts w:ascii="Arial Narrow" w:hAnsi="Arial Narrow"/>
                        <w:sz w:val="12"/>
                        <w:szCs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0C387" w14:textId="77777777" w:rsidR="00087B22" w:rsidRDefault="00087B22">
      <w:r>
        <w:separator/>
      </w:r>
    </w:p>
  </w:footnote>
  <w:footnote w:type="continuationSeparator" w:id="0">
    <w:p w14:paraId="30691902" w14:textId="77777777" w:rsidR="00087B22" w:rsidRDefault="0008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54014" w14:textId="77777777" w:rsidR="00CC50F1" w:rsidRDefault="00CC50F1">
    <w:pPr>
      <w:pStyle w:val="Kopfzeile"/>
      <w:rPr>
        <w:sz w:val="8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10"/>
      <w:gridCol w:w="1958"/>
      <w:gridCol w:w="1270"/>
    </w:tblGrid>
    <w:tr w:rsidR="00CC50F1" w14:paraId="64737341" w14:textId="77777777">
      <w:trPr>
        <w:cantSplit/>
      </w:trPr>
      <w:tc>
        <w:tcPr>
          <w:tcW w:w="6462" w:type="dxa"/>
        </w:tcPr>
        <w:p w14:paraId="3D3812D0" w14:textId="77777777" w:rsidR="00CC50F1" w:rsidRDefault="00CC50F1">
          <w:pPr>
            <w:pStyle w:val="Kopfzeile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3247" w:type="dxa"/>
          <w:gridSpan w:val="2"/>
        </w:tcPr>
        <w:p w14:paraId="2B367D58" w14:textId="77777777" w:rsidR="00CC50F1" w:rsidRDefault="00CC50F1">
          <w:pPr>
            <w:pStyle w:val="Kopfzeile"/>
            <w:jc w:val="right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noProof/>
              <w:sz w:val="14"/>
            </w:rPr>
            <w:drawing>
              <wp:inline distT="0" distB="0" distL="0" distR="0" wp14:anchorId="75DF1CA8" wp14:editId="046E52E0">
                <wp:extent cx="525061" cy="611505"/>
                <wp:effectExtent l="0" t="0" r="8890" b="0"/>
                <wp:docPr id="1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Bild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061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C50F1" w14:paraId="668712DC" w14:textId="77777777">
      <w:trPr>
        <w:cantSplit/>
        <w:trHeight w:val="314"/>
      </w:trPr>
      <w:tc>
        <w:tcPr>
          <w:tcW w:w="8434" w:type="dxa"/>
          <w:gridSpan w:val="2"/>
        </w:tcPr>
        <w:p w14:paraId="3C198018" w14:textId="77777777" w:rsidR="00CC50F1" w:rsidRDefault="00CC50F1">
          <w:pPr>
            <w:pStyle w:val="Kopfzeile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1275" w:type="dxa"/>
          <w:vAlign w:val="bottom"/>
        </w:tcPr>
        <w:p w14:paraId="3953FFBF" w14:textId="5F3822F3" w:rsidR="00CC50F1" w:rsidRDefault="00CC50F1" w:rsidP="009C0489">
          <w:pPr>
            <w:pStyle w:val="Kopfzeile"/>
            <w:ind w:left="71"/>
            <w:jc w:val="center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 xml:space="preserve">Seite </w:t>
          </w:r>
          <w:r>
            <w:rPr>
              <w:rFonts w:ascii="Arial" w:hAnsi="Arial" w:cs="Arial"/>
              <w:sz w:val="14"/>
            </w:rPr>
            <w:fldChar w:fldCharType="begin"/>
          </w:r>
          <w:r>
            <w:rPr>
              <w:rFonts w:ascii="Arial" w:hAnsi="Arial" w:cs="Arial"/>
              <w:sz w:val="14"/>
            </w:rPr>
            <w:instrText xml:space="preserve"> PAGE </w:instrText>
          </w:r>
          <w:r>
            <w:rPr>
              <w:rFonts w:ascii="Arial" w:hAnsi="Arial" w:cs="Arial"/>
              <w:sz w:val="14"/>
            </w:rPr>
            <w:fldChar w:fldCharType="separate"/>
          </w:r>
          <w:r>
            <w:rPr>
              <w:rFonts w:ascii="Arial" w:hAnsi="Arial" w:cs="Arial"/>
              <w:noProof/>
              <w:sz w:val="14"/>
            </w:rPr>
            <w:t>2</w:t>
          </w:r>
          <w:r>
            <w:rPr>
              <w:rFonts w:ascii="Arial" w:hAnsi="Arial" w:cs="Arial"/>
              <w:sz w:val="14"/>
            </w:rPr>
            <w:fldChar w:fldCharType="end"/>
          </w:r>
          <w:r>
            <w:rPr>
              <w:rFonts w:ascii="Arial" w:hAnsi="Arial" w:cs="Arial"/>
              <w:sz w:val="14"/>
            </w:rPr>
            <w:t xml:space="preserve"> von 10</w:t>
          </w:r>
        </w:p>
      </w:tc>
    </w:tr>
  </w:tbl>
  <w:p w14:paraId="66EB5EE8" w14:textId="731795C4" w:rsidR="00CC50F1" w:rsidRDefault="00CC50F1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3FC"/>
    <w:multiLevelType w:val="hybridMultilevel"/>
    <w:tmpl w:val="145EC024"/>
    <w:lvl w:ilvl="0" w:tplc="393E7B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E1C6C"/>
    <w:multiLevelType w:val="hybridMultilevel"/>
    <w:tmpl w:val="0A5821C0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52C323E"/>
    <w:multiLevelType w:val="hybridMultilevel"/>
    <w:tmpl w:val="673019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68E5"/>
    <w:multiLevelType w:val="hybridMultilevel"/>
    <w:tmpl w:val="C6AEB36E"/>
    <w:lvl w:ilvl="0" w:tplc="25CA356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F78A6"/>
    <w:multiLevelType w:val="hybridMultilevel"/>
    <w:tmpl w:val="FAF67042"/>
    <w:lvl w:ilvl="0" w:tplc="28E66AC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20956"/>
    <w:multiLevelType w:val="hybridMultilevel"/>
    <w:tmpl w:val="3F2E14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930C15"/>
    <w:multiLevelType w:val="hybridMultilevel"/>
    <w:tmpl w:val="690683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420F9"/>
    <w:multiLevelType w:val="hybridMultilevel"/>
    <w:tmpl w:val="9B6E4F5C"/>
    <w:lvl w:ilvl="0" w:tplc="0407000B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63C53"/>
    <w:multiLevelType w:val="hybridMultilevel"/>
    <w:tmpl w:val="A4D04A2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4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C8E2810"/>
    <w:multiLevelType w:val="hybridMultilevel"/>
    <w:tmpl w:val="20B4EE0A"/>
    <w:lvl w:ilvl="0" w:tplc="4C6EAB9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20672A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20" w15:restartNumberingAfterBreak="0">
    <w:nsid w:val="538D0DF7"/>
    <w:multiLevelType w:val="hybridMultilevel"/>
    <w:tmpl w:val="DA3CA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161F6"/>
    <w:multiLevelType w:val="hybridMultilevel"/>
    <w:tmpl w:val="AD566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DF396B"/>
    <w:multiLevelType w:val="hybridMultilevel"/>
    <w:tmpl w:val="7C4AB7FC"/>
    <w:lvl w:ilvl="0" w:tplc="EF1CBD30">
      <w:start w:val="4"/>
      <w:numFmt w:val="bullet"/>
      <w:lvlText w:val="-"/>
      <w:lvlJc w:val="left"/>
      <w:pPr>
        <w:ind w:left="1215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B685C"/>
    <w:multiLevelType w:val="hybridMultilevel"/>
    <w:tmpl w:val="A51EF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B3F2B"/>
    <w:multiLevelType w:val="hybridMultilevel"/>
    <w:tmpl w:val="FAF67042"/>
    <w:lvl w:ilvl="0" w:tplc="28E66AC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79325EC"/>
    <w:multiLevelType w:val="hybridMultilevel"/>
    <w:tmpl w:val="1C6A8C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548879">
    <w:abstractNumId w:val="13"/>
  </w:num>
  <w:num w:numId="2" w16cid:durableId="1775786817">
    <w:abstractNumId w:val="19"/>
  </w:num>
  <w:num w:numId="3" w16cid:durableId="1139960650">
    <w:abstractNumId w:val="10"/>
  </w:num>
  <w:num w:numId="4" w16cid:durableId="368535853">
    <w:abstractNumId w:val="24"/>
  </w:num>
  <w:num w:numId="5" w16cid:durableId="1332177331">
    <w:abstractNumId w:val="12"/>
  </w:num>
  <w:num w:numId="6" w16cid:durableId="2109345957">
    <w:abstractNumId w:val="17"/>
  </w:num>
  <w:num w:numId="7" w16cid:durableId="1589802799">
    <w:abstractNumId w:val="29"/>
  </w:num>
  <w:num w:numId="8" w16cid:durableId="1483542188">
    <w:abstractNumId w:val="15"/>
  </w:num>
  <w:num w:numId="9" w16cid:durableId="1916549266">
    <w:abstractNumId w:val="3"/>
  </w:num>
  <w:num w:numId="10" w16cid:durableId="549727683">
    <w:abstractNumId w:val="27"/>
  </w:num>
  <w:num w:numId="11" w16cid:durableId="84110522">
    <w:abstractNumId w:val="11"/>
  </w:num>
  <w:num w:numId="12" w16cid:durableId="1587570891">
    <w:abstractNumId w:val="22"/>
  </w:num>
  <w:num w:numId="13" w16cid:durableId="1638603348">
    <w:abstractNumId w:val="21"/>
  </w:num>
  <w:num w:numId="14" w16cid:durableId="401946135">
    <w:abstractNumId w:val="0"/>
  </w:num>
  <w:num w:numId="15" w16cid:durableId="1611816103">
    <w:abstractNumId w:val="14"/>
  </w:num>
  <w:num w:numId="16" w16cid:durableId="732394243">
    <w:abstractNumId w:val="25"/>
  </w:num>
  <w:num w:numId="17" w16cid:durableId="325255193">
    <w:abstractNumId w:val="5"/>
  </w:num>
  <w:num w:numId="18" w16cid:durableId="1910726124">
    <w:abstractNumId w:val="6"/>
  </w:num>
  <w:num w:numId="19" w16cid:durableId="883521233">
    <w:abstractNumId w:val="23"/>
  </w:num>
  <w:num w:numId="20" w16cid:durableId="1036388979">
    <w:abstractNumId w:val="1"/>
  </w:num>
  <w:num w:numId="21" w16cid:durableId="358169033">
    <w:abstractNumId w:val="4"/>
  </w:num>
  <w:num w:numId="22" w16cid:durableId="1396705087">
    <w:abstractNumId w:val="26"/>
  </w:num>
  <w:num w:numId="23" w16cid:durableId="2059082727">
    <w:abstractNumId w:val="8"/>
  </w:num>
  <w:num w:numId="24" w16cid:durableId="916093708">
    <w:abstractNumId w:val="28"/>
  </w:num>
  <w:num w:numId="25" w16cid:durableId="1813282521">
    <w:abstractNumId w:val="7"/>
  </w:num>
  <w:num w:numId="26" w16cid:durableId="808480012">
    <w:abstractNumId w:val="16"/>
  </w:num>
  <w:num w:numId="27" w16cid:durableId="565772699">
    <w:abstractNumId w:val="20"/>
  </w:num>
  <w:num w:numId="28" w16cid:durableId="1505820826">
    <w:abstractNumId w:val="2"/>
  </w:num>
  <w:num w:numId="29" w16cid:durableId="1947074786">
    <w:abstractNumId w:val="30"/>
  </w:num>
  <w:num w:numId="30" w16cid:durableId="5708187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VvRQs85vRRsEwyd5jvHXoNbqyvvWkWaw+D/ueRa2O8xn2enQsa3CE6YbRDmCNKHHeA5QGs00G6YDlaFXS1Hkw==" w:salt="u24RRzAAZA75sfGaorncx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C88"/>
    <w:rsid w:val="000004CD"/>
    <w:rsid w:val="00000E09"/>
    <w:rsid w:val="000114F8"/>
    <w:rsid w:val="0001224A"/>
    <w:rsid w:val="000122A2"/>
    <w:rsid w:val="0001293F"/>
    <w:rsid w:val="0001434C"/>
    <w:rsid w:val="00031945"/>
    <w:rsid w:val="00046553"/>
    <w:rsid w:val="00064AFB"/>
    <w:rsid w:val="00071ABC"/>
    <w:rsid w:val="000738E8"/>
    <w:rsid w:val="00073E4A"/>
    <w:rsid w:val="00087B22"/>
    <w:rsid w:val="00087C88"/>
    <w:rsid w:val="00090708"/>
    <w:rsid w:val="00092260"/>
    <w:rsid w:val="000A187E"/>
    <w:rsid w:val="000B063B"/>
    <w:rsid w:val="000B53DA"/>
    <w:rsid w:val="000C6ABE"/>
    <w:rsid w:val="000C7912"/>
    <w:rsid w:val="000D2527"/>
    <w:rsid w:val="000D354D"/>
    <w:rsid w:val="000E4A29"/>
    <w:rsid w:val="000F18AB"/>
    <w:rsid w:val="000F2B79"/>
    <w:rsid w:val="000F3BEB"/>
    <w:rsid w:val="000F61D3"/>
    <w:rsid w:val="00105C9A"/>
    <w:rsid w:val="00110A7E"/>
    <w:rsid w:val="001214C4"/>
    <w:rsid w:val="00132131"/>
    <w:rsid w:val="00133E75"/>
    <w:rsid w:val="00135802"/>
    <w:rsid w:val="00141E33"/>
    <w:rsid w:val="00146F32"/>
    <w:rsid w:val="001513E8"/>
    <w:rsid w:val="00157F4D"/>
    <w:rsid w:val="00160373"/>
    <w:rsid w:val="001633F1"/>
    <w:rsid w:val="00172466"/>
    <w:rsid w:val="00174A47"/>
    <w:rsid w:val="001752BA"/>
    <w:rsid w:val="00191531"/>
    <w:rsid w:val="001942D8"/>
    <w:rsid w:val="001950CE"/>
    <w:rsid w:val="00197581"/>
    <w:rsid w:val="00197B57"/>
    <w:rsid w:val="001A1D63"/>
    <w:rsid w:val="001A1FCE"/>
    <w:rsid w:val="001A4A88"/>
    <w:rsid w:val="001A5FA3"/>
    <w:rsid w:val="001A6625"/>
    <w:rsid w:val="001B0682"/>
    <w:rsid w:val="001B6642"/>
    <w:rsid w:val="001C0938"/>
    <w:rsid w:val="001C58A6"/>
    <w:rsid w:val="001D2E08"/>
    <w:rsid w:val="001D68E6"/>
    <w:rsid w:val="001F0CF1"/>
    <w:rsid w:val="002049BA"/>
    <w:rsid w:val="00210CEF"/>
    <w:rsid w:val="00212D0F"/>
    <w:rsid w:val="002147DC"/>
    <w:rsid w:val="00216D0C"/>
    <w:rsid w:val="00221F9B"/>
    <w:rsid w:val="00223700"/>
    <w:rsid w:val="00230057"/>
    <w:rsid w:val="00230B5E"/>
    <w:rsid w:val="002524A5"/>
    <w:rsid w:val="00255B4E"/>
    <w:rsid w:val="00256D73"/>
    <w:rsid w:val="00260AC7"/>
    <w:rsid w:val="00264648"/>
    <w:rsid w:val="00272E6C"/>
    <w:rsid w:val="00287D79"/>
    <w:rsid w:val="00290429"/>
    <w:rsid w:val="002936B8"/>
    <w:rsid w:val="0029475E"/>
    <w:rsid w:val="002A0A61"/>
    <w:rsid w:val="002A5BC3"/>
    <w:rsid w:val="002B0D87"/>
    <w:rsid w:val="002B1DDD"/>
    <w:rsid w:val="002B34C7"/>
    <w:rsid w:val="002C76E3"/>
    <w:rsid w:val="002D22AF"/>
    <w:rsid w:val="002D56A0"/>
    <w:rsid w:val="002D7A50"/>
    <w:rsid w:val="002E171F"/>
    <w:rsid w:val="002F5C7C"/>
    <w:rsid w:val="00305B94"/>
    <w:rsid w:val="00315B85"/>
    <w:rsid w:val="00322B19"/>
    <w:rsid w:val="00326E02"/>
    <w:rsid w:val="00333663"/>
    <w:rsid w:val="0033641C"/>
    <w:rsid w:val="00344FB2"/>
    <w:rsid w:val="003558EF"/>
    <w:rsid w:val="00360752"/>
    <w:rsid w:val="00361154"/>
    <w:rsid w:val="00365CED"/>
    <w:rsid w:val="003660A6"/>
    <w:rsid w:val="00366FC1"/>
    <w:rsid w:val="00372A3A"/>
    <w:rsid w:val="003962D3"/>
    <w:rsid w:val="003A381E"/>
    <w:rsid w:val="003A6414"/>
    <w:rsid w:val="003B5B71"/>
    <w:rsid w:val="003B625B"/>
    <w:rsid w:val="003C64BE"/>
    <w:rsid w:val="003E0373"/>
    <w:rsid w:val="003E35C8"/>
    <w:rsid w:val="00402CEB"/>
    <w:rsid w:val="004065FF"/>
    <w:rsid w:val="004204F1"/>
    <w:rsid w:val="00421C39"/>
    <w:rsid w:val="00422E9A"/>
    <w:rsid w:val="004244D7"/>
    <w:rsid w:val="004262C9"/>
    <w:rsid w:val="0043302B"/>
    <w:rsid w:val="00436614"/>
    <w:rsid w:val="00460ABA"/>
    <w:rsid w:val="004672D2"/>
    <w:rsid w:val="0047008F"/>
    <w:rsid w:val="00482C68"/>
    <w:rsid w:val="0048353E"/>
    <w:rsid w:val="00484E67"/>
    <w:rsid w:val="00485767"/>
    <w:rsid w:val="00492EC8"/>
    <w:rsid w:val="004B1EC8"/>
    <w:rsid w:val="004B3F2B"/>
    <w:rsid w:val="004B45C6"/>
    <w:rsid w:val="004B544D"/>
    <w:rsid w:val="004C018F"/>
    <w:rsid w:val="004C6BF2"/>
    <w:rsid w:val="004D036D"/>
    <w:rsid w:val="004D31FC"/>
    <w:rsid w:val="004F033D"/>
    <w:rsid w:val="004F10AC"/>
    <w:rsid w:val="004F6E78"/>
    <w:rsid w:val="00502F1A"/>
    <w:rsid w:val="00512B02"/>
    <w:rsid w:val="00517C60"/>
    <w:rsid w:val="00522834"/>
    <w:rsid w:val="005327DE"/>
    <w:rsid w:val="00537B92"/>
    <w:rsid w:val="00542D8C"/>
    <w:rsid w:val="005556E4"/>
    <w:rsid w:val="0055756F"/>
    <w:rsid w:val="005655AB"/>
    <w:rsid w:val="0056584B"/>
    <w:rsid w:val="00570FE3"/>
    <w:rsid w:val="005732B1"/>
    <w:rsid w:val="005763E7"/>
    <w:rsid w:val="00583F4B"/>
    <w:rsid w:val="0058574D"/>
    <w:rsid w:val="005932D7"/>
    <w:rsid w:val="0059454D"/>
    <w:rsid w:val="005945FC"/>
    <w:rsid w:val="005950BC"/>
    <w:rsid w:val="005A1E43"/>
    <w:rsid w:val="005A6F3A"/>
    <w:rsid w:val="005A7455"/>
    <w:rsid w:val="005B6002"/>
    <w:rsid w:val="005D0613"/>
    <w:rsid w:val="005F3EAE"/>
    <w:rsid w:val="006038A2"/>
    <w:rsid w:val="00610DE4"/>
    <w:rsid w:val="00611FA1"/>
    <w:rsid w:val="00615B7D"/>
    <w:rsid w:val="00627B6A"/>
    <w:rsid w:val="0063396B"/>
    <w:rsid w:val="00642043"/>
    <w:rsid w:val="006468BC"/>
    <w:rsid w:val="00656FFF"/>
    <w:rsid w:val="00670983"/>
    <w:rsid w:val="00670CA0"/>
    <w:rsid w:val="00671B25"/>
    <w:rsid w:val="00681B73"/>
    <w:rsid w:val="00682192"/>
    <w:rsid w:val="00684C18"/>
    <w:rsid w:val="006A3363"/>
    <w:rsid w:val="006B3329"/>
    <w:rsid w:val="006B470A"/>
    <w:rsid w:val="006C1377"/>
    <w:rsid w:val="006C249B"/>
    <w:rsid w:val="006C6AFA"/>
    <w:rsid w:val="006C723B"/>
    <w:rsid w:val="006D0936"/>
    <w:rsid w:val="006E2DFD"/>
    <w:rsid w:val="006E3C50"/>
    <w:rsid w:val="00710380"/>
    <w:rsid w:val="0071064D"/>
    <w:rsid w:val="00723CF9"/>
    <w:rsid w:val="00726AAA"/>
    <w:rsid w:val="0074101D"/>
    <w:rsid w:val="00741BA5"/>
    <w:rsid w:val="007458AC"/>
    <w:rsid w:val="007513B1"/>
    <w:rsid w:val="00760123"/>
    <w:rsid w:val="00771CBB"/>
    <w:rsid w:val="00780246"/>
    <w:rsid w:val="007921C1"/>
    <w:rsid w:val="007A0742"/>
    <w:rsid w:val="007A0D76"/>
    <w:rsid w:val="007A5189"/>
    <w:rsid w:val="007C4886"/>
    <w:rsid w:val="007D0B60"/>
    <w:rsid w:val="007D5326"/>
    <w:rsid w:val="007F1208"/>
    <w:rsid w:val="007F4C54"/>
    <w:rsid w:val="00801E8E"/>
    <w:rsid w:val="008043F7"/>
    <w:rsid w:val="00805699"/>
    <w:rsid w:val="00817DA2"/>
    <w:rsid w:val="008225BC"/>
    <w:rsid w:val="008234FD"/>
    <w:rsid w:val="008235B3"/>
    <w:rsid w:val="008258F2"/>
    <w:rsid w:val="00834380"/>
    <w:rsid w:val="00841A4D"/>
    <w:rsid w:val="00847AF5"/>
    <w:rsid w:val="0085313A"/>
    <w:rsid w:val="00866A58"/>
    <w:rsid w:val="008766E4"/>
    <w:rsid w:val="0087776A"/>
    <w:rsid w:val="0089572D"/>
    <w:rsid w:val="00895F41"/>
    <w:rsid w:val="00896714"/>
    <w:rsid w:val="008A4ED1"/>
    <w:rsid w:val="008C171B"/>
    <w:rsid w:val="008C1C8A"/>
    <w:rsid w:val="008C74FE"/>
    <w:rsid w:val="008C7711"/>
    <w:rsid w:val="008D6BCF"/>
    <w:rsid w:val="008E088F"/>
    <w:rsid w:val="008E4E09"/>
    <w:rsid w:val="00916615"/>
    <w:rsid w:val="009221F0"/>
    <w:rsid w:val="0093580F"/>
    <w:rsid w:val="00935DB4"/>
    <w:rsid w:val="0094341D"/>
    <w:rsid w:val="00951D4B"/>
    <w:rsid w:val="00957FE0"/>
    <w:rsid w:val="00966DC9"/>
    <w:rsid w:val="00967809"/>
    <w:rsid w:val="00971F59"/>
    <w:rsid w:val="009768D7"/>
    <w:rsid w:val="009774C0"/>
    <w:rsid w:val="00984303"/>
    <w:rsid w:val="00984526"/>
    <w:rsid w:val="00984630"/>
    <w:rsid w:val="0098778F"/>
    <w:rsid w:val="009923C1"/>
    <w:rsid w:val="009A5E6F"/>
    <w:rsid w:val="009A6718"/>
    <w:rsid w:val="009B5DA4"/>
    <w:rsid w:val="009C0489"/>
    <w:rsid w:val="009C1D1F"/>
    <w:rsid w:val="009C1EB6"/>
    <w:rsid w:val="009D19FA"/>
    <w:rsid w:val="009E07AF"/>
    <w:rsid w:val="009E58A1"/>
    <w:rsid w:val="009E5C58"/>
    <w:rsid w:val="009E5ECB"/>
    <w:rsid w:val="009E6311"/>
    <w:rsid w:val="009E72E2"/>
    <w:rsid w:val="009F3110"/>
    <w:rsid w:val="009F5975"/>
    <w:rsid w:val="009F636E"/>
    <w:rsid w:val="00A11011"/>
    <w:rsid w:val="00A26835"/>
    <w:rsid w:val="00A32625"/>
    <w:rsid w:val="00A33059"/>
    <w:rsid w:val="00A505B0"/>
    <w:rsid w:val="00A600BB"/>
    <w:rsid w:val="00A75CC9"/>
    <w:rsid w:val="00A8198A"/>
    <w:rsid w:val="00A85C73"/>
    <w:rsid w:val="00AA1EC0"/>
    <w:rsid w:val="00AA2FED"/>
    <w:rsid w:val="00AB121C"/>
    <w:rsid w:val="00AB28D8"/>
    <w:rsid w:val="00AC0CCB"/>
    <w:rsid w:val="00AD600A"/>
    <w:rsid w:val="00AD625D"/>
    <w:rsid w:val="00AE5F48"/>
    <w:rsid w:val="00B02AF3"/>
    <w:rsid w:val="00B067C4"/>
    <w:rsid w:val="00B12129"/>
    <w:rsid w:val="00B1324C"/>
    <w:rsid w:val="00B13C1A"/>
    <w:rsid w:val="00B13E4C"/>
    <w:rsid w:val="00B2565E"/>
    <w:rsid w:val="00B328BB"/>
    <w:rsid w:val="00B33636"/>
    <w:rsid w:val="00B33FC5"/>
    <w:rsid w:val="00B36B0D"/>
    <w:rsid w:val="00B41768"/>
    <w:rsid w:val="00B51F9B"/>
    <w:rsid w:val="00B53629"/>
    <w:rsid w:val="00B73979"/>
    <w:rsid w:val="00B80874"/>
    <w:rsid w:val="00BA0F63"/>
    <w:rsid w:val="00BA475E"/>
    <w:rsid w:val="00BB11B4"/>
    <w:rsid w:val="00BB293B"/>
    <w:rsid w:val="00BB7B45"/>
    <w:rsid w:val="00BC40B3"/>
    <w:rsid w:val="00BD09E6"/>
    <w:rsid w:val="00BD1ACB"/>
    <w:rsid w:val="00BD6381"/>
    <w:rsid w:val="00BD689A"/>
    <w:rsid w:val="00BD7729"/>
    <w:rsid w:val="00BD7900"/>
    <w:rsid w:val="00BE3298"/>
    <w:rsid w:val="00BE3BF9"/>
    <w:rsid w:val="00BE3F38"/>
    <w:rsid w:val="00BF0EF9"/>
    <w:rsid w:val="00C07431"/>
    <w:rsid w:val="00C117ED"/>
    <w:rsid w:val="00C177CF"/>
    <w:rsid w:val="00C24DE8"/>
    <w:rsid w:val="00C26D0D"/>
    <w:rsid w:val="00C3272E"/>
    <w:rsid w:val="00C363D0"/>
    <w:rsid w:val="00C512DF"/>
    <w:rsid w:val="00C54AFF"/>
    <w:rsid w:val="00C63DE9"/>
    <w:rsid w:val="00C72A0F"/>
    <w:rsid w:val="00C77135"/>
    <w:rsid w:val="00C84790"/>
    <w:rsid w:val="00C84D35"/>
    <w:rsid w:val="00C941C7"/>
    <w:rsid w:val="00CA2813"/>
    <w:rsid w:val="00CC1330"/>
    <w:rsid w:val="00CC1FAE"/>
    <w:rsid w:val="00CC50F1"/>
    <w:rsid w:val="00CC5CE6"/>
    <w:rsid w:val="00CD400E"/>
    <w:rsid w:val="00CE0CE3"/>
    <w:rsid w:val="00CE26A9"/>
    <w:rsid w:val="00CF1414"/>
    <w:rsid w:val="00D051A6"/>
    <w:rsid w:val="00D129A9"/>
    <w:rsid w:val="00D14A6A"/>
    <w:rsid w:val="00D16FF7"/>
    <w:rsid w:val="00D26250"/>
    <w:rsid w:val="00D267C0"/>
    <w:rsid w:val="00D4309D"/>
    <w:rsid w:val="00D466FB"/>
    <w:rsid w:val="00D50221"/>
    <w:rsid w:val="00D56F0A"/>
    <w:rsid w:val="00D638B8"/>
    <w:rsid w:val="00D64A00"/>
    <w:rsid w:val="00D71EBA"/>
    <w:rsid w:val="00D769E7"/>
    <w:rsid w:val="00D76ED3"/>
    <w:rsid w:val="00D83142"/>
    <w:rsid w:val="00D9632B"/>
    <w:rsid w:val="00DB47C0"/>
    <w:rsid w:val="00DC2C88"/>
    <w:rsid w:val="00DD4584"/>
    <w:rsid w:val="00DE32A6"/>
    <w:rsid w:val="00DE4D88"/>
    <w:rsid w:val="00DE5E0A"/>
    <w:rsid w:val="00E02327"/>
    <w:rsid w:val="00E11870"/>
    <w:rsid w:val="00E201E2"/>
    <w:rsid w:val="00E3549C"/>
    <w:rsid w:val="00E35760"/>
    <w:rsid w:val="00E539F9"/>
    <w:rsid w:val="00E544BD"/>
    <w:rsid w:val="00E56381"/>
    <w:rsid w:val="00E63454"/>
    <w:rsid w:val="00E70915"/>
    <w:rsid w:val="00E718EB"/>
    <w:rsid w:val="00E80E97"/>
    <w:rsid w:val="00E85AAF"/>
    <w:rsid w:val="00E87C63"/>
    <w:rsid w:val="00E91BB5"/>
    <w:rsid w:val="00E93285"/>
    <w:rsid w:val="00E9781D"/>
    <w:rsid w:val="00EA3B50"/>
    <w:rsid w:val="00ED32F3"/>
    <w:rsid w:val="00EE3D8D"/>
    <w:rsid w:val="00EF1397"/>
    <w:rsid w:val="00EF27E0"/>
    <w:rsid w:val="00EF5A5C"/>
    <w:rsid w:val="00EF7E1E"/>
    <w:rsid w:val="00F04D6F"/>
    <w:rsid w:val="00F10EF9"/>
    <w:rsid w:val="00F1209A"/>
    <w:rsid w:val="00F14077"/>
    <w:rsid w:val="00F24885"/>
    <w:rsid w:val="00F303D2"/>
    <w:rsid w:val="00F32EC8"/>
    <w:rsid w:val="00F32F9F"/>
    <w:rsid w:val="00F3371D"/>
    <w:rsid w:val="00F43B8A"/>
    <w:rsid w:val="00F53535"/>
    <w:rsid w:val="00F5378F"/>
    <w:rsid w:val="00F539F1"/>
    <w:rsid w:val="00F55AF2"/>
    <w:rsid w:val="00F56097"/>
    <w:rsid w:val="00F60005"/>
    <w:rsid w:val="00F62C64"/>
    <w:rsid w:val="00F77FA3"/>
    <w:rsid w:val="00F814A8"/>
    <w:rsid w:val="00F87106"/>
    <w:rsid w:val="00F87500"/>
    <w:rsid w:val="00F91FF7"/>
    <w:rsid w:val="00FA2B64"/>
    <w:rsid w:val="00FB06B6"/>
    <w:rsid w:val="00FB1B45"/>
    <w:rsid w:val="00FC5EB9"/>
    <w:rsid w:val="00FD0FC9"/>
    <w:rsid w:val="00FD67CD"/>
    <w:rsid w:val="00FD6EA0"/>
    <w:rsid w:val="00FE2A6D"/>
    <w:rsid w:val="00FE5662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FC90C"/>
  <w15:docId w15:val="{07B7A263-1BC3-47D7-8410-93641A56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10CEF"/>
  </w:style>
  <w:style w:type="paragraph" w:styleId="berschrift1">
    <w:name w:val="heading 1"/>
    <w:basedOn w:val="Standard"/>
    <w:next w:val="Standard"/>
    <w:qFormat/>
    <w:rsid w:val="00F814A8"/>
    <w:pPr>
      <w:keepNext/>
      <w:spacing w:before="120" w:after="120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jc w:val="both"/>
    </w:pPr>
    <w:rPr>
      <w:rFonts w:ascii="Arial" w:hAnsi="Arial"/>
    </w:rPr>
  </w:style>
  <w:style w:type="paragraph" w:styleId="Textkrper3">
    <w:name w:val="Body Text 3"/>
    <w:basedOn w:val="Standard"/>
    <w:pPr>
      <w:jc w:val="both"/>
    </w:pPr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rsid w:val="001633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1633F1"/>
  </w:style>
  <w:style w:type="character" w:customStyle="1" w:styleId="KommentartextZchn">
    <w:name w:val="Kommentartext Zchn"/>
    <w:basedOn w:val="Absatz-Standardschriftart"/>
    <w:link w:val="Kommentartext"/>
    <w:uiPriority w:val="99"/>
    <w:rsid w:val="001633F1"/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1633F1"/>
    <w:rPr>
      <w:b/>
      <w:bCs/>
    </w:rPr>
  </w:style>
  <w:style w:type="character" w:customStyle="1" w:styleId="KommentarthemaZchn">
    <w:name w:val="Kommentarthema Zchn"/>
    <w:link w:val="Kommentarthema"/>
    <w:uiPriority w:val="99"/>
    <w:rsid w:val="001633F1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4D036D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834380"/>
  </w:style>
  <w:style w:type="table" w:styleId="Tabellenraster">
    <w:name w:val="Table Grid"/>
    <w:basedOn w:val="NormaleTabelle"/>
    <w:uiPriority w:val="39"/>
    <w:rsid w:val="001A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0F61D3"/>
  </w:style>
  <w:style w:type="character" w:styleId="Funotenzeichen">
    <w:name w:val="footnote reference"/>
    <w:semiHidden/>
    <w:rsid w:val="000F61D3"/>
  </w:style>
  <w:style w:type="paragraph" w:customStyle="1" w:styleId="Flietext">
    <w:name w:val="Fließtext"/>
    <w:basedOn w:val="Standard"/>
    <w:rsid w:val="000F61D3"/>
    <w:pPr>
      <w:widowControl w:val="0"/>
      <w:tabs>
        <w:tab w:val="left" w:pos="425"/>
      </w:tabs>
      <w:autoSpaceDE w:val="0"/>
      <w:autoSpaceDN w:val="0"/>
      <w:adjustRightInd w:val="0"/>
      <w:jc w:val="both"/>
    </w:pPr>
    <w:rPr>
      <w:rFonts w:ascii="Arial" w:hAnsi="Arial" w:cs="Arial"/>
      <w:szCs w:val="22"/>
    </w:rPr>
  </w:style>
  <w:style w:type="character" w:customStyle="1" w:styleId="SprechblasentextZchn">
    <w:name w:val="Sprechblasentext Zchn"/>
    <w:link w:val="Sprechblasentext"/>
    <w:uiPriority w:val="99"/>
    <w:semiHidden/>
    <w:rsid w:val="000F61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F61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BD7729"/>
    <w:rPr>
      <w:color w:val="808080"/>
    </w:rPr>
  </w:style>
  <w:style w:type="paragraph" w:styleId="berarbeitung">
    <w:name w:val="Revision"/>
    <w:hidden/>
    <w:uiPriority w:val="99"/>
    <w:semiHidden/>
    <w:rsid w:val="000114F8"/>
  </w:style>
  <w:style w:type="character" w:customStyle="1" w:styleId="FuzeileZchn">
    <w:name w:val="Fußzeile Zchn"/>
    <w:basedOn w:val="Absatz-Standardschriftart"/>
    <w:link w:val="Fuzeile"/>
    <w:uiPriority w:val="99"/>
    <w:rsid w:val="00570FE3"/>
  </w:style>
  <w:style w:type="paragraph" w:styleId="Listenabsatz">
    <w:name w:val="List Paragraph"/>
    <w:basedOn w:val="Standard"/>
    <w:uiPriority w:val="34"/>
    <w:qFormat/>
    <w:rsid w:val="00133E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5\Antr&#228;ge_2005\Fachunternehmen\A_Fachunt_d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A2F32-1E03-4FE9-845A-495E2B2D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A_Fachunt_d</Template>
  <TotalTime>0</TotalTime>
  <Pages>11</Pages>
  <Words>1718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12523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creator>M.Weckheuer</dc:creator>
  <cp:lastModifiedBy>Schmitt, Renata</cp:lastModifiedBy>
  <cp:revision>3</cp:revision>
  <cp:lastPrinted>2025-03-26T08:04:00Z</cp:lastPrinted>
  <dcterms:created xsi:type="dcterms:W3CDTF">2025-04-14T09:48:00Z</dcterms:created>
  <dcterms:modified xsi:type="dcterms:W3CDTF">2025-04-14T09:50:00Z</dcterms:modified>
</cp:coreProperties>
</file>